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CF1FF2" w14:textId="77777777" w:rsidR="004E2FBF" w:rsidRDefault="00FE10EF" w:rsidP="00C97608">
      <w:pPr>
        <w:pStyle w:val="Title"/>
        <w:rPr>
          <w:sz w:val="32"/>
          <w:szCs w:val="32"/>
        </w:rPr>
      </w:pPr>
      <w:r w:rsidRPr="00F17319">
        <w:rPr>
          <w:sz w:val="32"/>
          <w:szCs w:val="32"/>
        </w:rPr>
        <w:t>Chunking and Compression Performance Tool</w:t>
      </w:r>
    </w:p>
    <w:p w14:paraId="2A4783EA" w14:textId="1B737427" w:rsidR="00C97608" w:rsidRPr="00C97608" w:rsidRDefault="004E2FBF" w:rsidP="00C97608">
      <w:pPr>
        <w:pStyle w:val="Title"/>
        <w:rPr>
          <w:sz w:val="32"/>
          <w:szCs w:val="32"/>
        </w:rPr>
      </w:pPr>
      <w:r>
        <w:rPr>
          <w:sz w:val="32"/>
          <w:szCs w:val="32"/>
        </w:rPr>
        <w:t>Requirements</w:t>
      </w:r>
    </w:p>
    <w:p w14:paraId="592A4989" w14:textId="77777777" w:rsidR="00611674" w:rsidRPr="00F17319" w:rsidRDefault="00FE10EF" w:rsidP="00611674">
      <w:pPr>
        <w:pStyle w:val="Author"/>
        <w:rPr>
          <w:sz w:val="32"/>
        </w:rPr>
      </w:pPr>
      <w:r w:rsidRPr="00F17319">
        <w:rPr>
          <w:sz w:val="32"/>
        </w:rPr>
        <w:t>Albert Cheng</w:t>
      </w:r>
    </w:p>
    <w:p w14:paraId="5ABC0B76" w14:textId="781BA27B" w:rsidR="00544BD0" w:rsidRDefault="00544BD0" w:rsidP="00BB7870">
      <w:r>
        <w:t>This describes the needs of a tool to measure the chunking and compression performance of HDF5 files.</w:t>
      </w:r>
    </w:p>
    <w:p w14:paraId="519648AB" w14:textId="7E7F562F" w:rsidR="006A6DB0" w:rsidRDefault="006A6DB0" w:rsidP="00BB7870">
      <w:r>
        <w:t>Compression of large datasets may reduce the file sizes but mismatches between the layout of the file datasets and the access pattern of the applications using the data can result in poor performance or excessive use of machine resources. This tool will allow users to access their data files using different parameters such as chunking sizes, compression methods, access patterns, and chunk cache settings. The tool will provide performance statistics to help users to find the optimum parameters to create and access their data files.</w:t>
      </w:r>
    </w:p>
    <w:p w14:paraId="1EF03BBF" w14:textId="77777777" w:rsidR="00611674" w:rsidRPr="00F17319" w:rsidRDefault="00611674" w:rsidP="00611674">
      <w:pPr>
        <w:pStyle w:val="Divider"/>
        <w:rPr>
          <w:sz w:val="32"/>
        </w:rPr>
      </w:pPr>
    </w:p>
    <w:p w14:paraId="0130D86C" w14:textId="77777777" w:rsidR="00611674" w:rsidRPr="00F17319" w:rsidRDefault="00611674" w:rsidP="00611674">
      <w:pPr>
        <w:pStyle w:val="Heading1"/>
      </w:pPr>
      <w:r w:rsidRPr="00F17319">
        <w:t xml:space="preserve">Introduction    </w:t>
      </w:r>
    </w:p>
    <w:p w14:paraId="49EB4608" w14:textId="43A9E453" w:rsidR="00611674" w:rsidRDefault="004D2779" w:rsidP="00BB7870">
      <w:r w:rsidRPr="00F17319">
        <w:t xml:space="preserve">This describes the requirements of the Chunking and Compression Performance </w:t>
      </w:r>
      <w:r w:rsidR="005E7FF4" w:rsidRPr="00F17319">
        <w:t xml:space="preserve">(CCP) </w:t>
      </w:r>
      <w:r w:rsidRPr="00F17319">
        <w:t>tool.</w:t>
      </w:r>
      <w:r w:rsidR="004E2FBF">
        <w:t xml:space="preserve"> The users are expected to be familiar with the HDF5 software. </w:t>
      </w:r>
      <w:r w:rsidR="00F224BB">
        <w:t xml:space="preserve">The </w:t>
      </w:r>
      <w:r w:rsidR="00F224BB" w:rsidRPr="00F224BB">
        <w:t xml:space="preserve">HDF5 Software </w:t>
      </w:r>
      <w:r w:rsidR="00F224BB">
        <w:t xml:space="preserve">Documentation is available </w:t>
      </w:r>
      <w:r w:rsidR="004E2FBF">
        <w:t xml:space="preserve">at </w:t>
      </w:r>
      <w:r w:rsidR="00F224BB" w:rsidRPr="00F224BB">
        <w:t>http://www.hdfgroup.org/HDF5/doc/index.html</w:t>
      </w:r>
      <w:r w:rsidR="00F224BB">
        <w:t>.</w:t>
      </w:r>
    </w:p>
    <w:p w14:paraId="4DAA31E3" w14:textId="4C6C5C93" w:rsidR="003E740F" w:rsidRDefault="003E740F" w:rsidP="003E740F">
      <w:pPr>
        <w:pStyle w:val="Heading2"/>
      </w:pPr>
      <w:r>
        <w:t>Motivation</w:t>
      </w:r>
    </w:p>
    <w:p w14:paraId="19251D70" w14:textId="075385FA" w:rsidR="003E740F" w:rsidRDefault="003E740F" w:rsidP="00274739">
      <w:r>
        <w:t xml:space="preserve">Compression of large datasets in S-NPP, JPSS and other HDF5 data files may substantially reduce </w:t>
      </w:r>
      <w:r w:rsidR="00C97608">
        <w:t>the file</w:t>
      </w:r>
      <w:r>
        <w:t xml:space="preserve"> </w:t>
      </w:r>
      <w:r w:rsidR="00C97608">
        <w:t>sizes;</w:t>
      </w:r>
      <w:r>
        <w:t xml:space="preserve"> in turn reducing disk space </w:t>
      </w:r>
      <w:r w:rsidR="00C97608">
        <w:t>usages</w:t>
      </w:r>
      <w:r>
        <w:t xml:space="preserve"> and file download time. However, mismatches between the layout of the files' datasets, the HDF5 instance's cache settings, and the access pattern of applications using the data can sometimes result in poor performance or exhausting machine resources when running the application. Whether designed in advance or modified in response to encountered problems, applications can be tuned to optimize efficiency of data access, avoid unnecessary repeated decompression, and reduce the amount of memory used. </w:t>
      </w:r>
    </w:p>
    <w:p w14:paraId="09AD176B" w14:textId="441612B8" w:rsidR="003E740F" w:rsidRPr="003E740F" w:rsidRDefault="003E740F" w:rsidP="00274739">
      <w:r>
        <w:t xml:space="preserve">This tool will allow users to access their data files using different </w:t>
      </w:r>
      <w:r w:rsidR="00C97608">
        <w:t xml:space="preserve">parameters such as chunking sizes, </w:t>
      </w:r>
      <w:r>
        <w:t xml:space="preserve">compression </w:t>
      </w:r>
      <w:r w:rsidR="00C97608">
        <w:t>methods</w:t>
      </w:r>
      <w:r>
        <w:t xml:space="preserve">, </w:t>
      </w:r>
      <w:r w:rsidR="00C97608">
        <w:t xml:space="preserve">access patterns, </w:t>
      </w:r>
      <w:r w:rsidR="00E93499">
        <w:t xml:space="preserve">and chunk </w:t>
      </w:r>
      <w:r>
        <w:t xml:space="preserve">cache settings. The tool will provide performance statistics to help users to find the optimum parameters to </w:t>
      </w:r>
      <w:r w:rsidR="00C97608">
        <w:t xml:space="preserve">create and </w:t>
      </w:r>
      <w:r>
        <w:t xml:space="preserve">access their </w:t>
      </w:r>
      <w:r w:rsidR="00E93499">
        <w:t xml:space="preserve">data </w:t>
      </w:r>
      <w:r>
        <w:t>files.</w:t>
      </w:r>
    </w:p>
    <w:p w14:paraId="61EA6D7B" w14:textId="1B7C6CE6" w:rsidR="004D2779" w:rsidRPr="00F17319" w:rsidRDefault="008D4061" w:rsidP="004D2779">
      <w:pPr>
        <w:pStyle w:val="Heading1"/>
      </w:pPr>
      <w:r w:rsidRPr="00F17319">
        <w:t>Use</w:t>
      </w:r>
      <w:r w:rsidR="000755D7" w:rsidRPr="00F17319">
        <w:t xml:space="preserve"> </w:t>
      </w:r>
      <w:r w:rsidRPr="00F17319">
        <w:t>cases</w:t>
      </w:r>
      <w:r w:rsidR="004D2779" w:rsidRPr="00F17319">
        <w:t xml:space="preserve"> of the </w:t>
      </w:r>
      <w:r w:rsidRPr="00F17319">
        <w:t>CCP tool</w:t>
      </w:r>
    </w:p>
    <w:p w14:paraId="39BCCFCB" w14:textId="75D9EB81" w:rsidR="008D4061" w:rsidRPr="00F17319" w:rsidRDefault="008D4061" w:rsidP="00274739">
      <w:r w:rsidRPr="00F17319">
        <w:t>The study of the performance of writing and reading HDF5 data files</w:t>
      </w:r>
      <w:r w:rsidR="004641E7" w:rsidRPr="004641E7">
        <w:t xml:space="preserve"> </w:t>
      </w:r>
      <w:r w:rsidR="004641E7" w:rsidRPr="00F17319">
        <w:t xml:space="preserve">needs </w:t>
      </w:r>
      <w:r w:rsidR="004641E7">
        <w:t xml:space="preserve">a </w:t>
      </w:r>
      <w:r w:rsidR="004641E7" w:rsidRPr="00F17319">
        <w:t xml:space="preserve">tool to measure the I/O speeds of accessing </w:t>
      </w:r>
      <w:r w:rsidR="004641E7">
        <w:t xml:space="preserve">the </w:t>
      </w:r>
      <w:r w:rsidR="004641E7" w:rsidRPr="00F17319">
        <w:t>HDF5 data files</w:t>
      </w:r>
      <w:r w:rsidR="00C97608">
        <w:t>,</w:t>
      </w:r>
      <w:r w:rsidRPr="00F17319">
        <w:t xml:space="preserve"> using different parameters such as chunking sizes, compression methods, access patterns</w:t>
      </w:r>
      <w:r w:rsidR="00C97608">
        <w:t>, and chunk cache settings</w:t>
      </w:r>
      <w:r w:rsidR="00C82DAF" w:rsidRPr="00F17319">
        <w:t xml:space="preserve">. We will show several use cases of how the CCP tool </w:t>
      </w:r>
      <w:r w:rsidR="00E136B4" w:rsidRPr="00F17319">
        <w:t>can</w:t>
      </w:r>
      <w:r w:rsidR="00C82DAF" w:rsidRPr="00F17319">
        <w:t xml:space="preserve"> be used to </w:t>
      </w:r>
      <w:r w:rsidR="00E136B4" w:rsidRPr="00F17319">
        <w:t>help users to find the optimum parameters to access HDF5 data files</w:t>
      </w:r>
      <w:r w:rsidR="00C82DAF" w:rsidRPr="00F17319">
        <w:t>.</w:t>
      </w:r>
    </w:p>
    <w:p w14:paraId="2B0A0DD4" w14:textId="58F9612A" w:rsidR="00CC433A" w:rsidRPr="00F17319" w:rsidRDefault="00CC433A" w:rsidP="00CC433A">
      <w:pPr>
        <w:pStyle w:val="Heading2"/>
      </w:pPr>
      <w:r w:rsidRPr="00F17319">
        <w:lastRenderedPageBreak/>
        <w:t>Achieving better performance on reading compressed files</w:t>
      </w:r>
    </w:p>
    <w:p w14:paraId="46ED29D5" w14:textId="1310CBE6" w:rsidR="0057328D" w:rsidRDefault="00CC433A" w:rsidP="00274739">
      <w:pPr>
        <w:rPr>
          <w:noProof/>
        </w:rPr>
      </w:pPr>
      <w:r w:rsidRPr="00F17319">
        <w:t xml:space="preserve">A user has an HDF5 file with compressed datasets. The user may use the CCP tool with parameters </w:t>
      </w:r>
      <w:r w:rsidR="002C027A">
        <w:t xml:space="preserve">such as access patterns and chunk cache settings, </w:t>
      </w:r>
      <w:r w:rsidRPr="00F17319">
        <w:t>similar to his read application to access the file to get a baseline of performance. He then use</w:t>
      </w:r>
      <w:r w:rsidR="00E136B4" w:rsidRPr="00F17319">
        <w:t>s</w:t>
      </w:r>
      <w:r w:rsidRPr="00F17319">
        <w:t xml:space="preserve"> the tool with different </w:t>
      </w:r>
      <w:r w:rsidR="00C97608">
        <w:t xml:space="preserve">sets of </w:t>
      </w:r>
      <w:r w:rsidRPr="00F17319">
        <w:t xml:space="preserve">parameters to see how they may affect the performance </w:t>
      </w:r>
      <w:r w:rsidR="002C027A">
        <w:t xml:space="preserve">comparing to the baseline performance, </w:t>
      </w:r>
      <w:r w:rsidRPr="00F17319">
        <w:t xml:space="preserve">to find the optimum set of parameters for reading the file. He can </w:t>
      </w:r>
      <w:r w:rsidR="00E136B4" w:rsidRPr="00F17319">
        <w:t>apply</w:t>
      </w:r>
      <w:r w:rsidRPr="00F17319">
        <w:t xml:space="preserve"> </w:t>
      </w:r>
      <w:r w:rsidR="00E136B4" w:rsidRPr="00F17319">
        <w:t xml:space="preserve">the </w:t>
      </w:r>
      <w:r w:rsidRPr="00F17319">
        <w:t>result</w:t>
      </w:r>
      <w:r w:rsidR="00E136B4" w:rsidRPr="00F17319">
        <w:t>s</w:t>
      </w:r>
      <w:r w:rsidRPr="00F17319">
        <w:t xml:space="preserve"> to tune his read application</w:t>
      </w:r>
      <w:r w:rsidR="00E136B4" w:rsidRPr="00F17319">
        <w:t xml:space="preserve"> to achieve </w:t>
      </w:r>
      <w:r w:rsidR="002C027A">
        <w:t xml:space="preserve">the </w:t>
      </w:r>
      <w:r w:rsidR="00E136B4" w:rsidRPr="00F17319">
        <w:t>optimum performance</w:t>
      </w:r>
      <w:r w:rsidRPr="00F17319">
        <w:t>.</w:t>
      </w:r>
      <w:r w:rsidR="00E136B4" w:rsidRPr="00F17319">
        <w:rPr>
          <w:noProof/>
        </w:rPr>
        <w:t xml:space="preserve"> Figure 1 illustrates the overall process.</w:t>
      </w:r>
    </w:p>
    <w:p w14:paraId="1CE6EDBF" w14:textId="2EDB7D96" w:rsidR="0057328D" w:rsidRPr="0057328D" w:rsidRDefault="0018059F" w:rsidP="0057328D">
      <w:r>
        <w:rPr>
          <w:noProof/>
        </w:rPr>
        <mc:AlternateContent>
          <mc:Choice Requires="wps">
            <w:drawing>
              <wp:anchor distT="0" distB="0" distL="114300" distR="114300" simplePos="0" relativeHeight="251663360" behindDoc="0" locked="0" layoutInCell="1" allowOverlap="1" wp14:anchorId="356DA2F5" wp14:editId="4A116513">
                <wp:simplePos x="0" y="0"/>
                <wp:positionH relativeFrom="column">
                  <wp:posOffset>76200</wp:posOffset>
                </wp:positionH>
                <wp:positionV relativeFrom="paragraph">
                  <wp:posOffset>4721225</wp:posOffset>
                </wp:positionV>
                <wp:extent cx="5601335" cy="313055"/>
                <wp:effectExtent l="0" t="0" r="0" b="0"/>
                <wp:wrapThrough wrapText="bothSides">
                  <wp:wrapPolygon edited="0">
                    <wp:start x="0" y="0"/>
                    <wp:lineTo x="0" y="20571"/>
                    <wp:lineTo x="21549" y="20571"/>
                    <wp:lineTo x="21549" y="0"/>
                    <wp:lineTo x="0" y="0"/>
                  </wp:wrapPolygon>
                </wp:wrapThrough>
                <wp:docPr id="68" name="Text Box 68"/>
                <wp:cNvGraphicFramePr/>
                <a:graphic xmlns:a="http://schemas.openxmlformats.org/drawingml/2006/main">
                  <a:graphicData uri="http://schemas.microsoft.com/office/word/2010/wordprocessingShape">
                    <wps:wsp>
                      <wps:cNvSpPr txBox="1"/>
                      <wps:spPr>
                        <a:xfrm>
                          <a:off x="0" y="0"/>
                          <a:ext cx="5601335" cy="313055"/>
                        </a:xfrm>
                        <a:prstGeom prst="rect">
                          <a:avLst/>
                        </a:prstGeom>
                        <a:solidFill>
                          <a:prstClr val="white"/>
                        </a:solidFill>
                        <a:ln>
                          <a:noFill/>
                        </a:ln>
                        <a:effectLst/>
                        <a:extLst>
                          <a:ext uri="{C572A759-6A51-4108-AA02-DFA0A04FC94B}">
                            <ma14:wrappingTextBoxFlag xmlns:ma14="http://schemas.microsoft.com/office/mac/drawingml/2011/main"/>
                          </a:ext>
                        </a:extLst>
                      </wps:spPr>
                      <wps:txbx>
                        <w:txbxContent>
                          <w:p w14:paraId="4F2DE5F3" w14:textId="3D9F960C" w:rsidR="006A6DB0" w:rsidRPr="0018059F" w:rsidRDefault="006A6DB0" w:rsidP="0018059F">
                            <w:pPr>
                              <w:pStyle w:val="Caption"/>
                              <w:rPr>
                                <w:noProof/>
                                <w:sz w:val="24"/>
                                <w:szCs w:val="24"/>
                              </w:rPr>
                            </w:pPr>
                            <w:r w:rsidRPr="0018059F">
                              <w:rPr>
                                <w:sz w:val="24"/>
                                <w:szCs w:val="24"/>
                              </w:rPr>
                              <w:t xml:space="preserve">Figure </w:t>
                            </w:r>
                            <w:r w:rsidRPr="0018059F">
                              <w:rPr>
                                <w:sz w:val="24"/>
                                <w:szCs w:val="24"/>
                              </w:rPr>
                              <w:fldChar w:fldCharType="begin"/>
                            </w:r>
                            <w:r w:rsidRPr="0018059F">
                              <w:rPr>
                                <w:sz w:val="24"/>
                                <w:szCs w:val="24"/>
                              </w:rPr>
                              <w:instrText xml:space="preserve"> SEQ Figure \* ARABIC </w:instrText>
                            </w:r>
                            <w:r w:rsidRPr="0018059F">
                              <w:rPr>
                                <w:sz w:val="24"/>
                                <w:szCs w:val="24"/>
                              </w:rPr>
                              <w:fldChar w:fldCharType="separate"/>
                            </w:r>
                            <w:r w:rsidRPr="0018059F">
                              <w:rPr>
                                <w:noProof/>
                                <w:sz w:val="24"/>
                                <w:szCs w:val="24"/>
                              </w:rPr>
                              <w:t>1</w:t>
                            </w:r>
                            <w:r w:rsidRPr="0018059F">
                              <w:rPr>
                                <w:sz w:val="24"/>
                                <w:szCs w:val="24"/>
                              </w:rPr>
                              <w:fldChar w:fldCharType="end"/>
                            </w:r>
                            <w:r w:rsidRPr="0018059F">
                              <w:rPr>
                                <w:sz w:val="24"/>
                                <w:szCs w:val="24"/>
                              </w:rPr>
                              <w:t>: Achieving better performance on reading a compressed data file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Text Box 68" o:spid="_x0000_s1026" type="#_x0000_t202" style="position:absolute;margin-left:6pt;margin-top:371.75pt;width:441.05pt;height:24.6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" stroked="f">
                <v:textbox style="mso-fit-shape-to-text:t" inset="0,0,0,0">
                  <w:txbxContent>
                    <w:p w14:paraId="4F2DE5F3" w14:textId="3D9F960C" w:rsidR="00954804" w:rsidRPr="0018059F" w:rsidRDefault="00954804" w:rsidP="0018059F">
                      <w:pPr>
                        <w:pStyle w:val="Caption"/>
                        <w:rPr>
                          <w:noProof/>
                          <w:sz w:val="24"/>
                          <w:szCs w:val="24"/>
                        </w:rPr>
                      </w:pPr>
                      <w:r w:rsidRPr="0018059F">
                        <w:rPr>
                          <w:sz w:val="24"/>
                          <w:szCs w:val="24"/>
                        </w:rPr>
                        <w:t xml:space="preserve">Figure </w:t>
                      </w:r>
                      <w:r w:rsidRPr="0018059F">
                        <w:rPr>
                          <w:sz w:val="24"/>
                          <w:szCs w:val="24"/>
                        </w:rPr>
                        <w:fldChar w:fldCharType="begin"/>
                      </w:r>
                      <w:r w:rsidRPr="0018059F">
                        <w:rPr>
                          <w:sz w:val="24"/>
                          <w:szCs w:val="24"/>
                        </w:rPr>
                        <w:instrText xml:space="preserve"> SEQ Figure \* ARABIC </w:instrText>
                      </w:r>
                      <w:r w:rsidRPr="0018059F">
                        <w:rPr>
                          <w:sz w:val="24"/>
                          <w:szCs w:val="24"/>
                        </w:rPr>
                        <w:fldChar w:fldCharType="separate"/>
                      </w:r>
                      <w:r w:rsidRPr="0018059F">
                        <w:rPr>
                          <w:noProof/>
                          <w:sz w:val="24"/>
                          <w:szCs w:val="24"/>
                        </w:rPr>
                        <w:t>1</w:t>
                      </w:r>
                      <w:r w:rsidRPr="0018059F">
                        <w:rPr>
                          <w:sz w:val="24"/>
                          <w:szCs w:val="24"/>
                        </w:rPr>
                        <w:fldChar w:fldCharType="end"/>
                      </w:r>
                      <w:r w:rsidRPr="0018059F">
                        <w:rPr>
                          <w:sz w:val="24"/>
                          <w:szCs w:val="24"/>
                        </w:rPr>
                        <w:t>: Achieving better performance on reading a compressed data file</w:t>
                      </w:r>
                    </w:p>
                  </w:txbxContent>
                </v:textbox>
                <w10:wrap type="through"/>
              </v:shape>
            </w:pict>
          </mc:Fallback>
        </mc:AlternateContent>
      </w:r>
      <w:r w:rsidR="00BF3171">
        <w:rPr>
          <w:noProof/>
        </w:rPr>
        <mc:AlternateContent>
          <mc:Choice Requires="wpg">
            <w:drawing>
              <wp:anchor distT="0" distB="0" distL="114300" distR="114300" simplePos="0" relativeHeight="251661312" behindDoc="0" locked="0" layoutInCell="1" allowOverlap="1" wp14:anchorId="2F244D00" wp14:editId="30BCB7A7">
                <wp:simplePos x="0" y="0"/>
                <wp:positionH relativeFrom="column">
                  <wp:posOffset>76200</wp:posOffset>
                </wp:positionH>
                <wp:positionV relativeFrom="paragraph">
                  <wp:posOffset>165735</wp:posOffset>
                </wp:positionV>
                <wp:extent cx="5601335" cy="4498340"/>
                <wp:effectExtent l="50800" t="25400" r="88265" b="99060"/>
                <wp:wrapThrough wrapText="bothSides">
                  <wp:wrapPolygon edited="0">
                    <wp:start x="392" y="-122"/>
                    <wp:lineTo x="-98" y="0"/>
                    <wp:lineTo x="-196" y="3903"/>
                    <wp:lineTo x="-196" y="6708"/>
                    <wp:lineTo x="294" y="7806"/>
                    <wp:lineTo x="-196" y="7806"/>
                    <wp:lineTo x="-196" y="10611"/>
                    <wp:lineTo x="20177" y="11709"/>
                    <wp:lineTo x="7150" y="11709"/>
                    <wp:lineTo x="7150" y="16099"/>
                    <wp:lineTo x="9403" y="17563"/>
                    <wp:lineTo x="196" y="17563"/>
                    <wp:lineTo x="196" y="19514"/>
                    <wp:lineTo x="-196" y="19514"/>
                    <wp:lineTo x="-196" y="21588"/>
                    <wp:lineTo x="7934" y="21954"/>
                    <wp:lineTo x="16945" y="21954"/>
                    <wp:lineTo x="18708" y="21466"/>
                    <wp:lineTo x="19296" y="20490"/>
                    <wp:lineTo x="19394" y="18661"/>
                    <wp:lineTo x="18512" y="18417"/>
                    <wp:lineTo x="9991" y="17563"/>
                    <wp:lineTo x="14105" y="17563"/>
                    <wp:lineTo x="19883" y="16465"/>
                    <wp:lineTo x="19883" y="15612"/>
                    <wp:lineTo x="21549" y="13660"/>
                    <wp:lineTo x="21842" y="11831"/>
                    <wp:lineTo x="21842" y="11709"/>
                    <wp:lineTo x="21549" y="9757"/>
                    <wp:lineTo x="21157" y="7806"/>
                    <wp:lineTo x="19296" y="1951"/>
                    <wp:lineTo x="19100" y="-122"/>
                    <wp:lineTo x="392" y="-122"/>
                  </wp:wrapPolygon>
                </wp:wrapThrough>
                <wp:docPr id="4" name="Group 4"/>
                <wp:cNvGraphicFramePr/>
                <a:graphic xmlns:a="http://schemas.openxmlformats.org/drawingml/2006/main">
                  <a:graphicData uri="http://schemas.microsoft.com/office/word/2010/wordprocessingGroup">
                    <wpg:wgp>
                      <wpg:cNvGrpSpPr/>
                      <wpg:grpSpPr>
                        <a:xfrm>
                          <a:off x="0" y="0"/>
                          <a:ext cx="5601335" cy="4498340"/>
                          <a:chOff x="0" y="0"/>
                          <a:chExt cx="5601540" cy="4498340"/>
                        </a:xfrm>
                      </wpg:grpSpPr>
                      <wpg:grpSp>
                        <wpg:cNvPr id="5" name="Group 5"/>
                        <wpg:cNvGrpSpPr/>
                        <wpg:grpSpPr>
                          <a:xfrm>
                            <a:off x="0" y="0"/>
                            <a:ext cx="4914900" cy="730250"/>
                            <a:chOff x="0" y="0"/>
                            <a:chExt cx="4914900" cy="730250"/>
                          </a:xfrm>
                        </wpg:grpSpPr>
                        <wps:wsp>
                          <wps:cNvPr id="6" name="Data 6"/>
                          <wps:cNvSpPr/>
                          <wps:spPr>
                            <a:xfrm>
                              <a:off x="0" y="0"/>
                              <a:ext cx="866775" cy="549275"/>
                            </a:xfrm>
                            <a:prstGeom prst="flowChartInputOutput">
                              <a:avLst/>
                            </a:prstGeom>
                          </wps:spPr>
                          <wps:style>
                            <a:lnRef idx="1">
                              <a:schemeClr val="accent1"/>
                            </a:lnRef>
                            <a:fillRef idx="3">
                              <a:schemeClr val="accent1"/>
                            </a:fillRef>
                            <a:effectRef idx="2">
                              <a:schemeClr val="accent1"/>
                            </a:effectRef>
                            <a:fontRef idx="minor">
                              <a:schemeClr val="lt1"/>
                            </a:fontRef>
                          </wps:style>
                          <wps:txbx>
                            <w:txbxContent>
                              <w:p w14:paraId="30AC7529" w14:textId="77777777" w:rsidR="006A6DB0" w:rsidRDefault="006A6DB0" w:rsidP="00BF3171">
                                <w:pPr>
                                  <w:jc w:val="center"/>
                                </w:pPr>
                                <w:r>
                                  <w:t>User File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 name="Straight Arrow Connector 7"/>
                          <wps:cNvCnPr/>
                          <wps:spPr>
                            <a:xfrm>
                              <a:off x="800100" y="342900"/>
                              <a:ext cx="12573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10" name="Text Box 10"/>
                          <wps:cNvSpPr txBox="1"/>
                          <wps:spPr>
                            <a:xfrm>
                              <a:off x="914367" y="114300"/>
                              <a:ext cx="1028700" cy="615950"/>
                            </a:xfrm>
                            <a:prstGeom prst="rect">
                              <a:avLst/>
                            </a:prstGeom>
                            <a:noFill/>
                          </wps:spPr>
                          <wps:txbx>
                            <w:txbxContent>
                              <w:p w14:paraId="183E58F4" w14:textId="77777777" w:rsidR="006A6DB0" w:rsidRDefault="006A6DB0" w:rsidP="00BF3171">
                                <w:r>
                                  <w:t>Baseline</w:t>
                                </w:r>
                              </w:p>
                              <w:p w14:paraId="2AE748B5" w14:textId="77777777" w:rsidR="006A6DB0" w:rsidRDefault="006A6DB0" w:rsidP="00BF3171">
                                <w:r>
                                  <w:t>Parameters</w:t>
                                </w:r>
                              </w:p>
                            </w:txbxContent>
                          </wps:txbx>
                          <wps:bodyPr wrap="square" rtlCol="0">
                            <a:spAutoFit/>
                          </wps:bodyPr>
                        </wps:wsp>
                        <wps:wsp>
                          <wps:cNvPr id="14" name="Alternate Process 14"/>
                          <wps:cNvSpPr/>
                          <wps:spPr>
                            <a:xfrm>
                              <a:off x="2057400" y="0"/>
                              <a:ext cx="914400" cy="612140"/>
                            </a:xfrm>
                            <a:prstGeom prst="flowChartAlternateProcess">
                              <a:avLst/>
                            </a:prstGeom>
                          </wps:spPr>
                          <wps:style>
                            <a:lnRef idx="1">
                              <a:schemeClr val="accent1"/>
                            </a:lnRef>
                            <a:fillRef idx="3">
                              <a:schemeClr val="accent1"/>
                            </a:fillRef>
                            <a:effectRef idx="2">
                              <a:schemeClr val="accent1"/>
                            </a:effectRef>
                            <a:fontRef idx="minor">
                              <a:schemeClr val="lt1"/>
                            </a:fontRef>
                          </wps:style>
                          <wps:txbx>
                            <w:txbxContent>
                              <w:p w14:paraId="0B5C6410" w14:textId="77777777" w:rsidR="006A6DB0" w:rsidRDefault="006A6DB0" w:rsidP="00BF3171">
                                <w:pPr>
                                  <w:jc w:val="center"/>
                                </w:pPr>
                                <w:r>
                                  <w:t>CCP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Straight Arrow Connector 15"/>
                          <wps:cNvCnPr/>
                          <wps:spPr>
                            <a:xfrm>
                              <a:off x="2971800" y="342900"/>
                              <a:ext cx="10287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16" name="Document 16"/>
                          <wps:cNvSpPr/>
                          <wps:spPr>
                            <a:xfrm>
                              <a:off x="4000500" y="0"/>
                              <a:ext cx="914400" cy="612140"/>
                            </a:xfrm>
                            <a:prstGeom prst="flowChartDocument">
                              <a:avLst/>
                            </a:prstGeom>
                          </wps:spPr>
                          <wps:style>
                            <a:lnRef idx="1">
                              <a:schemeClr val="accent1"/>
                            </a:lnRef>
                            <a:fillRef idx="3">
                              <a:schemeClr val="accent1"/>
                            </a:fillRef>
                            <a:effectRef idx="2">
                              <a:schemeClr val="accent1"/>
                            </a:effectRef>
                            <a:fontRef idx="minor">
                              <a:schemeClr val="lt1"/>
                            </a:fontRef>
                          </wps:style>
                          <wps:txbx>
                            <w:txbxContent>
                              <w:p w14:paraId="6C99CB2E" w14:textId="77777777" w:rsidR="006A6DB0" w:rsidRDefault="006A6DB0" w:rsidP="00BF3171">
                                <w:pPr>
                                  <w:jc w:val="center"/>
                                </w:pPr>
                                <w:r>
                                  <w:t>Baseline result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 name="Group 19"/>
                        <wpg:cNvGrpSpPr/>
                        <wpg:grpSpPr>
                          <a:xfrm>
                            <a:off x="0" y="800100"/>
                            <a:ext cx="4914900" cy="612140"/>
                            <a:chOff x="0" y="0"/>
                            <a:chExt cx="4914900" cy="612140"/>
                          </a:xfrm>
                        </wpg:grpSpPr>
                        <wps:wsp>
                          <wps:cNvPr id="21" name="Data 21"/>
                          <wps:cNvSpPr/>
                          <wps:spPr>
                            <a:xfrm>
                              <a:off x="0" y="0"/>
                              <a:ext cx="866775" cy="549275"/>
                            </a:xfrm>
                            <a:prstGeom prst="flowChartInputOutput">
                              <a:avLst/>
                            </a:prstGeom>
                          </wps:spPr>
                          <wps:style>
                            <a:lnRef idx="1">
                              <a:schemeClr val="accent1"/>
                            </a:lnRef>
                            <a:fillRef idx="3">
                              <a:schemeClr val="accent1"/>
                            </a:fillRef>
                            <a:effectRef idx="2">
                              <a:schemeClr val="accent1"/>
                            </a:effectRef>
                            <a:fontRef idx="minor">
                              <a:schemeClr val="lt1"/>
                            </a:fontRef>
                          </wps:style>
                          <wps:txbx>
                            <w:txbxContent>
                              <w:p w14:paraId="26774112" w14:textId="77777777" w:rsidR="006A6DB0" w:rsidRDefault="006A6DB0" w:rsidP="00BF3171">
                                <w:pPr>
                                  <w:jc w:val="center"/>
                                </w:pPr>
                                <w:r>
                                  <w:t>User File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 name="Straight Arrow Connector 29"/>
                          <wps:cNvCnPr/>
                          <wps:spPr>
                            <a:xfrm>
                              <a:off x="800100" y="342900"/>
                              <a:ext cx="12573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 name="Text Box 30"/>
                          <wps:cNvSpPr txBox="1"/>
                          <wps:spPr>
                            <a:xfrm>
                              <a:off x="914367" y="114300"/>
                              <a:ext cx="1028700" cy="353695"/>
                            </a:xfrm>
                            <a:prstGeom prst="rect">
                              <a:avLst/>
                            </a:prstGeom>
                            <a:noFill/>
                          </wps:spPr>
                          <wps:txbx>
                            <w:txbxContent>
                              <w:p w14:paraId="7B286B6B" w14:textId="77777777" w:rsidR="006A6DB0" w:rsidRDefault="006A6DB0" w:rsidP="00BF3171">
                                <w:r>
                                  <w:t>Parameters1</w:t>
                                </w:r>
                              </w:p>
                            </w:txbxContent>
                          </wps:txbx>
                          <wps:bodyPr wrap="square" rtlCol="0">
                            <a:spAutoFit/>
                          </wps:bodyPr>
                        </wps:wsp>
                        <wps:wsp>
                          <wps:cNvPr id="31" name="Alternate Process 31"/>
                          <wps:cNvSpPr/>
                          <wps:spPr>
                            <a:xfrm>
                              <a:off x="2057400" y="0"/>
                              <a:ext cx="914400" cy="612140"/>
                            </a:xfrm>
                            <a:prstGeom prst="flowChartAlternateProcess">
                              <a:avLst/>
                            </a:prstGeom>
                          </wps:spPr>
                          <wps:style>
                            <a:lnRef idx="1">
                              <a:schemeClr val="accent1"/>
                            </a:lnRef>
                            <a:fillRef idx="3">
                              <a:schemeClr val="accent1"/>
                            </a:fillRef>
                            <a:effectRef idx="2">
                              <a:schemeClr val="accent1"/>
                            </a:effectRef>
                            <a:fontRef idx="minor">
                              <a:schemeClr val="lt1"/>
                            </a:fontRef>
                          </wps:style>
                          <wps:txbx>
                            <w:txbxContent>
                              <w:p w14:paraId="2014F073" w14:textId="77777777" w:rsidR="006A6DB0" w:rsidRDefault="006A6DB0" w:rsidP="00BF3171">
                                <w:pPr>
                                  <w:jc w:val="center"/>
                                </w:pPr>
                                <w:r>
                                  <w:t>CCP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Straight Arrow Connector 32"/>
                          <wps:cNvCnPr/>
                          <wps:spPr>
                            <a:xfrm>
                              <a:off x="2971800" y="342900"/>
                              <a:ext cx="10287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Document 33"/>
                          <wps:cNvSpPr/>
                          <wps:spPr>
                            <a:xfrm>
                              <a:off x="4000500" y="0"/>
                              <a:ext cx="914400" cy="612140"/>
                            </a:xfrm>
                            <a:prstGeom prst="flowChartDocument">
                              <a:avLst/>
                            </a:prstGeom>
                          </wps:spPr>
                          <wps:style>
                            <a:lnRef idx="1">
                              <a:schemeClr val="accent1"/>
                            </a:lnRef>
                            <a:fillRef idx="3">
                              <a:schemeClr val="accent1"/>
                            </a:fillRef>
                            <a:effectRef idx="2">
                              <a:schemeClr val="accent1"/>
                            </a:effectRef>
                            <a:fontRef idx="minor">
                              <a:schemeClr val="lt1"/>
                            </a:fontRef>
                          </wps:style>
                          <wps:txbx>
                            <w:txbxContent>
                              <w:p w14:paraId="20AE3D22" w14:textId="77777777" w:rsidR="006A6DB0" w:rsidRDefault="006A6DB0" w:rsidP="00BF3171">
                                <w:pPr>
                                  <w:jc w:val="center"/>
                                </w:pPr>
                                <w:r>
                                  <w:t>Result1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4" name="Group 34"/>
                        <wpg:cNvGrpSpPr/>
                        <wpg:grpSpPr>
                          <a:xfrm>
                            <a:off x="0" y="1600200"/>
                            <a:ext cx="4914900" cy="612140"/>
                            <a:chOff x="0" y="0"/>
                            <a:chExt cx="4914900" cy="612140"/>
                          </a:xfrm>
                        </wpg:grpSpPr>
                        <wps:wsp>
                          <wps:cNvPr id="35" name="Data 35"/>
                          <wps:cNvSpPr/>
                          <wps:spPr>
                            <a:xfrm>
                              <a:off x="0" y="0"/>
                              <a:ext cx="866775" cy="549275"/>
                            </a:xfrm>
                            <a:prstGeom prst="flowChartInputOutput">
                              <a:avLst/>
                            </a:prstGeom>
                          </wps:spPr>
                          <wps:style>
                            <a:lnRef idx="1">
                              <a:schemeClr val="accent1"/>
                            </a:lnRef>
                            <a:fillRef idx="3">
                              <a:schemeClr val="accent1"/>
                            </a:fillRef>
                            <a:effectRef idx="2">
                              <a:schemeClr val="accent1"/>
                            </a:effectRef>
                            <a:fontRef idx="minor">
                              <a:schemeClr val="lt1"/>
                            </a:fontRef>
                          </wps:style>
                          <wps:txbx>
                            <w:txbxContent>
                              <w:p w14:paraId="686D6334" w14:textId="77777777" w:rsidR="006A6DB0" w:rsidRDefault="006A6DB0" w:rsidP="00BF3171">
                                <w:pPr>
                                  <w:jc w:val="center"/>
                                </w:pPr>
                                <w:r>
                                  <w:t>User File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6" name="Straight Arrow Connector 36"/>
                          <wps:cNvCnPr/>
                          <wps:spPr>
                            <a:xfrm>
                              <a:off x="800100" y="342900"/>
                              <a:ext cx="12573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7" name="Text Box 37"/>
                          <wps:cNvSpPr txBox="1"/>
                          <wps:spPr>
                            <a:xfrm>
                              <a:off x="914367" y="114300"/>
                              <a:ext cx="1028700" cy="353695"/>
                            </a:xfrm>
                            <a:prstGeom prst="rect">
                              <a:avLst/>
                            </a:prstGeom>
                            <a:noFill/>
                          </wps:spPr>
                          <wps:txbx>
                            <w:txbxContent>
                              <w:p w14:paraId="242D0ABB" w14:textId="77777777" w:rsidR="006A6DB0" w:rsidRDefault="006A6DB0" w:rsidP="00BF3171">
                                <w:r>
                                  <w:t>Parameters2</w:t>
                                </w:r>
                              </w:p>
                            </w:txbxContent>
                          </wps:txbx>
                          <wps:bodyPr wrap="square" rtlCol="0">
                            <a:spAutoFit/>
                          </wps:bodyPr>
                        </wps:wsp>
                        <wps:wsp>
                          <wps:cNvPr id="38" name="Alternate Process 38"/>
                          <wps:cNvSpPr/>
                          <wps:spPr>
                            <a:xfrm>
                              <a:off x="2057400" y="0"/>
                              <a:ext cx="914400" cy="612140"/>
                            </a:xfrm>
                            <a:prstGeom prst="flowChartAlternateProcess">
                              <a:avLst/>
                            </a:prstGeom>
                          </wps:spPr>
                          <wps:style>
                            <a:lnRef idx="1">
                              <a:schemeClr val="accent1"/>
                            </a:lnRef>
                            <a:fillRef idx="3">
                              <a:schemeClr val="accent1"/>
                            </a:fillRef>
                            <a:effectRef idx="2">
                              <a:schemeClr val="accent1"/>
                            </a:effectRef>
                            <a:fontRef idx="minor">
                              <a:schemeClr val="lt1"/>
                            </a:fontRef>
                          </wps:style>
                          <wps:txbx>
                            <w:txbxContent>
                              <w:p w14:paraId="238F6C23" w14:textId="77777777" w:rsidR="006A6DB0" w:rsidRDefault="006A6DB0" w:rsidP="00BF3171">
                                <w:pPr>
                                  <w:jc w:val="center"/>
                                </w:pPr>
                                <w:r>
                                  <w:t>CCP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Straight Arrow Connector 39"/>
                          <wps:cNvCnPr/>
                          <wps:spPr>
                            <a:xfrm>
                              <a:off x="2971800" y="342900"/>
                              <a:ext cx="10287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40" name="Document 40"/>
                          <wps:cNvSpPr/>
                          <wps:spPr>
                            <a:xfrm>
                              <a:off x="4000500" y="0"/>
                              <a:ext cx="914400" cy="612140"/>
                            </a:xfrm>
                            <a:prstGeom prst="flowChartDocument">
                              <a:avLst/>
                            </a:prstGeom>
                          </wps:spPr>
                          <wps:style>
                            <a:lnRef idx="1">
                              <a:schemeClr val="accent1"/>
                            </a:lnRef>
                            <a:fillRef idx="3">
                              <a:schemeClr val="accent1"/>
                            </a:fillRef>
                            <a:effectRef idx="2">
                              <a:schemeClr val="accent1"/>
                            </a:effectRef>
                            <a:fontRef idx="minor">
                              <a:schemeClr val="lt1"/>
                            </a:fontRef>
                          </wps:style>
                          <wps:txbx>
                            <w:txbxContent>
                              <w:p w14:paraId="7DA056AD" w14:textId="77777777" w:rsidR="006A6DB0" w:rsidRDefault="006A6DB0" w:rsidP="00BF3171">
                                <w:pPr>
                                  <w:jc w:val="center"/>
                                </w:pPr>
                                <w:r>
                                  <w:t>Result2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1" name="Group 41"/>
                        <wpg:cNvGrpSpPr/>
                        <wpg:grpSpPr>
                          <a:xfrm>
                            <a:off x="0" y="3886200"/>
                            <a:ext cx="4914900" cy="612140"/>
                            <a:chOff x="0" y="0"/>
                            <a:chExt cx="4914900" cy="612140"/>
                          </a:xfrm>
                        </wpg:grpSpPr>
                        <wps:wsp>
                          <wps:cNvPr id="44" name="Data 44"/>
                          <wps:cNvSpPr/>
                          <wps:spPr>
                            <a:xfrm>
                              <a:off x="0" y="0"/>
                              <a:ext cx="866775" cy="549275"/>
                            </a:xfrm>
                            <a:prstGeom prst="flowChartInputOutput">
                              <a:avLst/>
                            </a:prstGeom>
                          </wps:spPr>
                          <wps:style>
                            <a:lnRef idx="1">
                              <a:schemeClr val="accent1"/>
                            </a:lnRef>
                            <a:fillRef idx="3">
                              <a:schemeClr val="accent1"/>
                            </a:fillRef>
                            <a:effectRef idx="2">
                              <a:schemeClr val="accent1"/>
                            </a:effectRef>
                            <a:fontRef idx="minor">
                              <a:schemeClr val="lt1"/>
                            </a:fontRef>
                          </wps:style>
                          <wps:txbx>
                            <w:txbxContent>
                              <w:p w14:paraId="69F0B86B" w14:textId="77777777" w:rsidR="006A6DB0" w:rsidRDefault="006A6DB0" w:rsidP="00BF3171">
                                <w:pPr>
                                  <w:jc w:val="center"/>
                                </w:pPr>
                                <w:r>
                                  <w:t>User File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6" name="Straight Arrow Connector 46"/>
                          <wps:cNvCnPr/>
                          <wps:spPr>
                            <a:xfrm>
                              <a:off x="800100" y="342900"/>
                              <a:ext cx="12573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50" name="Text Box 50"/>
                          <wps:cNvSpPr txBox="1"/>
                          <wps:spPr>
                            <a:xfrm>
                              <a:off x="914367" y="114300"/>
                              <a:ext cx="1028700" cy="353695"/>
                            </a:xfrm>
                            <a:prstGeom prst="rect">
                              <a:avLst/>
                            </a:prstGeom>
                            <a:noFill/>
                          </wps:spPr>
                          <wps:txbx>
                            <w:txbxContent>
                              <w:p w14:paraId="6F54E3E5" w14:textId="77777777" w:rsidR="006A6DB0" w:rsidRDefault="006A6DB0" w:rsidP="00BF3171">
                                <w:r>
                                  <w:t>Read data</w:t>
                                </w:r>
                              </w:p>
                            </w:txbxContent>
                          </wps:txbx>
                          <wps:bodyPr wrap="square" rtlCol="0">
                            <a:spAutoFit/>
                          </wps:bodyPr>
                        </wps:wsp>
                        <wps:wsp>
                          <wps:cNvPr id="51" name="Alternate Process 51"/>
                          <wps:cNvSpPr/>
                          <wps:spPr>
                            <a:xfrm>
                              <a:off x="2057400" y="0"/>
                              <a:ext cx="914400" cy="612140"/>
                            </a:xfrm>
                            <a:prstGeom prst="flowChartAlternateProcess">
                              <a:avLst/>
                            </a:prstGeom>
                          </wps:spPr>
                          <wps:style>
                            <a:lnRef idx="1">
                              <a:schemeClr val="accent1"/>
                            </a:lnRef>
                            <a:fillRef idx="3">
                              <a:schemeClr val="accent1"/>
                            </a:fillRef>
                            <a:effectRef idx="2">
                              <a:schemeClr val="accent1"/>
                            </a:effectRef>
                            <a:fontRef idx="minor">
                              <a:schemeClr val="lt1"/>
                            </a:fontRef>
                          </wps:style>
                          <wps:txbx>
                            <w:txbxContent>
                              <w:p w14:paraId="70C3DCB6" w14:textId="77777777" w:rsidR="006A6DB0" w:rsidRDefault="006A6DB0" w:rsidP="00BF3171">
                                <w:pPr>
                                  <w:jc w:val="center"/>
                                </w:pPr>
                                <w:r>
                                  <w:t>CCP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Straight Arrow Connector 52"/>
                          <wps:cNvCnPr/>
                          <wps:spPr>
                            <a:xfrm>
                              <a:off x="2971800" y="342900"/>
                              <a:ext cx="10287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53" name="Document 53"/>
                          <wps:cNvSpPr/>
                          <wps:spPr>
                            <a:xfrm>
                              <a:off x="4000500" y="0"/>
                              <a:ext cx="914400" cy="612140"/>
                            </a:xfrm>
                            <a:prstGeom prst="flowChartDocument">
                              <a:avLst/>
                            </a:prstGeom>
                          </wps:spPr>
                          <wps:style>
                            <a:lnRef idx="1">
                              <a:schemeClr val="accent1"/>
                            </a:lnRef>
                            <a:fillRef idx="3">
                              <a:schemeClr val="accent1"/>
                            </a:fillRef>
                            <a:effectRef idx="2">
                              <a:schemeClr val="accent1"/>
                            </a:effectRef>
                            <a:fontRef idx="minor">
                              <a:schemeClr val="lt1"/>
                            </a:fontRef>
                          </wps:style>
                          <wps:txbx>
                            <w:txbxContent>
                              <w:p w14:paraId="3AE4DF04" w14:textId="77777777" w:rsidR="006A6DB0" w:rsidRDefault="006A6DB0" w:rsidP="00BF3171">
                                <w:pPr>
                                  <w:jc w:val="center"/>
                                </w:pPr>
                                <w:r>
                                  <w:t>Optimum result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4" name="Multidocument 54"/>
                        <wps:cNvSpPr/>
                        <wps:spPr>
                          <a:xfrm>
                            <a:off x="4000500" y="2743200"/>
                            <a:ext cx="1060450" cy="758825"/>
                          </a:xfrm>
                          <a:prstGeom prst="flowChartMultidocument">
                            <a:avLst/>
                          </a:prstGeom>
                        </wps:spPr>
                        <wps:style>
                          <a:lnRef idx="1">
                            <a:schemeClr val="accent1"/>
                          </a:lnRef>
                          <a:fillRef idx="3">
                            <a:schemeClr val="accent1"/>
                          </a:fillRef>
                          <a:effectRef idx="2">
                            <a:schemeClr val="accent1"/>
                          </a:effectRef>
                          <a:fontRef idx="minor">
                            <a:schemeClr val="lt1"/>
                          </a:fontRef>
                        </wps:style>
                        <wps:txbx>
                          <w:txbxContent>
                            <w:p w14:paraId="04A81554" w14:textId="77777777" w:rsidR="006A6DB0" w:rsidRDefault="006A6DB0" w:rsidP="00BF3171">
                              <w:pPr>
                                <w:jc w:val="center"/>
                              </w:pPr>
                              <w:r>
                                <w:t>Results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Document 55"/>
                        <wps:cNvSpPr/>
                        <wps:spPr>
                          <a:xfrm>
                            <a:off x="1943100" y="2743200"/>
                            <a:ext cx="1028700" cy="612140"/>
                          </a:xfrm>
                          <a:prstGeom prst="flowChartDocument">
                            <a:avLst/>
                          </a:prstGeom>
                        </wps:spPr>
                        <wps:style>
                          <a:lnRef idx="1">
                            <a:schemeClr val="accent1"/>
                          </a:lnRef>
                          <a:fillRef idx="3">
                            <a:schemeClr val="accent1"/>
                          </a:fillRef>
                          <a:effectRef idx="2">
                            <a:schemeClr val="accent1"/>
                          </a:effectRef>
                          <a:fontRef idx="minor">
                            <a:schemeClr val="lt1"/>
                          </a:fontRef>
                        </wps:style>
                        <wps:txbx>
                          <w:txbxContent>
                            <w:p w14:paraId="1E89A5C2" w14:textId="77777777" w:rsidR="006A6DB0" w:rsidRDefault="006A6DB0" w:rsidP="00BF3171">
                              <w:pPr>
                                <w:jc w:val="center"/>
                              </w:pPr>
                              <w:r>
                                <w:t>Optimum parameters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Freeform 56"/>
                        <wps:cNvSpPr/>
                        <wps:spPr>
                          <a:xfrm>
                            <a:off x="4931410" y="1866900"/>
                            <a:ext cx="441960" cy="1125855"/>
                          </a:xfrm>
                          <a:custGeom>
                            <a:avLst/>
                            <a:gdLst>
                              <a:gd name="connsiteX0" fmla="*/ 0 w 568325"/>
                              <a:gd name="connsiteY0" fmla="*/ 0 h 1126067"/>
                              <a:gd name="connsiteX1" fmla="*/ 567267 w 568325"/>
                              <a:gd name="connsiteY1" fmla="*/ 694267 h 1126067"/>
                              <a:gd name="connsiteX2" fmla="*/ 152400 w 568325"/>
                              <a:gd name="connsiteY2" fmla="*/ 1126067 h 1126067"/>
                              <a:gd name="connsiteX0" fmla="*/ 0 w 442153"/>
                              <a:gd name="connsiteY0" fmla="*/ 0 h 1126067"/>
                              <a:gd name="connsiteX1" fmla="*/ 440690 w 442153"/>
                              <a:gd name="connsiteY1" fmla="*/ 762143 h 1126067"/>
                              <a:gd name="connsiteX2" fmla="*/ 152400 w 442153"/>
                              <a:gd name="connsiteY2" fmla="*/ 1126067 h 1126067"/>
                            </a:gdLst>
                            <a:ahLst/>
                            <a:cxnLst>
                              <a:cxn ang="0">
                                <a:pos x="connsiteX0" y="connsiteY0"/>
                              </a:cxn>
                              <a:cxn ang="0">
                                <a:pos x="connsiteX1" y="connsiteY1"/>
                              </a:cxn>
                              <a:cxn ang="0">
                                <a:pos x="connsiteX2" y="connsiteY2"/>
                              </a:cxn>
                            </a:cxnLst>
                            <a:rect l="l" t="t" r="r" b="b"/>
                            <a:pathLst>
                              <a:path w="442153" h="1126067">
                                <a:moveTo>
                                  <a:pt x="0" y="0"/>
                                </a:moveTo>
                                <a:cubicBezTo>
                                  <a:pt x="270933" y="253294"/>
                                  <a:pt x="415290" y="574465"/>
                                  <a:pt x="440690" y="762143"/>
                                </a:cubicBezTo>
                                <a:cubicBezTo>
                                  <a:pt x="466090" y="949821"/>
                                  <a:pt x="152400" y="1126067"/>
                                  <a:pt x="152400" y="1126067"/>
                                </a:cubicBezTo>
                              </a:path>
                            </a:pathLst>
                          </a:cu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Freeform 57"/>
                        <wps:cNvSpPr/>
                        <wps:spPr>
                          <a:xfrm>
                            <a:off x="4914900" y="1143000"/>
                            <a:ext cx="568325" cy="1828800"/>
                          </a:xfrm>
                          <a:custGeom>
                            <a:avLst/>
                            <a:gdLst>
                              <a:gd name="connsiteX0" fmla="*/ 0 w 568325"/>
                              <a:gd name="connsiteY0" fmla="*/ 0 h 1126067"/>
                              <a:gd name="connsiteX1" fmla="*/ 567267 w 568325"/>
                              <a:gd name="connsiteY1" fmla="*/ 694267 h 1126067"/>
                              <a:gd name="connsiteX2" fmla="*/ 152400 w 568325"/>
                              <a:gd name="connsiteY2" fmla="*/ 1126067 h 1126067"/>
                              <a:gd name="connsiteX0" fmla="*/ 0 w 572548"/>
                              <a:gd name="connsiteY0" fmla="*/ 0 h 1126067"/>
                              <a:gd name="connsiteX1" fmla="*/ 571500 w 572548"/>
                              <a:gd name="connsiteY1" fmla="*/ 914929 h 1126067"/>
                              <a:gd name="connsiteX2" fmla="*/ 152400 w 572548"/>
                              <a:gd name="connsiteY2" fmla="*/ 1126067 h 1126067"/>
                            </a:gdLst>
                            <a:ahLst/>
                            <a:cxnLst>
                              <a:cxn ang="0">
                                <a:pos x="connsiteX0" y="connsiteY0"/>
                              </a:cxn>
                              <a:cxn ang="0">
                                <a:pos x="connsiteX1" y="connsiteY1"/>
                              </a:cxn>
                              <a:cxn ang="0">
                                <a:pos x="connsiteX2" y="connsiteY2"/>
                              </a:cxn>
                            </a:cxnLst>
                            <a:rect l="l" t="t" r="r" b="b"/>
                            <a:pathLst>
                              <a:path w="572548" h="1126067">
                                <a:moveTo>
                                  <a:pt x="0" y="0"/>
                                </a:moveTo>
                                <a:cubicBezTo>
                                  <a:pt x="270933" y="253294"/>
                                  <a:pt x="546100" y="727251"/>
                                  <a:pt x="571500" y="914929"/>
                                </a:cubicBezTo>
                                <a:cubicBezTo>
                                  <a:pt x="596900" y="1102607"/>
                                  <a:pt x="152400" y="1126067"/>
                                  <a:pt x="152400" y="1126067"/>
                                </a:cubicBezTo>
                              </a:path>
                            </a:pathLst>
                          </a:custGeom>
                        </wps:spPr>
                        <wps:style>
                          <a:lnRef idx="2">
                            <a:schemeClr val="accent1"/>
                          </a:lnRef>
                          <a:fillRef idx="0">
                            <a:schemeClr val="accent1"/>
                          </a:fillRef>
                          <a:effectRef idx="1">
                            <a:schemeClr val="accent1"/>
                          </a:effectRef>
                          <a:fontRef idx="minor">
                            <a:schemeClr val="tx1"/>
                          </a:fontRef>
                        </wps:style>
                        <wps:txbx>
                          <w:txbxContent>
                            <w:p w14:paraId="6353DFB8" w14:textId="77777777" w:rsidR="006A6DB0" w:rsidRDefault="006A6DB0" w:rsidP="00BF317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Freeform 58"/>
                        <wps:cNvSpPr/>
                        <wps:spPr>
                          <a:xfrm>
                            <a:off x="4914900" y="342900"/>
                            <a:ext cx="686640" cy="2628900"/>
                          </a:xfrm>
                          <a:custGeom>
                            <a:avLst/>
                            <a:gdLst>
                              <a:gd name="connsiteX0" fmla="*/ 0 w 568325"/>
                              <a:gd name="connsiteY0" fmla="*/ 0 h 1126067"/>
                              <a:gd name="connsiteX1" fmla="*/ 567267 w 568325"/>
                              <a:gd name="connsiteY1" fmla="*/ 694267 h 1126067"/>
                              <a:gd name="connsiteX2" fmla="*/ 152400 w 568325"/>
                              <a:gd name="connsiteY2" fmla="*/ 1126067 h 1126067"/>
                              <a:gd name="connsiteX0" fmla="*/ 0 w 686640"/>
                              <a:gd name="connsiteY0" fmla="*/ 0 h 1126067"/>
                              <a:gd name="connsiteX1" fmla="*/ 685800 w 686640"/>
                              <a:gd name="connsiteY1" fmla="*/ 881270 h 1126067"/>
                              <a:gd name="connsiteX2" fmla="*/ 152400 w 686640"/>
                              <a:gd name="connsiteY2" fmla="*/ 1126067 h 1126067"/>
                              <a:gd name="connsiteX0" fmla="*/ 0 w 686845"/>
                              <a:gd name="connsiteY0" fmla="*/ 0 h 1126067"/>
                              <a:gd name="connsiteX1" fmla="*/ 686005 w 686845"/>
                              <a:gd name="connsiteY1" fmla="*/ 930229 h 1126067"/>
                              <a:gd name="connsiteX2" fmla="*/ 152400 w 686845"/>
                              <a:gd name="connsiteY2" fmla="*/ 1126067 h 1126067"/>
                            </a:gdLst>
                            <a:ahLst/>
                            <a:cxnLst>
                              <a:cxn ang="0">
                                <a:pos x="connsiteX0" y="connsiteY0"/>
                              </a:cxn>
                              <a:cxn ang="0">
                                <a:pos x="connsiteX1" y="connsiteY1"/>
                              </a:cxn>
                              <a:cxn ang="0">
                                <a:pos x="connsiteX2" y="connsiteY2"/>
                              </a:cxn>
                            </a:cxnLst>
                            <a:rect l="l" t="t" r="r" b="b"/>
                            <a:pathLst>
                              <a:path w="686845" h="1126067">
                                <a:moveTo>
                                  <a:pt x="0" y="0"/>
                                </a:moveTo>
                                <a:cubicBezTo>
                                  <a:pt x="270933" y="253294"/>
                                  <a:pt x="660605" y="742551"/>
                                  <a:pt x="686005" y="930229"/>
                                </a:cubicBezTo>
                                <a:cubicBezTo>
                                  <a:pt x="711405" y="1117907"/>
                                  <a:pt x="152400" y="1126067"/>
                                  <a:pt x="152400" y="1126067"/>
                                </a:cubicBezTo>
                              </a:path>
                            </a:pathLst>
                          </a:cu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Straight Arrow Connector 59"/>
                        <wps:cNvCnPr/>
                        <wps:spPr>
                          <a:xfrm flipH="1">
                            <a:off x="2971800" y="3086100"/>
                            <a:ext cx="10287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61" name="Text Box 3"/>
                        <wps:cNvSpPr txBox="1"/>
                        <wps:spPr>
                          <a:xfrm>
                            <a:off x="3086100" y="2857500"/>
                            <a:ext cx="800100" cy="269875"/>
                          </a:xfrm>
                          <a:prstGeom prst="rect">
                            <a:avLst/>
                          </a:prstGeom>
                          <a:noFill/>
                        </wps:spPr>
                        <wps:txbx>
                          <w:txbxContent>
                            <w:p w14:paraId="47A26176" w14:textId="77777777" w:rsidR="006A6DB0" w:rsidRDefault="006A6DB0" w:rsidP="00BF3171">
                              <w:r>
                                <w:t>Analysis</w:t>
                              </w:r>
                            </w:p>
                          </w:txbxContent>
                        </wps:txbx>
                        <wps:bodyPr wrap="square" rtlCol="0">
                          <a:noAutofit/>
                        </wps:bodyPr>
                      </wps:wsp>
                      <wps:wsp>
                        <wps:cNvPr id="62" name="Straight Arrow Connector 62"/>
                        <wps:cNvCnPr/>
                        <wps:spPr>
                          <a:xfrm>
                            <a:off x="2514600" y="3314700"/>
                            <a:ext cx="0" cy="5715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anchor>
            </w:drawing>
          </mc:Choice>
          <mc:Fallback>
            <w:pict>
              <v:group id="Group 4" o:spid="_x0000_s1027" style="position:absolute;margin-left:6pt;margin-top:13.05pt;width:441.05pt;height:354.2pt;z-index:251661312" coordsize="5601540,44983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">
                <v:group id="Group 5" o:spid="_x0000_s1028" style="position:absolute;width:4914900;height:730250" coordsize="4914900,73025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92YMoxAAAANoAAAAP&#10;AAAAAAAAAAAAAAAAAKkCAABkcnMvZG93bnJldi54bWxQSwUGAAAAAAQABAD6AAAAmgMAAAAA&#10;">
                  <v:shapetype id="_x0000_t111" coordsize="21600,21600" o:spt="111" path="m4321,0l21600,,17204,21600,,21600xe">
                    <v:stroke joinstyle="miter"/>
                    <v:path gradientshapeok="t" o:connecttype="custom" o:connectlocs="12961,0;10800,0;2161,10800;8602,21600;10800,21600;19402,10800" textboxrect="4321,0,17204,21600"/>
                  </v:shapetype>
                  <v:shape id="Data 6" o:spid="_x0000_s1029" type="#_x0000_t111" style="position:absolute;width:866775;height:5492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lEmAwAAA&#10;ANoAAAAPAAAAZHJzL2Rvd25yZXYueG1sRI9Bi8IwFITvwv6H8Bb2IpruHopU0yKC4HqzFc+P5tkW&#10;m5eSRFv//WZB8DjMzDfMpphMLx7kfGdZwfcyAUFcW91xo+Bc7RcrED4ga+wtk4IneSjyj9kGM21H&#10;PtGjDI2IEPYZKmhDGDIpfd2SQb+0A3H0rtYZDFG6RmqHY4SbXv4kSSoNdhwXWhxo11J9K+9GwTyt&#10;fi9VM+5PehiPqXb6WR6DUl+f03YNItAU3uFX+6AVpPB/Jd4Amf8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5lEmAwAAAANoAAAAPAAAAAAAAAAAAAAAAAJcCAABkcnMvZG93bnJl&#10;di54bWxQSwUGAAAAAAQABAD1AAAAhAMAAAAA&#10;" fillcolor="#254163 [1636]" strokecolor="#4579b8 [3044]">
                    <v:fill color2="#4477b6 [3012]" rotate="t" colors="0 #2c5d98;52429f #3c7bc7;1 #3a7ccb" type="gradient">
                      <o:fill v:ext="view" type="gradientUnscaled"/>
                    </v:fill>
                    <v:shadow on="t" opacity="22937f" mv:blur="40000f" origin=",.5" offset="0,23000emu"/>
                    <v:textbox>
                      <w:txbxContent>
                        <w:p w14:paraId="30AC7529" w14:textId="77777777" w:rsidR="00954804" w:rsidRDefault="00954804" w:rsidP="00BF3171">
                          <w:pPr>
                            <w:jc w:val="center"/>
                          </w:pPr>
                          <w:r>
                            <w:t>User File</w:t>
                          </w:r>
                        </w:p>
                      </w:txbxContent>
                    </v:textbox>
                  </v:shape>
                  <v:shapetype id="_x0000_t32" coordsize="21600,21600" o:spt="32" o:oned="t" path="m0,0l21600,21600e" filled="f">
                    <v:path arrowok="t" fillok="f" o:connecttype="none"/>
                    <o:lock v:ext="edit" shapetype="t"/>
                  </v:shapetype>
                  <v:shape id="Straight Arrow Connector 7" o:spid="_x0000_s1030" type="#_x0000_t32" style="position:absolute;left:800100;top:342900;width:12573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zmU4MQAAADaAAAADwAAAGRycy9kb3ducmV2LnhtbESPT2sCMRTE70K/Q3iF3jRbD1VWo7QW&#10;26LS4p9Dj4/Nc3fp5iUk6bp+eyMIHoeZ+Q0znXemES35UFtW8DzIQBAXVtdcKjjsl/0xiBCRNTaW&#10;ScGZAsxnD70p5tqeeEvtLpYiQTjkqKCK0eVShqIig2FgHXHyjtYbjEn6UmqPpwQ3jRxm2Ys0WHNa&#10;qNDRoqLib/dvFKw2n4vYZv7s3r/pZ+zWb8ffj06pp8fudQIiUhfv4Vv7SysYwfVKugFydg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fOZTgxAAAANoAAAAPAAAAAAAAAAAA&#10;AAAAAKECAABkcnMvZG93bnJldi54bWxQSwUGAAAAAAQABAD5AAAAkgMAAAAA&#10;" strokecolor="#4f81bd [3204]" strokeweight="2pt">
                    <v:stroke endarrow="open"/>
                    <v:shadow on="t" opacity="24903f" mv:blur="40000f" origin=",.5" offset="0,20000emu"/>
                  </v:shape>
                  <v:shape id="Text Box 10" o:spid="_x0000_s1031" type="#_x0000_t202" style="position:absolute;left:914367;top:114300;width:1028700;height:6159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g2c4wgAA&#10;ANsAAAAPAAAAZHJzL2Rvd25yZXYueG1sRI9Ba8MwDIXvg/0Ho8Juq9PBysjqltJ10MMu7bK7iNU4&#10;NJZDrDbpv58Og90k3tN7n1abKXbmRkNuEztYzAswxHXyLTcOqu/P5zcwWZA9donJwZ0ybNaPDyss&#10;fRr5SLeTNEZDOJfoIIj0pbW5DhQxz1NPrNo5DRFF16GxfsBRw2NnX4piaSO2rA0Be9oFqi+na3Qg&#10;4reLe7WP+fAzfX2MoahfsXLuaTZt38EITfJv/rs+eMVXev1FB7Dr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qDZzjCAAAA2wAAAA8AAAAAAAAAAAAAAAAAlwIAAGRycy9kb3du&#10;cmV2LnhtbFBLBQYAAAAABAAEAPUAAACGAwAAAAA=&#10;" filled="f" stroked="f">
                    <v:textbox style="mso-fit-shape-to-text:t">
                      <w:txbxContent>
                        <w:p w14:paraId="183E58F4" w14:textId="77777777" w:rsidR="00954804" w:rsidRDefault="00954804" w:rsidP="00BF3171">
                          <w:r>
                            <w:t>Baseline</w:t>
                          </w:r>
                        </w:p>
                        <w:p w14:paraId="2AE748B5" w14:textId="77777777" w:rsidR="00954804" w:rsidRDefault="00954804" w:rsidP="00BF3171">
                          <w:r>
                            <w:t>Parameters</w:t>
                          </w:r>
                        </w:p>
                      </w:txbxContent>
                    </v:textbox>
                  </v:shape>
                  <v:shapetype id="_x0000_t176" coordsize="21600,21600" o:spt="176" adj="2700" path="m@0,0qx0@0l0@2qy@0,21600l@1,21600qx21600@2l21600@0qy@1,0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lternate Process 14" o:spid="_x0000_s1032" type="#_x0000_t176" style="position:absolute;left:2057400;width:914400;height:6121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mp1QwAAA&#10;ANsAAAAPAAAAZHJzL2Rvd25yZXYueG1sRE9Li8IwEL4L/ocwwt40VUSkmhYfiAsLK3Y9eByasS02&#10;k9pE7f57syDsbT6+5yzTztTiQa2rLCsYjyIQxLnVFRcKTj+74RyE88gaa8uk4JccpEm/t8RY2ycf&#10;6ZH5QoQQdjEqKL1vYildXpJBN7INceAutjXoA2wLqVt8hnBTy0kUzaTBikNDiQ1tSsqv2d0oqM51&#10;dl5vs92Rbt+0/7IHYjoo9THoVgsQnjr/L367P3WYP4W/X8IBMnk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Cmp1QwAAAANsAAAAPAAAAAAAAAAAAAAAAAJcCAABkcnMvZG93bnJl&#10;di54bWxQSwUGAAAAAAQABAD1AAAAhAMAAAAA&#10;" fillcolor="#254163 [1636]" strokecolor="#4579b8 [3044]">
                    <v:fill color2="#4477b6 [3012]" rotate="t" colors="0 #2c5d98;52429f #3c7bc7;1 #3a7ccb" type="gradient">
                      <o:fill v:ext="view" type="gradientUnscaled"/>
                    </v:fill>
                    <v:shadow on="t" opacity="22937f" mv:blur="40000f" origin=",.5" offset="0,23000emu"/>
                    <v:textbox>
                      <w:txbxContent>
                        <w:p w14:paraId="0B5C6410" w14:textId="77777777" w:rsidR="00954804" w:rsidRDefault="00954804" w:rsidP="00BF3171">
                          <w:pPr>
                            <w:jc w:val="center"/>
                          </w:pPr>
                          <w:r>
                            <w:t>CCP</w:t>
                          </w:r>
                        </w:p>
                      </w:txbxContent>
                    </v:textbox>
                  </v:shape>
                  <v:shape id="Straight Arrow Connector 15" o:spid="_x0000_s1033" type="#_x0000_t32" style="position:absolute;left:2971800;top:342900;width:10287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uhJQcIAAADbAAAADwAAAGRycy9kb3ducmV2LnhtbERPS2sCMRC+F/wPYQRvNWvBIluj+KAq&#10;bVFqe/A4bMbdxc0kJHFd/31TKPQ2H99zpvPONKIlH2rLCkbDDARxYXXNpYLvr9fHCYgQkTU2lknB&#10;nQLMZ72HKeba3viT2mMsRQrhkKOCKkaXSxmKigyGoXXEiTtbbzAm6EupPd5SuGnkU5Y9S4M1p4YK&#10;Ha0qKi7Hq1Hw9rFdxTbzd7fe02Hi3pfn06ZTatDvFi8gInXxX/zn3uk0fwy/v6QD5OwH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IuhJQcIAAADbAAAADwAAAAAAAAAAAAAA&#10;AAChAgAAZHJzL2Rvd25yZXYueG1sUEsFBgAAAAAEAAQA+QAAAJADAAAAAA==&#10;" strokecolor="#4f81bd [3204]" strokeweight="2pt">
                    <v:stroke endarrow="open"/>
                    <v:shadow on="t" opacity="24903f" mv:blur="40000f" origin=",.5" offset="0,20000emu"/>
                  </v:shape>
                  <v:shapetype id="_x0000_t114" coordsize="21600,21600" o:spt="114" path="m0,20172c945,20572,1887,20800,2795,21085,3587,21312,4342,21370,5060,21597,7097,21597,7627,21370,8155,21312,8722,21197,9325,20970,9855,20800,10345,20572,10800,20400,11327,20060,11817,19887,12347,19660,12875,19375,13442,19147,13970,18862,14575,18635,15177,18462,15782,18122,16537,17950,17255,17837,17935,17552,18765,17437,19635,17437,20577,17322,21597,17322l21597,,,0xe">
                    <v:stroke joinstyle="miter"/>
                    <v:path o:connecttype="custom" o:connectlocs="10800,0;0,10800;10800,20400;21600,10800" textboxrect="0,0,21600,17322"/>
                  </v:shapetype>
                  <v:shape id="Document 16" o:spid="_x0000_s1034" type="#_x0000_t114" style="position:absolute;left:4000500;width:914400;height:6121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O+i1wwAA&#10;ANsAAAAPAAAAZHJzL2Rvd25yZXYueG1sRI/RasJAEEXfBf9hGaFvuqmWtERXESFQKD5o/IBpdprE&#10;ZmfD7iamf+8WBN9muPeeubPZjaYVAznfWFbwukhAEJdWN1wpuBT5/AOED8gaW8uk4I887LbTyQYz&#10;bW98ouEcKhEh7DNUUIfQZVL6siaDfmE74qj9WGcwxNVVUju8Rbhp5TJJUmmw4Xihxo4ONZW/595E&#10;yjG/DsVqdUrz/oDvvbPd1/ebUi+zcb8GEWgMT/Mj/alj/RT+f4kDyO0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aO+i1wwAAANsAAAAPAAAAAAAAAAAAAAAAAJcCAABkcnMvZG93&#10;bnJldi54bWxQSwUGAAAAAAQABAD1AAAAhwMAAAAA&#10;" fillcolor="#254163 [1636]" strokecolor="#4579b8 [3044]">
                    <v:fill color2="#4477b6 [3012]" rotate="t" colors="0 #2c5d98;52429f #3c7bc7;1 #3a7ccb" type="gradient">
                      <o:fill v:ext="view" type="gradientUnscaled"/>
                    </v:fill>
                    <v:shadow on="t" opacity="22937f" mv:blur="40000f" origin=",.5" offset="0,23000emu"/>
                    <v:textbox>
                      <w:txbxContent>
                        <w:p w14:paraId="6C99CB2E" w14:textId="77777777" w:rsidR="00954804" w:rsidRDefault="00954804" w:rsidP="00BF3171">
                          <w:pPr>
                            <w:jc w:val="center"/>
                          </w:pPr>
                          <w:r>
                            <w:t>Baseline result</w:t>
                          </w:r>
                        </w:p>
                      </w:txbxContent>
                    </v:textbox>
                  </v:shape>
                </v:group>
                <v:group id="Group 19" o:spid="_x0000_s1035" style="position:absolute;top:800100;width:4914900;height:612140" coordsize="4914900,6121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8B2uHwQAAANsAAAAPAAAAZHJzL2Rvd25yZXYueG1sRE9Ni8IwEL0L+x/CLHjT&#10;tLsobtcoIq54EEFdEG9DM7bFZlKa2NZ/bwTB2zze50znnSlFQ7UrLCuIhxEI4tTqgjMF/8e/wQSE&#10;88gaS8uk4E4O5rOP3hQTbVveU3PwmQgh7BJUkHtfJVK6NCeDbmgr4sBdbG3QB1hnUtfYhnBTyq8o&#10;GkuDBYeGHCta5pReDzejYN1iu/iOV832elnez8fR7rSNSan+Z7f4BeGp82/xy73RYf4P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8B2uHwQAAANsAAAAPAAAA&#10;AAAAAAAAAAAAAKkCAABkcnMvZG93bnJldi54bWxQSwUGAAAAAAQABAD6AAAAlwMAAAAA&#10;">
                  <v:shape id="Data 21" o:spid="_x0000_s1036" type="#_x0000_t111" style="position:absolute;width:866775;height:5492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BprwgAA&#10;ANsAAAAPAAAAZHJzL2Rvd25yZXYueG1sRI/NasMwEITvhb6D2EIupZaTgymuZRMCgTa32CXnxdra&#10;ptbKSKp/3r4KFHocZuYbpqhWM4qZnB8sK9gnKQji1uqBOwWfzfnlFYQPyBpHy6RgIw9V+fhQYK7t&#10;wlea69CJCGGfo4I+hCmX0rc9GfSJnYij92WdwRCl66R2uES4GeUhTTNpcOC40ONEp57a7/rHKHjO&#10;mo9b0y3nq56WS6ad3upLUGr3tB7fQARaw3/4r/2uFRz2cP8Sf4Asf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b8GmvCAAAA2wAAAA8AAAAAAAAAAAAAAAAAlwIAAGRycy9kb3du&#10;cmV2LnhtbFBLBQYAAAAABAAEAPUAAACGAwAAAAA=&#10;" fillcolor="#254163 [1636]" strokecolor="#4579b8 [3044]">
                    <v:fill color2="#4477b6 [3012]" rotate="t" colors="0 #2c5d98;52429f #3c7bc7;1 #3a7ccb" type="gradient">
                      <o:fill v:ext="view" type="gradientUnscaled"/>
                    </v:fill>
                    <v:shadow on="t" opacity="22937f" mv:blur="40000f" origin=",.5" offset="0,23000emu"/>
                    <v:textbox>
                      <w:txbxContent>
                        <w:p w14:paraId="26774112" w14:textId="77777777" w:rsidR="00954804" w:rsidRDefault="00954804" w:rsidP="00BF3171">
                          <w:pPr>
                            <w:jc w:val="center"/>
                          </w:pPr>
                          <w:r>
                            <w:t>User File</w:t>
                          </w:r>
                        </w:p>
                      </w:txbxContent>
                    </v:textbox>
                  </v:shape>
                  <v:shape id="Straight Arrow Connector 29" o:spid="_x0000_s1037" type="#_x0000_t32" style="position:absolute;left:800100;top:342900;width:12573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cmJ+cUAAADbAAAADwAAAGRycy9kb3ducmV2LnhtbESPT2sCMRTE7wW/Q3hCbzWrh2JXo7SK&#10;balS8c/B42Pz3F3cvIQkXddv3wiFHoeZ+Q0znXemES35UFtWMBxkIIgLq2suFRwPq6cxiBCRNTaW&#10;ScGNAsxnvYcp5tpeeUftPpYiQTjkqKCK0eVShqIig2FgHXHyztYbjEn6UmqP1wQ3jRxl2bM0WHNa&#10;qNDRoqLisv8xCr42H4vYZv7mlt+0Hbv12/n03in12O9eJyAidfE//Nf+1ApGL3D/kn6AnP0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bcmJ+cUAAADbAAAADwAAAAAAAAAA&#10;AAAAAAChAgAAZHJzL2Rvd25yZXYueG1sUEsFBgAAAAAEAAQA+QAAAJMDAAAAAA==&#10;" strokecolor="#4f81bd [3204]" strokeweight="2pt">
                    <v:stroke endarrow="open"/>
                    <v:shadow on="t" opacity="24903f" mv:blur="40000f" origin=",.5" offset="0,20000emu"/>
                  </v:shape>
                  <v:shape id="Text Box 30" o:spid="_x0000_s1038" type="#_x0000_t202" style="position:absolute;left:914367;top:114300;width:1028700;height:3536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NjtYvgAA&#10;ANsAAAAPAAAAZHJzL2Rvd25yZXYueG1sRE9Na8JAEL0X/A/LCL3VjZUWia4iVsFDL2q8D9kxG8zO&#10;huxo4r/vHgoeH+97uR58ox7UxTqwgekkA0VcBltzZaA47z/moKIgW2wCk4EnRVivRm9LzG3o+UiP&#10;k1QqhXDM0YATaXOtY+nIY5yEljhx19B5lAS7StsO+xTuG/2ZZd/aY82pwWFLW0fl7XT3BkTsZvos&#10;dj4eLsPvT++y8gsLY97Hw2YBSmiQl/jffbAGZml9+pJ+gF79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gTY7WL4AAADbAAAADwAAAAAAAAAAAAAAAACXAgAAZHJzL2Rvd25yZXYu&#10;eG1sUEsFBgAAAAAEAAQA9QAAAIIDAAAAAA==&#10;" filled="f" stroked="f">
                    <v:textbox style="mso-fit-shape-to-text:t">
                      <w:txbxContent>
                        <w:p w14:paraId="7B286B6B" w14:textId="77777777" w:rsidR="00954804" w:rsidRDefault="00954804" w:rsidP="00BF3171">
                          <w:r>
                            <w:t>Parameters1</w:t>
                          </w:r>
                        </w:p>
                      </w:txbxContent>
                    </v:textbox>
                  </v:shape>
                  <v:shape id="Alternate Process 31" o:spid="_x0000_s1039" type="#_x0000_t176" style="position:absolute;left:2057400;width:914400;height:6121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WGKowgAA&#10;ANsAAAAPAAAAZHJzL2Rvd25yZXYueG1sRI9Bi8IwFITvwv6H8Ba8aaoLItW0uCuygqDY3YPHR/Ns&#10;i81LbaLWf28EweMwM98w87QztbhS6yrLCkbDCARxbnXFhYL/v9VgCsJ5ZI21ZVJwJwdp8tGbY6zt&#10;jfd0zXwhAoRdjApK75tYSpeXZNANbUMcvKNtDfog20LqFm8Bbmo5jqKJNFhxWCixoZ+S8lN2MQqq&#10;Q50dvpfZak/nLf1u7I6Ydkr1P7vFDISnzr/Dr/ZaK/gawfNL+AEye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lYYqjCAAAA2wAAAA8AAAAAAAAAAAAAAAAAlwIAAGRycy9kb3du&#10;cmV2LnhtbFBLBQYAAAAABAAEAPUAAACGAwAAAAA=&#10;" fillcolor="#254163 [1636]" strokecolor="#4579b8 [3044]">
                    <v:fill color2="#4477b6 [3012]" rotate="t" colors="0 #2c5d98;52429f #3c7bc7;1 #3a7ccb" type="gradient">
                      <o:fill v:ext="view" type="gradientUnscaled"/>
                    </v:fill>
                    <v:shadow on="t" opacity="22937f" mv:blur="40000f" origin=",.5" offset="0,23000emu"/>
                    <v:textbox>
                      <w:txbxContent>
                        <w:p w14:paraId="2014F073" w14:textId="77777777" w:rsidR="00954804" w:rsidRDefault="00954804" w:rsidP="00BF3171">
                          <w:pPr>
                            <w:jc w:val="center"/>
                          </w:pPr>
                          <w:r>
                            <w:t>CCP</w:t>
                          </w:r>
                        </w:p>
                      </w:txbxContent>
                    </v:textbox>
                  </v:shape>
                  <v:shape id="Straight Arrow Connector 32" o:spid="_x0000_s1040" type="#_x0000_t32" style="position:absolute;left:2971800;top:342900;width:10287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rSNVcUAAADbAAAADwAAAGRycy9kb3ducmV2LnhtbESPW2sCMRSE3wv+h3CEvtWsFkRWo7SW&#10;XrBS8fLg42Fz3F3cnIQkXdd/b4RCH4eZ+YaZLTrTiJZ8qC0rGA4yEMSF1TWXCg7796cJiBCRNTaW&#10;ScGVAizmvYcZ5tpeeEvtLpYiQTjkqKCK0eVShqIig2FgHXHyTtYbjEn6UmqPlwQ3jRxl2VgarDkt&#10;VOhoWVFx3v0aBav15zK2mb+6tx/aTNz36+n40Sn12O9epiAidfE//Nf+0gqeR3D/kn6AnN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5rSNVcUAAADbAAAADwAAAAAAAAAA&#10;AAAAAAChAgAAZHJzL2Rvd25yZXYueG1sUEsFBgAAAAAEAAQA+QAAAJMDAAAAAA==&#10;" strokecolor="#4f81bd [3204]" strokeweight="2pt">
                    <v:stroke endarrow="open"/>
                    <v:shadow on="t" opacity="24903f" mv:blur="40000f" origin=",.5" offset="0,20000emu"/>
                  </v:shape>
                  <v:shape id="Document 33" o:spid="_x0000_s1041" type="#_x0000_t114" style="position:absolute;left:4000500;width:914400;height:6121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RdNwwAA&#10;ANsAAAAPAAAAZHJzL2Rvd25yZXYueG1sRI/RasJAFETfBf9huULfdFNTbImuIkKgUHzQ+AG32dsk&#10;Nns37G5i+vduQfBxmJkzzGY3mlYM5HxjWcHrIgFBXFrdcKXgUuTzDxA+IGtsLZOCP/Kw204nG8y0&#10;vfGJhnOoRISwz1BBHUKXSenLmgz6he2Io/djncEQpaukdniLcNPKZZKspMGG40KNHR1qKn/PvYmU&#10;Y34dijQ9rfL+gO+9s93X95tSL7NxvwYRaAzP8KP9qRWkKfx/iT9Abu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B+RdNwwAAANsAAAAPAAAAAAAAAAAAAAAAAJcCAABkcnMvZG93&#10;bnJldi54bWxQSwUGAAAAAAQABAD1AAAAhwMAAAAA&#10;" fillcolor="#254163 [1636]" strokecolor="#4579b8 [3044]">
                    <v:fill color2="#4477b6 [3012]" rotate="t" colors="0 #2c5d98;52429f #3c7bc7;1 #3a7ccb" type="gradient">
                      <o:fill v:ext="view" type="gradientUnscaled"/>
                    </v:fill>
                    <v:shadow on="t" opacity="22937f" mv:blur="40000f" origin=",.5" offset="0,23000emu"/>
                    <v:textbox>
                      <w:txbxContent>
                        <w:p w14:paraId="20AE3D22" w14:textId="77777777" w:rsidR="00954804" w:rsidRDefault="00954804" w:rsidP="00BF3171">
                          <w:pPr>
                            <w:jc w:val="center"/>
                          </w:pPr>
                          <w:r>
                            <w:t>Result1</w:t>
                          </w:r>
                        </w:p>
                      </w:txbxContent>
                    </v:textbox>
                  </v:shape>
                </v:group>
                <v:group id="Group 34" o:spid="_x0000_s1042" style="position:absolute;top:1600200;width:4914900;height:612140" coordsize="4914900,6121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Zs5h5xAAAANsAAAAPAAAAZHJzL2Rvd25yZXYueG1sRI9Pi8IwFMTvC36H8ARv&#10;a1p1RapRRFzxIIJ/QLw9mmdbbF5Kk23rt98sCHscZuY3zGLVmVI0VLvCsoJ4GIEgTq0uOFNwvXx/&#10;zkA4j6yxtEwKXuRgtex9LDDRtuUTNWefiQBhl6CC3PsqkdKlORl0Q1sRB+9ha4M+yDqTusY2wE0p&#10;R1E0lQYLDgs5VrTJKX2ef4yCXYvtehxvm8PzsXndL1/H2yEmpQb9bj0H4anz/+F3e68VjCf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Zs5h5xAAAANsAAAAP&#10;AAAAAAAAAAAAAAAAAKkCAABkcnMvZG93bnJldi54bWxQSwUGAAAAAAQABAD6AAAAmgMAAAAA&#10;">
                  <v:shape id="Data 35" o:spid="_x0000_s1043" type="#_x0000_t111" style="position:absolute;width:866775;height:5492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Hoq1wQAA&#10;ANsAAAAPAAAAZHJzL2Rvd25yZXYueG1sRI9Bi8IwFITvgv8hPGEvoukqFukaRQTB9WYrnh/Nsy3b&#10;vJQka+u/3ywIHoeZ+YbZ7AbTigc531hW8DlPQBCXVjdcKbgWx9kahA/IGlvLpOBJHnbb8WiDmbY9&#10;X+iRh0pECPsMFdQhdJmUvqzJoJ/bjjh6d+sMhihdJbXDPsJNKxdJkkqDDceFGjs61FT+5L9GwTQt&#10;vm9F1R8vuuvPqXb6mZ+DUh+TYf8FItAQ3uFX+6QVLFfw/yX+ALn9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DB6KtcEAAADbAAAADwAAAAAAAAAAAAAAAACXAgAAZHJzL2Rvd25y&#10;ZXYueG1sUEsFBgAAAAAEAAQA9QAAAIUDAAAAAA==&#10;" fillcolor="#254163 [1636]" strokecolor="#4579b8 [3044]">
                    <v:fill color2="#4477b6 [3012]" rotate="t" colors="0 #2c5d98;52429f #3c7bc7;1 #3a7ccb" type="gradient">
                      <o:fill v:ext="view" type="gradientUnscaled"/>
                    </v:fill>
                    <v:shadow on="t" opacity="22937f" mv:blur="40000f" origin=",.5" offset="0,23000emu"/>
                    <v:textbox>
                      <w:txbxContent>
                        <w:p w14:paraId="686D6334" w14:textId="77777777" w:rsidR="00954804" w:rsidRDefault="00954804" w:rsidP="00BF3171">
                          <w:pPr>
                            <w:jc w:val="center"/>
                          </w:pPr>
                          <w:r>
                            <w:t>User File</w:t>
                          </w:r>
                        </w:p>
                      </w:txbxContent>
                    </v:textbox>
                  </v:shape>
                  <v:shape id="Straight Arrow Connector 36" o:spid="_x0000_s1044" type="#_x0000_t32" style="position:absolute;left:800100;top:342900;width:12573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Y+LVsUAAADbAAAADwAAAGRycy9kb3ducmV2LnhtbESPT2sCMRTE7wW/Q3iF3mq2LYisRmkt&#10;bUWl4p+Dx8fmubu4eQlJuq7f3ghCj8PM/IYZTzvTiJZ8qC0reOlnIIgLq2suFex3X89DECEia2ws&#10;k4ILBZhOeg9jzLU984babSxFgnDIUUEVo8ulDEVFBkPfOuLkHa03GJP0pdQezwluGvmaZQNpsOa0&#10;UKGjWUXFaftnFCxWP7PYZv7iPn9pPXTLj+Phu1Pq6bF7H4GI1MX/8L091wreBnD7kn6AnFw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mY+LVsUAAADbAAAADwAAAAAAAAAA&#10;AAAAAAChAgAAZHJzL2Rvd25yZXYueG1sUEsFBgAAAAAEAAQA+QAAAJMDAAAAAA==&#10;" strokecolor="#4f81bd [3204]" strokeweight="2pt">
                    <v:stroke endarrow="open"/>
                    <v:shadow on="t" opacity="24903f" mv:blur="40000f" origin=",.5" offset="0,20000emu"/>
                  </v:shape>
                  <v:shape id="Text Box 37" o:spid="_x0000_s1045" type="#_x0000_t202" style="position:absolute;left:914367;top:114300;width:1028700;height:3536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36MswgAA&#10;ANsAAAAPAAAAZHJzL2Rvd25yZXYueG1sRI9Ba8JAFITvBf/D8oTe6kaltaSuImrBg5dqvD+yr9nQ&#10;7NuQfZr477uFgsdhZr5hluvBN+pGXawDG5hOMlDEZbA1VwaK8+fLO6goyBabwGTgThHWq9HTEnMb&#10;ev6i20kqlSAcczTgRNpc61g68hgnoSVO3nfoPEqSXaVth32C+0bPsuxNe6w5LThsaeuo/DldvQER&#10;u5nei72Ph8tw3PUuK1+xMOZ5PGw+QAkN8gj/tw/WwHwBf1/SD9Cr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7foyzCAAAA2wAAAA8AAAAAAAAAAAAAAAAAlwIAAGRycy9kb3du&#10;cmV2LnhtbFBLBQYAAAAABAAEAPUAAACGAwAAAAA=&#10;" filled="f" stroked="f">
                    <v:textbox style="mso-fit-shape-to-text:t">
                      <w:txbxContent>
                        <w:p w14:paraId="242D0ABB" w14:textId="77777777" w:rsidR="00954804" w:rsidRDefault="00954804" w:rsidP="00BF3171">
                          <w:r>
                            <w:t>Parameters2</w:t>
                          </w:r>
                        </w:p>
                      </w:txbxContent>
                    </v:textbox>
                  </v:shape>
                  <v:shape id="Alternate Process 38" o:spid="_x0000_s1046" type="#_x0000_t176" style="position:absolute;left:2057400;width:914400;height:6121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Yss1wAAA&#10;ANsAAAAPAAAAZHJzL2Rvd25yZXYueG1sRE/LisIwFN0P+A/hCrMbU0cQqU3FB+KAMNLqwuWlubbF&#10;5qY2Ga1/bxYDLg/nnSx604g7da62rGA8ikAQF1bXXCo4HbdfMxDOI2tsLJOCJzlYpIOPBGNtH5zR&#10;PfelCCHsYlRQed/GUrqiIoNuZFviwF1sZ9AH2JVSd/gI4aaR31E0lQZrDg0VtrSuqLjmf0ZBfW7y&#10;82qTbzO6/dJubw/EdFDqc9gv5yA89f4t/nf/aAWTMDZ8CT9Api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IYss1wAAAANsAAAAPAAAAAAAAAAAAAAAAAJcCAABkcnMvZG93bnJl&#10;di54bWxQSwUGAAAAAAQABAD1AAAAhAMAAAAA&#10;" fillcolor="#254163 [1636]" strokecolor="#4579b8 [3044]">
                    <v:fill color2="#4477b6 [3012]" rotate="t" colors="0 #2c5d98;52429f #3c7bc7;1 #3a7ccb" type="gradient">
                      <o:fill v:ext="view" type="gradientUnscaled"/>
                    </v:fill>
                    <v:shadow on="t" opacity="22937f" mv:blur="40000f" origin=",.5" offset="0,23000emu"/>
                    <v:textbox>
                      <w:txbxContent>
                        <w:p w14:paraId="238F6C23" w14:textId="77777777" w:rsidR="00954804" w:rsidRDefault="00954804" w:rsidP="00BF3171">
                          <w:pPr>
                            <w:jc w:val="center"/>
                          </w:pPr>
                          <w:r>
                            <w:t>CCP</w:t>
                          </w:r>
                        </w:p>
                      </w:txbxContent>
                    </v:textbox>
                  </v:shape>
                  <v:shape id="Straight Arrow Connector 39" o:spid="_x0000_s1047" type="#_x0000_t32" style="position:absolute;left:2971800;top:342900;width:10287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BAfJMUAAADbAAAADwAAAGRycy9kb3ducmV2LnhtbESPQWsCMRSE74L/ITyhN83aQtHVKK2l&#10;rVRp0fbQ42Pz3F3cvIQkXdd/bwqCx2FmvmHmy840oiUfassKxqMMBHFhdc2lgp/v1+EERIjIGhvL&#10;pOBMAZaLfm+OubYn3lG7j6VIEA45KqhidLmUoajIYBhZR5y8g/UGY5K+lNrjKcFNI++z7FEarDkt&#10;VOhoVVFx3P8ZBR/b91VsM392L5/0NXGb58PvW6fU3aB7moGI1MVb+NpeawUPU/j/kn6AXFw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6BAfJMUAAADbAAAADwAAAAAAAAAA&#10;AAAAAAChAgAAZHJzL2Rvd25yZXYueG1sUEsFBgAAAAAEAAQA+QAAAJMDAAAAAA==&#10;" strokecolor="#4f81bd [3204]" strokeweight="2pt">
                    <v:stroke endarrow="open"/>
                    <v:shadow on="t" opacity="24903f" mv:blur="40000f" origin=",.5" offset="0,20000emu"/>
                  </v:shape>
                  <v:shape id="Document 40" o:spid="_x0000_s1048" type="#_x0000_t114" style="position:absolute;left:4000500;width:914400;height:6121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LfpHxAAA&#10;ANsAAAAPAAAAZHJzL2Rvd25yZXYueG1sRI/dasMwDEbvC3sHo0HvWmdr6Upat4xCoDB20Z8H0GI1&#10;SRfLwXbS7O2ni8EuxafvSGe7H12rBgqx8WzgZZ6BIi69bbgycL0UszWomJAttp7JwA9F2O+eJlvM&#10;rX/wiYZzqpRAOOZooE6py7WOZU0O49x3xJLdfHCYZAyVtgEfAnetfs2ylXbYsFyosaNDTeX3uXdC&#10;+Szuw2WxOK2K/oBvffDdx9fSmOnz+L4BlWhM/8t/7aM1sJTvxUU8QO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qS36R8QAAADbAAAADwAAAAAAAAAAAAAAAACXAgAAZHJzL2Rv&#10;d25yZXYueG1sUEsFBgAAAAAEAAQA9QAAAIgDAAAAAA==&#10;" fillcolor="#254163 [1636]" strokecolor="#4579b8 [3044]">
                    <v:fill color2="#4477b6 [3012]" rotate="t" colors="0 #2c5d98;52429f #3c7bc7;1 #3a7ccb" type="gradient">
                      <o:fill v:ext="view" type="gradientUnscaled"/>
                    </v:fill>
                    <v:shadow on="t" opacity="22937f" mv:blur="40000f" origin=",.5" offset="0,23000emu"/>
                    <v:textbox>
                      <w:txbxContent>
                        <w:p w14:paraId="7DA056AD" w14:textId="77777777" w:rsidR="00954804" w:rsidRDefault="00954804" w:rsidP="00BF3171">
                          <w:pPr>
                            <w:jc w:val="center"/>
                          </w:pPr>
                          <w:r>
                            <w:t>Result2</w:t>
                          </w:r>
                        </w:p>
                      </w:txbxContent>
                    </v:textbox>
                  </v:shape>
                </v:group>
                <v:group id="Group 41" o:spid="_x0000_s1049" style="position:absolute;top:3886200;width:4914900;height:612140" coordsize="4914900,6121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kcJInMUAAADbAAAA&#10;DwAAAAAAAAAAAAAAAACpAgAAZHJzL2Rvd25yZXYueG1sUEsFBgAAAAAEAAQA+gAAAJsDAAAAAA==&#10;">
                  <v:shape id="Data 44" o:spid="_x0000_s1050" type="#_x0000_t111" style="position:absolute;width:866775;height:5492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VFxTwQAA&#10;ANsAAAAPAAAAZHJzL2Rvd25yZXYueG1sRI9Bi8IwFITvgv8hPGEvoukuUqQ2igiCerMVz4/mbVu2&#10;eSlJ1tZ/v1kQPA4z8w2T70bTiQc531pW8LlMQBBXVrdcK7iVx8UahA/IGjvLpOBJHnbb6STHTNuB&#10;r/QoQi0ihH2GCpoQ+kxKXzVk0C9tTxy9b+sMhihdLbXDIcJNJ7+SJJUGW44LDfZ0aKj6KX6Ngnla&#10;nu9lPRyvuh8uqXb6WVyCUh+zcb8BEWgM7/CrfdIKViv4/xJ/gNz+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O1RcU8EAAADbAAAADwAAAAAAAAAAAAAAAACXAgAAZHJzL2Rvd25y&#10;ZXYueG1sUEsFBgAAAAAEAAQA9QAAAIUDAAAAAA==&#10;" fillcolor="#254163 [1636]" strokecolor="#4579b8 [3044]">
                    <v:fill color2="#4477b6 [3012]" rotate="t" colors="0 #2c5d98;52429f #3c7bc7;1 #3a7ccb" type="gradient">
                      <o:fill v:ext="view" type="gradientUnscaled"/>
                    </v:fill>
                    <v:shadow on="t" opacity="22937f" mv:blur="40000f" origin=",.5" offset="0,23000emu"/>
                    <v:textbox>
                      <w:txbxContent>
                        <w:p w14:paraId="69F0B86B" w14:textId="77777777" w:rsidR="00954804" w:rsidRDefault="00954804" w:rsidP="00BF3171">
                          <w:pPr>
                            <w:jc w:val="center"/>
                          </w:pPr>
                          <w:r>
                            <w:t>User File</w:t>
                          </w:r>
                        </w:p>
                      </w:txbxContent>
                    </v:textbox>
                  </v:shape>
                  <v:shape id="Straight Arrow Connector 46" o:spid="_x0000_s1051" type="#_x0000_t32" style="position:absolute;left:800100;top:342900;width:12573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Yn4K8UAAADbAAAADwAAAGRycy9kb3ducmV2LnhtbESPT2sCMRTE7wW/Q3iF3mq2pYisRmkt&#10;bUWl4p+Dx8fmubu4eQlJuq7f3ghCj8PM/IYZTzvTiJZ8qC0reOlnIIgLq2suFex3X89DECEia2ws&#10;k4ILBZhOeg9jzLU984babSxFgnDIUUEVo8ulDEVFBkPfOuLkHa03GJP0pdQezwluGvmaZQNpsOa0&#10;UKGjWUXFaftnFCxWP7PYZv7iPn9pPXTLj+Phu1Pq6bF7H4GI1MX/8L091wreBnD7kn6AnFw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wYn4K8UAAADbAAAADwAAAAAAAAAA&#10;AAAAAAChAgAAZHJzL2Rvd25yZXYueG1sUEsFBgAAAAAEAAQA+QAAAJMDAAAAAA==&#10;" strokecolor="#4f81bd [3204]" strokeweight="2pt">
                    <v:stroke endarrow="open"/>
                    <v:shadow on="t" opacity="24903f" mv:blur="40000f" origin=",.5" offset="0,20000emu"/>
                  </v:shape>
                  <v:shape id="Text Box 50" o:spid="_x0000_s1052" type="#_x0000_t202" style="position:absolute;left:914367;top:114300;width:1028700;height:3536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6d74vgAA&#10;ANsAAAAPAAAAZHJzL2Rvd25yZXYueG1sRE9Li8IwEL4v+B/CCN7WVMFlqUYRH+DBy7r1PjRjU2wm&#10;pRlt/ffmsLDHj++92gy+UU/qYh3YwGyagSIug625MlD8Hj+/QUVBttgEJgMvirBZjz5WmNvQ8w89&#10;L1KpFMIxRwNOpM21jqUjj3EaWuLE3ULnURLsKm077FO4b/Q8y760x5pTg8OWdo7K++XhDYjY7exV&#10;HHw8XYfzvndZucDCmMl42C5BCQ3yL/5zn6yBRVqfvqQfoNdv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XOne+L4AAADbAAAADwAAAAAAAAAAAAAAAACXAgAAZHJzL2Rvd25yZXYu&#10;eG1sUEsFBgAAAAAEAAQA9QAAAIIDAAAAAA==&#10;" filled="f" stroked="f">
                    <v:textbox style="mso-fit-shape-to-text:t">
                      <w:txbxContent>
                        <w:p w14:paraId="6F54E3E5" w14:textId="77777777" w:rsidR="00954804" w:rsidRDefault="00954804" w:rsidP="00BF3171">
                          <w:r>
                            <w:t>Read data</w:t>
                          </w:r>
                        </w:p>
                      </w:txbxContent>
                    </v:textbox>
                  </v:shape>
                  <v:shape id="Alternate Process 51" o:spid="_x0000_s1053" type="#_x0000_t176" style="position:absolute;left:2057400;width:914400;height:6121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h4cIwgAA&#10;ANsAAAAPAAAAZHJzL2Rvd25yZXYueG1sRI9Bi8IwFITvwv6H8Ba8aaqwItW0uCuygqDY3YPHR/Ns&#10;i81LbaLWf28EweMwM98w87QztbhS6yrLCkbDCARxbnXFhYL/v9VgCsJ5ZI21ZVJwJwdp8tGbY6zt&#10;jfd0zXwhAoRdjApK75tYSpeXZNANbUMcvKNtDfog20LqFm8Bbmo5jqKJNFhxWCixoZ+S8lN2MQqq&#10;Q50dvpfZak/nLf1u7I6Ydkr1P7vFDISnzr/Dr/ZaK/gawfNL+AEye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SHhwjCAAAA2wAAAA8AAAAAAAAAAAAAAAAAlwIAAGRycy9kb3du&#10;cmV2LnhtbFBLBQYAAAAABAAEAPUAAACGAwAAAAA=&#10;" fillcolor="#254163 [1636]" strokecolor="#4579b8 [3044]">
                    <v:fill color2="#4477b6 [3012]" rotate="t" colors="0 #2c5d98;52429f #3c7bc7;1 #3a7ccb" type="gradient">
                      <o:fill v:ext="view" type="gradientUnscaled"/>
                    </v:fill>
                    <v:shadow on="t" opacity="22937f" mv:blur="40000f" origin=",.5" offset="0,23000emu"/>
                    <v:textbox>
                      <w:txbxContent>
                        <w:p w14:paraId="70C3DCB6" w14:textId="77777777" w:rsidR="00954804" w:rsidRDefault="00954804" w:rsidP="00BF3171">
                          <w:pPr>
                            <w:jc w:val="center"/>
                          </w:pPr>
                          <w:r>
                            <w:t>CCP</w:t>
                          </w:r>
                        </w:p>
                      </w:txbxContent>
                    </v:textbox>
                  </v:shape>
                  <v:shape id="Straight Arrow Connector 52" o:spid="_x0000_s1054" type="#_x0000_t32" style="position:absolute;left:2971800;top:342900;width:10287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2to9cUAAADbAAAADwAAAGRycy9kb3ducmV2LnhtbESPW2sCMRSE3wv+h3CEvtWsQkVWo7SW&#10;XrBS8fLg42Fz3F3cnIQkXdd/b4RCH4eZ+YaZLTrTiJZ8qC0rGA4yEMSF1TWXCg7796cJiBCRNTaW&#10;ScGVAizmvYcZ5tpeeEvtLpYiQTjkqKCK0eVShqIig2FgHXHyTtYbjEn6UmqPlwQ3jRxl2VgarDkt&#10;VOhoWVFx3v0aBav15zK2mb+6tx/aTNz36+n40Sn12O9epiAidfE//Nf+0gqeR3D/kn6AnN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O2to9cUAAADbAAAADwAAAAAAAAAA&#10;AAAAAAChAgAAZHJzL2Rvd25yZXYueG1sUEsFBgAAAAAEAAQA+QAAAJMDAAAAAA==&#10;" strokecolor="#4f81bd [3204]" strokeweight="2pt">
                    <v:stroke endarrow="open"/>
                    <v:shadow on="t" opacity="24903f" mv:blur="40000f" origin=",.5" offset="0,20000emu"/>
                  </v:shape>
                  <v:shape id="Document 53" o:spid="_x0000_s1055" type="#_x0000_t114" style="position:absolute;left:4000500;width:914400;height:6121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JvLtwwAA&#10;ANsAAAAPAAAAZHJzL2Rvd25yZXYueG1sRI/RasJAFETfC/7DcoW+1Y2NtRJdRYSAUPqg9gOu2WsS&#10;zd4Nu5sY/74rFPo4zMwZZrUZTCN6cr62rGA6SUAQF1bXXCr4OeVvCxA+IGtsLJOCB3nYrEcvK8y0&#10;vfOB+mMoRYSwz1BBFUKbSemLigz6iW2Jo3exzmCI0pVSO7xHuGnke5LMpcGa40KFLe0qKm7HzkTK&#10;d37tT2l6mOfdDj87Z9uv80yp1/GwXYIINIT/8F97rxV8pPD8En+AXP8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JvLtwwAAANsAAAAPAAAAAAAAAAAAAAAAAJcCAABkcnMvZG93&#10;bnJldi54bWxQSwUGAAAAAAQABAD1AAAAhwMAAAAA&#10;" fillcolor="#254163 [1636]" strokecolor="#4579b8 [3044]">
                    <v:fill color2="#4477b6 [3012]" rotate="t" colors="0 #2c5d98;52429f #3c7bc7;1 #3a7ccb" type="gradient">
                      <o:fill v:ext="view" type="gradientUnscaled"/>
                    </v:fill>
                    <v:shadow on="t" opacity="22937f" mv:blur="40000f" origin=",.5" offset="0,23000emu"/>
                    <v:textbox>
                      <w:txbxContent>
                        <w:p w14:paraId="3AE4DF04" w14:textId="77777777" w:rsidR="00954804" w:rsidRDefault="00954804" w:rsidP="00BF3171">
                          <w:pPr>
                            <w:jc w:val="center"/>
                          </w:pPr>
                          <w:r>
                            <w:t>Optimum result</w:t>
                          </w:r>
                        </w:p>
                      </w:txbxContent>
                    </v:textbox>
                  </v:shape>
                </v:group>
                <v:shapetype id="_x0000_t115" coordsize="21600,21600" o:spt="115" path="m0,20465c810,20782,1620,20917,2397,21190,3077,21325,3790,21417,4405,21597,6025,21597,6607,21417,7062,21325,7580,21280,8002,21010,8455,20917,8877,20782,9265,20512,9782,20375,10205,20150,10657,19967,11080,19742,11597,19560,12050,19335,12505,19152,13087,19017,13605,18745,14255,18610,14870,18430,15517,18292,16197,18202,16975,18202,17785,18022,18595,18022l18595,16352,19192,16252,20000,16252,20000,14467,20722,14392,21597,14392,21597,,2972,,2972,1815,1532,1815,1532,3675,,3675,,20465xem1532,3675nfl18595,3675,18595,16352em2972,1815nfl20000,1815,20000,14467e">
                  <v:stroke joinstyle="miter"/>
                  <v:path o:extrusionok="f" o:connecttype="custom" o:connectlocs="10800,0;0,10800;10800,19890;21600,10800" textboxrect="0,3675,18595,18022"/>
                </v:shapetype>
                <v:shape id="Multidocument 54" o:spid="_x0000_s1056" type="#_x0000_t115" style="position:absolute;left:4000500;top:2743200;width:1060450;height:75882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2aLwwAA&#10;ANsAAAAPAAAAZHJzL2Rvd25yZXYueG1sRI9Pa8JAFMTvgt9heYI33TTVVFNXkYLgtVoKvb1mX5O0&#10;2bdhd82fb98tFDwOM/MbZncYTCM6cr62rOBhmYAgLqyuuVTwdj0tNiB8QNbYWCYFI3k47KeTHeba&#10;9vxK3SWUIkLY56igCqHNpfRFRQb90rbE0fuyzmCI0pVSO+wj3DQyTZJMGqw5LlTY0ktFxc/lZhRk&#10;H9uQcfJU0+P4jVu7ef90lCo1nw3HZxCBhnAP/7fPWsF6BX9f4g+Q+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z2aLwwAAANsAAAAPAAAAAAAAAAAAAAAAAJcCAABkcnMvZG93&#10;bnJldi54bWxQSwUGAAAAAAQABAD1AAAAhwMAAAAA&#10;" fillcolor="#254163 [1636]" strokecolor="#4579b8 [3044]">
                  <v:fill color2="#4477b6 [3012]" rotate="t" colors="0 #2c5d98;52429f #3c7bc7;1 #3a7ccb" type="gradient">
                    <o:fill v:ext="view" type="gradientUnscaled"/>
                  </v:fill>
                  <v:shadow on="t" opacity="22937f" mv:blur="40000f" origin=",.5" offset="0,23000emu"/>
                  <v:textbox>
                    <w:txbxContent>
                      <w:p w14:paraId="04A81554" w14:textId="77777777" w:rsidR="00954804" w:rsidRDefault="00954804" w:rsidP="00BF3171">
                        <w:pPr>
                          <w:jc w:val="center"/>
                        </w:pPr>
                        <w:r>
                          <w:t>Results</w:t>
                        </w:r>
                      </w:p>
                    </w:txbxContent>
                  </v:textbox>
                </v:shape>
                <v:shape id="Document 55" o:spid="_x0000_s1057" type="#_x0000_t114" style="position:absolute;left:1943100;top:2743200;width:1028700;height:6121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g88CwwAA&#10;ANsAAAAPAAAAZHJzL2Rvd25yZXYueG1sRI/dasJAFITvC77DcoTe1Y1af4iuIkKgUHrhzwMcs8ck&#10;mj0bdjcxvr1bKPRymJlvmPW2N7XoyPnKsoLxKAFBnFtdcaHgfMo+liB8QNZYWyYFT/Kw3Qze1phq&#10;++ADdcdQiAhhn6KCMoQmldLnJRn0I9sQR+9qncEQpSukdviIcFPLSZLMpcGK40KJDe1Lyu/H1kTK&#10;T3brTtPpYZ61e1y0zjbfl0+l3of9bgUiUB/+w3/tL61gNoPfL/EHyM0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8g88CwwAAANsAAAAPAAAAAAAAAAAAAAAAAJcCAABkcnMvZG93&#10;bnJldi54bWxQSwUGAAAAAAQABAD1AAAAhwMAAAAA&#10;" fillcolor="#254163 [1636]" strokecolor="#4579b8 [3044]">
                  <v:fill color2="#4477b6 [3012]" rotate="t" colors="0 #2c5d98;52429f #3c7bc7;1 #3a7ccb" type="gradient">
                    <o:fill v:ext="view" type="gradientUnscaled"/>
                  </v:fill>
                  <v:shadow on="t" opacity="22937f" mv:blur="40000f" origin=",.5" offset="0,23000emu"/>
                  <v:textbox>
                    <w:txbxContent>
                      <w:p w14:paraId="1E89A5C2" w14:textId="77777777" w:rsidR="00954804" w:rsidRDefault="00954804" w:rsidP="00BF3171">
                        <w:pPr>
                          <w:jc w:val="center"/>
                        </w:pPr>
                        <w:r>
                          <w:t>Optimum parameters</w:t>
                        </w:r>
                      </w:p>
                    </w:txbxContent>
                  </v:textbox>
                </v:shape>
                <v:shape id="Freeform 56" o:spid="_x0000_s1058" style="position:absolute;left:4931410;top:1866900;width:441960;height:1125855;visibility:visible;mso-wrap-style:square;v-text-anchor:middle" coordsize="442153,112606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fmQxQAA&#10;ANsAAAAPAAAAZHJzL2Rvd25yZXYueG1sRI9Ba8JAFITvgv9heUJvdWNFaaOriNBUDz2YWvD4yL4m&#10;odm36e42Jv/eLRQ8DjPzDbPe9qYRHTlfW1YwmyYgiAuray4VnD9eH59B+ICssbFMCgbysN2MR2tM&#10;tb3yibo8lCJC2KeooAqhTaX0RUUG/dS2xNH7ss5giNKVUju8Rrhp5FOSLKXBmuNChS3tKyq+81+j&#10;4OfSzZu3l8+zLYfhOH/PMud2mVIPk363AhGoD/fwf/ugFSyW8Pcl/gC5uQ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P5+ZDFAAAA2wAAAA8AAAAAAAAAAAAAAAAAlwIAAGRycy9k&#10;b3ducmV2LnhtbFBLBQYAAAAABAAEAPUAAACJAwAAAAA=&#10;" path="m0,0c270933,253294,415290,574465,440690,762143,466090,949821,152400,1126067,152400,1126067e" filled="f" strokecolor="#4f81bd [3204]" strokeweight="2pt">
                  <v:shadow on="t" opacity="24903f" mv:blur="40000f" origin=",.5" offset="0,20000emu"/>
                  <v:path arrowok="t" o:connecttype="custom" o:connectlocs="0,0;440498,762000;152333,1125855" o:connectangles="0,0,0"/>
                </v:shape>
                <v:shape id="Freeform 57" o:spid="_x0000_s1059" style="position:absolute;left:4914900;top:1143000;width:568325;height:1828800;visibility:visible;mso-wrap-style:square;v-text-anchor:middle" coordsize="572548,1126067"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5n2NxgAA&#10;ANsAAAAPAAAAZHJzL2Rvd25yZXYueG1sRI9Ba8JAFITvQv/D8gq9iG4UTG3qKtUiqNSCWmiPj+xr&#10;Epp9G7KrSf69Kwg9DjPzDTNbtKYUF6pdYVnBaBiBIE6tLjhT8HVaD6YgnEfWWFomBR05WMwfejNM&#10;tG34QJejz0SAsEtQQe59lUjp0pwMuqGtiIP3a2uDPsg6k7rGJsBNKcdRFEuDBYeFHCta5ZT+Hc9G&#10;wW5l4v5oP/3ex8vPj23Uvb/80Empp8f27RWEp9b/h+/tjVYweYbbl/AD5PwK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35n2NxgAAANsAAAAPAAAAAAAAAAAAAAAAAJcCAABkcnMv&#10;ZG93bnJldi54bWxQSwUGAAAAAAQABAD1AAAAigMAAAAA&#10;" adj="-11796480,,5400" path="m0,0c270933,253294,546100,727251,571500,914929,596900,1102607,152400,1126067,152400,1126067e" filled="f" strokecolor="#4f81bd [3204]" strokeweight="2pt">
                  <v:stroke joinstyle="miter"/>
                  <v:shadow on="t" opacity="24903f" mv:blur="40000f" origin=",.5" offset="0,20000emu"/>
                  <v:formulas/>
                  <v:path arrowok="t" o:connecttype="custom" o:connectlocs="0,0;567285,1485899;151276,1828800" o:connectangles="0,0,0" textboxrect="0,0,572548,1126067"/>
                  <v:textbox>
                    <w:txbxContent>
                      <w:p w14:paraId="6353DFB8" w14:textId="77777777" w:rsidR="00954804" w:rsidRDefault="00954804" w:rsidP="00BF3171">
                        <w:pPr>
                          <w:jc w:val="center"/>
                        </w:pPr>
                      </w:p>
                    </w:txbxContent>
                  </v:textbox>
                </v:shape>
                <v:shape id="Freeform 58" o:spid="_x0000_s1060" style="position:absolute;left:4914900;top:342900;width:686640;height:2628900;visibility:visible;mso-wrap-style:square;v-text-anchor:middle" coordsize="686845,112606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ayGVwQAA&#10;ANsAAAAPAAAAZHJzL2Rvd25yZXYueG1sRE/JasMwEL0X8g9iAr01cgopiRvFlEAcQ091tutgTS3X&#10;1shYquP+fXUo9Ph4+zabbCdGGnzjWMFykYAgrpxuuFZwPh2e1iB8QNbYOSYFP+Qh280etphqd+cP&#10;GstQixjCPkUFJoQ+ldJXhiz6heuJI/fpBoshwqGWesB7DLedfE6SF2mx4dhgsKe9oaotv62Cyzr/&#10;OuE+N5t8c3u/Ha96bIug1ON8ensFEWgK/+I/d6EVrOLY+CX+ALn7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p2shlcEAAADbAAAADwAAAAAAAAAAAAAAAACXAgAAZHJzL2Rvd25y&#10;ZXYueG1sUEsFBgAAAAAEAAQA9QAAAIUDAAAAAA==&#10;" path="m0,0c270933,253294,660605,742551,686005,930229,711405,1117907,152400,1126067,152400,1126067e" filled="f" strokecolor="#4f81bd [3204]" strokeweight="2pt">
                  <v:shadow on="t" opacity="24903f" mv:blur="40000f" origin=",.5" offset="0,20000emu"/>
                  <v:path arrowok="t" o:connecttype="custom" o:connectlocs="0,0;685800,2171699;152355,2628900" o:connectangles="0,0,0"/>
                </v:shape>
                <v:shape id="Straight Arrow Connector 59" o:spid="_x0000_s1061" type="#_x0000_t32" style="position:absolute;left:2971800;top:3086100;width:1028700;height: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z2DO8IAAADbAAAADwAAAGRycy9kb3ducmV2LnhtbESPQYvCMBSE74L/ITzBm6aurGg1iigu&#10;Xjys+gOezbMpNi+hydb67zcLwh6HmfmGWW06W4uWmlA5VjAZZyCIC6crLhVcL4fRHESIyBprx6Tg&#10;RQE2635vhbl2T/6m9hxLkSAcclRgYvS5lKEwZDGMnSdO3t01FmOSTSl1g88Et7X8yLKZtFhxWjDo&#10;aWeoeJx/rAJ33M8KXx78yUzt/ut2f7VyslNqOOi2SxCRuvgffrePWsHnAv6+pB8g17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iz2DO8IAAADbAAAADwAAAAAAAAAAAAAA&#10;AAChAgAAZHJzL2Rvd25yZXYueG1sUEsFBgAAAAAEAAQA+QAAAJADAAAAAA==&#10;" strokecolor="#4f81bd [3204]" strokeweight="2pt">
                  <v:stroke endarrow="open"/>
                  <v:shadow on="t" opacity="24903f" mv:blur="40000f" origin=",.5" offset="0,20000emu"/>
                </v:shape>
                <v:shape id="Text Box 3" o:spid="_x0000_s1062" type="#_x0000_t202" style="position:absolute;left:3086100;top:2857500;width:800100;height:26987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ygMfwwAA&#10;ANsAAAAPAAAAZHJzL2Rvd25yZXYueG1sRI9Ba8JAFITvQv/D8oTezG6kFU2zhmIp9FRRW6G3R/aZ&#10;BLNvQ3Zr0n/fFQSPw8x8w+TFaFtxod43jjWkiQJBXDrTcKXh6/A+W4LwAdlg65g0/JGHYv0wyTEz&#10;buAdXfahEhHCPkMNdQhdJqUva7LoE9cRR+/keoshyr6Spschwm0r50otpMWG40KNHW1qKs/7X6vh&#10;+/P0c3xS2+rNPneDG5Vku5JaP07H1xcQgcZwD9/aH0bDIoXrl/gD5P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rygMfwwAAANsAAAAPAAAAAAAAAAAAAAAAAJcCAABkcnMvZG93&#10;bnJldi54bWxQSwUGAAAAAAQABAD1AAAAhwMAAAAA&#10;" filled="f" stroked="f">
                  <v:textbox>
                    <w:txbxContent>
                      <w:p w14:paraId="47A26176" w14:textId="77777777" w:rsidR="00954804" w:rsidRDefault="00954804" w:rsidP="00BF3171">
                        <w:r>
                          <w:t>Analysis</w:t>
                        </w:r>
                      </w:p>
                    </w:txbxContent>
                  </v:textbox>
                </v:shape>
                <v:shape id="Straight Arrow Connector 62" o:spid="_x0000_s1063" type="#_x0000_t32" style="position:absolute;left:2514600;top:3314700;width:0;height:5715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QeiSMUAAADbAAAADwAAAGRycy9kb3ducmV2LnhtbESPzWsCMRTE74X+D+EVvNVsPYisRvED&#10;W7FF8ePg8bF57i7dvIQkrut/3xQKPQ4z8xtmMutMI1ryobas4K2fgSAurK65VHA+rV9HIEJE1thY&#10;JgUPCjCbPj9NMNf2zgdqj7EUCcIhRwVVjC6XMhQVGQx964iTd7XeYEzSl1J7vCe4aeQgy4bSYM1p&#10;oUJHy4qK7+PNKNh+fSxjm/mHW+1oP3Kfi+vlvVOq99LNxyAidfE//NfeaAXDAfx+ST9ATn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9QeiSMUAAADbAAAADwAAAAAAAAAA&#10;AAAAAAChAgAAZHJzL2Rvd25yZXYueG1sUEsFBgAAAAAEAAQA+QAAAJMDAAAAAA==&#10;" strokecolor="#4f81bd [3204]" strokeweight="2pt">
                  <v:stroke endarrow="open"/>
                  <v:shadow on="t" opacity="24903f" mv:blur="40000f" origin=",.5" offset="0,20000emu"/>
                </v:shape>
                <w10:wrap type="through"/>
              </v:group>
            </w:pict>
          </mc:Fallback>
        </mc:AlternateContent>
      </w:r>
    </w:p>
    <w:p w14:paraId="20FE3CE9" w14:textId="77777777" w:rsidR="0057328D" w:rsidRPr="0057328D" w:rsidRDefault="0057328D" w:rsidP="0057328D"/>
    <w:p w14:paraId="6D1F3D62" w14:textId="77777777" w:rsidR="0057328D" w:rsidRPr="0057328D" w:rsidRDefault="0057328D" w:rsidP="0057328D"/>
    <w:p w14:paraId="5162418B" w14:textId="0606DA36" w:rsidR="0057328D" w:rsidRPr="0057328D" w:rsidRDefault="0057328D" w:rsidP="0057328D"/>
    <w:p w14:paraId="67D8768E" w14:textId="77777777" w:rsidR="0057328D" w:rsidRPr="0057328D" w:rsidRDefault="0057328D" w:rsidP="0057328D"/>
    <w:p w14:paraId="6CF4024E" w14:textId="77777777" w:rsidR="0057328D" w:rsidRPr="0057328D" w:rsidRDefault="0057328D" w:rsidP="0057328D"/>
    <w:p w14:paraId="4B1E0F54" w14:textId="77777777" w:rsidR="0057328D" w:rsidRPr="0057328D" w:rsidRDefault="0057328D" w:rsidP="0057328D"/>
    <w:p w14:paraId="189BF51A" w14:textId="77777777" w:rsidR="0057328D" w:rsidRPr="0057328D" w:rsidRDefault="0057328D" w:rsidP="0057328D"/>
    <w:p w14:paraId="293297DD" w14:textId="77777777" w:rsidR="0057328D" w:rsidRPr="0057328D" w:rsidRDefault="0057328D" w:rsidP="0057328D"/>
    <w:p w14:paraId="264D00E1" w14:textId="77777777" w:rsidR="0057328D" w:rsidRPr="0057328D" w:rsidRDefault="0057328D" w:rsidP="0057328D"/>
    <w:p w14:paraId="4297FC37" w14:textId="73278729" w:rsidR="0057328D" w:rsidRDefault="0057328D" w:rsidP="0057328D"/>
    <w:p w14:paraId="4E791E6A" w14:textId="17909F5A" w:rsidR="002F0DC9" w:rsidRPr="0057328D" w:rsidRDefault="0057328D" w:rsidP="0057328D">
      <w:pPr>
        <w:tabs>
          <w:tab w:val="left" w:pos="7667"/>
        </w:tabs>
      </w:pPr>
      <w:r>
        <w:tab/>
      </w:r>
    </w:p>
    <w:p w14:paraId="4B9B35E6" w14:textId="6DD110B7" w:rsidR="00A838BA" w:rsidRPr="00F17319" w:rsidRDefault="00A838BA" w:rsidP="0018059F">
      <w:pPr>
        <w:pStyle w:val="Figure"/>
        <w:jc w:val="left"/>
        <w:rPr>
          <w:noProof/>
          <w:sz w:val="32"/>
          <w:szCs w:val="32"/>
        </w:rPr>
      </w:pPr>
    </w:p>
    <w:p w14:paraId="24D27ACB" w14:textId="399D6B96" w:rsidR="00CC433A" w:rsidRDefault="00CC433A" w:rsidP="00CC433A">
      <w:pPr>
        <w:rPr>
          <w:sz w:val="32"/>
          <w:szCs w:val="32"/>
        </w:rPr>
      </w:pPr>
    </w:p>
    <w:p w14:paraId="1D39B505" w14:textId="0066873B" w:rsidR="0018059F" w:rsidRDefault="0018059F" w:rsidP="00CC433A">
      <w:pPr>
        <w:rPr>
          <w:sz w:val="32"/>
          <w:szCs w:val="32"/>
        </w:rPr>
      </w:pPr>
    </w:p>
    <w:p w14:paraId="49E234E4" w14:textId="76C9B1F4" w:rsidR="0018059F" w:rsidRDefault="0018059F" w:rsidP="00CC433A">
      <w:pPr>
        <w:rPr>
          <w:sz w:val="32"/>
          <w:szCs w:val="32"/>
        </w:rPr>
      </w:pPr>
    </w:p>
    <w:p w14:paraId="0613F1E3" w14:textId="2278666E" w:rsidR="0018059F" w:rsidRDefault="0018059F" w:rsidP="00CC433A">
      <w:pPr>
        <w:rPr>
          <w:sz w:val="32"/>
          <w:szCs w:val="32"/>
        </w:rPr>
      </w:pPr>
    </w:p>
    <w:p w14:paraId="47ED356E" w14:textId="77777777" w:rsidR="00954804" w:rsidRDefault="00954804">
      <w:pPr>
        <w:spacing w:after="0"/>
        <w:rPr>
          <w:rFonts w:asciiTheme="majorHAnsi" w:eastAsiaTheme="majorEastAsia" w:hAnsiTheme="majorHAnsi" w:cstheme="majorBidi"/>
          <w:b/>
          <w:bCs/>
          <w:color w:val="000000" w:themeColor="text1"/>
          <w:sz w:val="32"/>
          <w:szCs w:val="32"/>
        </w:rPr>
      </w:pPr>
      <w:r>
        <w:br w:type="page"/>
      </w:r>
    </w:p>
    <w:p w14:paraId="6509A2B9" w14:textId="3DE9A860" w:rsidR="0005271C" w:rsidRPr="00F17319" w:rsidRDefault="0005271C" w:rsidP="0005271C">
      <w:pPr>
        <w:pStyle w:val="Heading2"/>
      </w:pPr>
      <w:r w:rsidRPr="00F17319">
        <w:lastRenderedPageBreak/>
        <w:t>Achieving better performance on writing compressed files</w:t>
      </w:r>
    </w:p>
    <w:p w14:paraId="36C20314" w14:textId="3183A1E3" w:rsidR="00954804" w:rsidRDefault="0005271C" w:rsidP="00954804">
      <w:pPr>
        <w:keepNext/>
        <w:rPr>
          <w:noProof/>
        </w:rPr>
      </w:pPr>
      <w:r w:rsidRPr="00F17319">
        <w:t xml:space="preserve">A user has an HDF5 file with compressed datasets. The user may use the CCP tool </w:t>
      </w:r>
      <w:r w:rsidR="006A350D" w:rsidRPr="00F17319">
        <w:t>to recreate the data file using different parameters (different chunk sizes, different compression methods</w:t>
      </w:r>
      <w:proofErr w:type="gramStart"/>
      <w:r w:rsidR="006A350D" w:rsidRPr="00F17319">
        <w:t>, …)</w:t>
      </w:r>
      <w:proofErr w:type="gramEnd"/>
      <w:r w:rsidR="006A350D" w:rsidRPr="00F17319">
        <w:t xml:space="preserve"> to see the write performance for producing the data file</w:t>
      </w:r>
      <w:r w:rsidR="002C027A">
        <w:t xml:space="preserve"> and the size of the recreated data file</w:t>
      </w:r>
      <w:r w:rsidR="006A350D" w:rsidRPr="00F17319">
        <w:t>. He can find the optimum parameters to use and apply them to tune his write application in the production of more data files.</w:t>
      </w:r>
      <w:r w:rsidRPr="00F17319">
        <w:rPr>
          <w:noProof/>
        </w:rPr>
        <w:t xml:space="preserve"> Figure </w:t>
      </w:r>
      <w:r w:rsidR="006A350D" w:rsidRPr="00F17319">
        <w:rPr>
          <w:noProof/>
        </w:rPr>
        <w:t>2</w:t>
      </w:r>
      <w:r w:rsidRPr="00F17319">
        <w:rPr>
          <w:noProof/>
        </w:rPr>
        <w:t xml:space="preserve"> illustrates the overall process.</w:t>
      </w:r>
    </w:p>
    <w:p w14:paraId="21E649C6" w14:textId="77777777" w:rsidR="00954804" w:rsidRDefault="00954804" w:rsidP="00954804">
      <w:pPr>
        <w:keepNext/>
        <w:rPr>
          <w:noProof/>
        </w:rPr>
      </w:pPr>
    </w:p>
    <w:p w14:paraId="4BFCF859" w14:textId="77777777" w:rsidR="00954804" w:rsidRDefault="00954804" w:rsidP="00274739">
      <w:pPr>
        <w:rPr>
          <w:noProof/>
        </w:rPr>
      </w:pPr>
    </w:p>
    <w:p w14:paraId="4C72F6D8" w14:textId="2709C867" w:rsidR="00954804" w:rsidRDefault="00954804" w:rsidP="00274739">
      <w:pPr>
        <w:rPr>
          <w:noProof/>
        </w:rPr>
      </w:pPr>
      <w:r>
        <w:rPr>
          <w:noProof/>
        </w:rPr>
        <mc:AlternateContent>
          <mc:Choice Requires="wps">
            <w:drawing>
              <wp:anchor distT="0" distB="0" distL="114300" distR="114300" simplePos="0" relativeHeight="251667456" behindDoc="0" locked="0" layoutInCell="1" allowOverlap="1" wp14:anchorId="3D59D21F" wp14:editId="39DED444">
                <wp:simplePos x="0" y="0"/>
                <wp:positionH relativeFrom="column">
                  <wp:posOffset>-152400</wp:posOffset>
                </wp:positionH>
                <wp:positionV relativeFrom="paragraph">
                  <wp:posOffset>4441190</wp:posOffset>
                </wp:positionV>
                <wp:extent cx="6197600" cy="313055"/>
                <wp:effectExtent l="0" t="0" r="0" b="0"/>
                <wp:wrapThrough wrapText="bothSides">
                  <wp:wrapPolygon edited="0">
                    <wp:start x="0" y="0"/>
                    <wp:lineTo x="0" y="20571"/>
                    <wp:lineTo x="21511" y="20571"/>
                    <wp:lineTo x="21511" y="0"/>
                    <wp:lineTo x="0" y="0"/>
                  </wp:wrapPolygon>
                </wp:wrapThrough>
                <wp:docPr id="308" name="Text Box 308"/>
                <wp:cNvGraphicFramePr/>
                <a:graphic xmlns:a="http://schemas.openxmlformats.org/drawingml/2006/main">
                  <a:graphicData uri="http://schemas.microsoft.com/office/word/2010/wordprocessingShape">
                    <wps:wsp>
                      <wps:cNvSpPr txBox="1"/>
                      <wps:spPr>
                        <a:xfrm>
                          <a:off x="0" y="0"/>
                          <a:ext cx="6197600" cy="313055"/>
                        </a:xfrm>
                        <a:prstGeom prst="rect">
                          <a:avLst/>
                        </a:prstGeom>
                        <a:solidFill>
                          <a:prstClr val="white"/>
                        </a:solidFill>
                        <a:ln>
                          <a:noFill/>
                        </a:ln>
                        <a:effectLst/>
                        <a:extLst>
                          <a:ext uri="{C572A759-6A51-4108-AA02-DFA0A04FC94B}">
                            <ma14:wrappingTextBoxFlag xmlns:ma14="http://schemas.microsoft.com/office/mac/drawingml/2011/main"/>
                          </a:ext>
                        </a:extLst>
                      </wps:spPr>
                      <wps:txbx>
                        <w:txbxContent>
                          <w:p w14:paraId="0035B267" w14:textId="1C477C71" w:rsidR="006A6DB0" w:rsidRPr="00954804" w:rsidRDefault="006A6DB0" w:rsidP="00954804">
                            <w:pPr>
                              <w:pStyle w:val="Caption"/>
                              <w:rPr>
                                <w:noProof/>
                                <w:sz w:val="24"/>
                                <w:szCs w:val="24"/>
                              </w:rPr>
                            </w:pPr>
                            <w:r w:rsidRPr="00954804">
                              <w:rPr>
                                <w:sz w:val="24"/>
                                <w:szCs w:val="24"/>
                              </w:rPr>
                              <w:t xml:space="preserve">Figure </w:t>
                            </w:r>
                            <w:r w:rsidRPr="00954804">
                              <w:rPr>
                                <w:sz w:val="24"/>
                                <w:szCs w:val="24"/>
                              </w:rPr>
                              <w:fldChar w:fldCharType="begin"/>
                            </w:r>
                            <w:r w:rsidRPr="00954804">
                              <w:rPr>
                                <w:sz w:val="24"/>
                                <w:szCs w:val="24"/>
                              </w:rPr>
                              <w:instrText xml:space="preserve"> SEQ Figure \* ARABIC </w:instrText>
                            </w:r>
                            <w:r w:rsidRPr="00954804">
                              <w:rPr>
                                <w:sz w:val="24"/>
                                <w:szCs w:val="24"/>
                              </w:rPr>
                              <w:fldChar w:fldCharType="separate"/>
                            </w:r>
                            <w:r w:rsidRPr="00954804">
                              <w:rPr>
                                <w:noProof/>
                                <w:sz w:val="24"/>
                                <w:szCs w:val="24"/>
                              </w:rPr>
                              <w:t>2</w:t>
                            </w:r>
                            <w:r w:rsidRPr="00954804">
                              <w:rPr>
                                <w:sz w:val="24"/>
                                <w:szCs w:val="24"/>
                              </w:rPr>
                              <w:fldChar w:fldCharType="end"/>
                            </w:r>
                            <w:r w:rsidRPr="00954804">
                              <w:rPr>
                                <w:sz w:val="24"/>
                                <w:szCs w:val="24"/>
                              </w:rPr>
                              <w:t>: Achieving better performance on writing compressed files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308" o:spid="_x0000_s1064" type="#_x0000_t202" style="position:absolute;margin-left:-11.95pt;margin-top:349.7pt;width:488pt;height:24.6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" stroked="f">
                <v:textbox style="mso-fit-shape-to-text:t" inset="0,0,0,0">
                  <w:txbxContent>
                    <w:p w14:paraId="0035B267" w14:textId="1C477C71" w:rsidR="00954804" w:rsidRPr="00954804" w:rsidRDefault="00954804" w:rsidP="00954804">
                      <w:pPr>
                        <w:pStyle w:val="Caption"/>
                        <w:rPr>
                          <w:noProof/>
                          <w:sz w:val="24"/>
                          <w:szCs w:val="24"/>
                        </w:rPr>
                      </w:pPr>
                      <w:r w:rsidRPr="00954804">
                        <w:rPr>
                          <w:sz w:val="24"/>
                          <w:szCs w:val="24"/>
                        </w:rPr>
                        <w:t xml:space="preserve">Figure </w:t>
                      </w:r>
                      <w:r w:rsidRPr="00954804">
                        <w:rPr>
                          <w:sz w:val="24"/>
                          <w:szCs w:val="24"/>
                        </w:rPr>
                        <w:fldChar w:fldCharType="begin"/>
                      </w:r>
                      <w:r w:rsidRPr="00954804">
                        <w:rPr>
                          <w:sz w:val="24"/>
                          <w:szCs w:val="24"/>
                        </w:rPr>
                        <w:instrText xml:space="preserve"> SEQ Figure \* ARABIC </w:instrText>
                      </w:r>
                      <w:r w:rsidRPr="00954804">
                        <w:rPr>
                          <w:sz w:val="24"/>
                          <w:szCs w:val="24"/>
                        </w:rPr>
                        <w:fldChar w:fldCharType="separate"/>
                      </w:r>
                      <w:r w:rsidRPr="00954804">
                        <w:rPr>
                          <w:noProof/>
                          <w:sz w:val="24"/>
                          <w:szCs w:val="24"/>
                        </w:rPr>
                        <w:t>2</w:t>
                      </w:r>
                      <w:r w:rsidRPr="00954804">
                        <w:rPr>
                          <w:sz w:val="24"/>
                          <w:szCs w:val="24"/>
                        </w:rPr>
                        <w:fldChar w:fldCharType="end"/>
                      </w:r>
                      <w:r w:rsidRPr="00954804">
                        <w:rPr>
                          <w:sz w:val="24"/>
                          <w:szCs w:val="24"/>
                        </w:rPr>
                        <w:t>: Achieving better performance on writing compressed files</w:t>
                      </w:r>
                    </w:p>
                  </w:txbxContent>
                </v:textbox>
                <w10:wrap type="through"/>
              </v:shape>
            </w:pict>
          </mc:Fallback>
        </mc:AlternateContent>
      </w:r>
      <w:r>
        <w:rPr>
          <w:noProof/>
        </w:rPr>
        <mc:AlternateContent>
          <mc:Choice Requires="wpg">
            <w:drawing>
              <wp:anchor distT="0" distB="0" distL="114300" distR="114300" simplePos="0" relativeHeight="251665408" behindDoc="0" locked="0" layoutInCell="1" allowOverlap="1" wp14:anchorId="7CD9AC78" wp14:editId="03783CD2">
                <wp:simplePos x="0" y="0"/>
                <wp:positionH relativeFrom="column">
                  <wp:posOffset>-152400</wp:posOffset>
                </wp:positionH>
                <wp:positionV relativeFrom="paragraph">
                  <wp:posOffset>-114300</wp:posOffset>
                </wp:positionV>
                <wp:extent cx="6197600" cy="4498340"/>
                <wp:effectExtent l="50800" t="25400" r="76200" b="99060"/>
                <wp:wrapThrough wrapText="bothSides">
                  <wp:wrapPolygon edited="0">
                    <wp:start x="354" y="-122"/>
                    <wp:lineTo x="-89" y="0"/>
                    <wp:lineTo x="-177" y="3903"/>
                    <wp:lineTo x="-177" y="10367"/>
                    <wp:lineTo x="20184" y="11709"/>
                    <wp:lineTo x="6108" y="11709"/>
                    <wp:lineTo x="6108" y="16221"/>
                    <wp:lineTo x="8498" y="17563"/>
                    <wp:lineTo x="177" y="17563"/>
                    <wp:lineTo x="177" y="19514"/>
                    <wp:lineTo x="-177" y="19514"/>
                    <wp:lineTo x="-177" y="21588"/>
                    <wp:lineTo x="6374" y="21954"/>
                    <wp:lineTo x="9561" y="21954"/>
                    <wp:lineTo x="10977" y="21832"/>
                    <wp:lineTo x="17616" y="21588"/>
                    <wp:lineTo x="17705" y="21466"/>
                    <wp:lineTo x="18325" y="19514"/>
                    <wp:lineTo x="18767" y="18661"/>
                    <wp:lineTo x="17970" y="18417"/>
                    <wp:lineTo x="9030" y="17563"/>
                    <wp:lineTo x="11951" y="17563"/>
                    <wp:lineTo x="20361" y="16099"/>
                    <wp:lineTo x="20449" y="15612"/>
                    <wp:lineTo x="21777" y="13904"/>
                    <wp:lineTo x="21777" y="9757"/>
                    <wp:lineTo x="21334" y="5854"/>
                    <wp:lineTo x="20892" y="3903"/>
                    <wp:lineTo x="20184" y="1951"/>
                    <wp:lineTo x="19741" y="-122"/>
                    <wp:lineTo x="354" y="-122"/>
                  </wp:wrapPolygon>
                </wp:wrapThrough>
                <wp:docPr id="263" name="Group 263"/>
                <wp:cNvGraphicFramePr/>
                <a:graphic xmlns:a="http://schemas.openxmlformats.org/drawingml/2006/main">
                  <a:graphicData uri="http://schemas.microsoft.com/office/word/2010/wordprocessingGroup">
                    <wpg:wgp>
                      <wpg:cNvGrpSpPr/>
                      <wpg:grpSpPr>
                        <a:xfrm>
                          <a:off x="0" y="0"/>
                          <a:ext cx="6197600" cy="4498340"/>
                          <a:chOff x="0" y="0"/>
                          <a:chExt cx="6197600" cy="4498340"/>
                        </a:xfrm>
                      </wpg:grpSpPr>
                      <wps:wsp>
                        <wps:cNvPr id="264" name="Freeform 264"/>
                        <wps:cNvSpPr/>
                        <wps:spPr>
                          <a:xfrm flipH="1">
                            <a:off x="5029200" y="227965"/>
                            <a:ext cx="1168400" cy="2994025"/>
                          </a:xfrm>
                          <a:custGeom>
                            <a:avLst/>
                            <a:gdLst>
                              <a:gd name="connsiteX0" fmla="*/ 0 w 568325"/>
                              <a:gd name="connsiteY0" fmla="*/ 0 h 1126067"/>
                              <a:gd name="connsiteX1" fmla="*/ 567267 w 568325"/>
                              <a:gd name="connsiteY1" fmla="*/ 694267 h 1126067"/>
                              <a:gd name="connsiteX2" fmla="*/ 152400 w 568325"/>
                              <a:gd name="connsiteY2" fmla="*/ 1126067 h 1126067"/>
                              <a:gd name="connsiteX0" fmla="*/ 0 w 686640"/>
                              <a:gd name="connsiteY0" fmla="*/ 0 h 1126067"/>
                              <a:gd name="connsiteX1" fmla="*/ 685800 w 686640"/>
                              <a:gd name="connsiteY1" fmla="*/ 881270 h 1126067"/>
                              <a:gd name="connsiteX2" fmla="*/ 152400 w 686640"/>
                              <a:gd name="connsiteY2" fmla="*/ 1126067 h 1126067"/>
                              <a:gd name="connsiteX0" fmla="*/ 0 w 686845"/>
                              <a:gd name="connsiteY0" fmla="*/ 0 h 1126067"/>
                              <a:gd name="connsiteX1" fmla="*/ 686005 w 686845"/>
                              <a:gd name="connsiteY1" fmla="*/ 930229 h 1126067"/>
                              <a:gd name="connsiteX2" fmla="*/ 152400 w 686845"/>
                              <a:gd name="connsiteY2" fmla="*/ 1126067 h 1126067"/>
                              <a:gd name="connsiteX0" fmla="*/ 0 w 2403958"/>
                              <a:gd name="connsiteY0" fmla="*/ 0 h 1126067"/>
                              <a:gd name="connsiteX1" fmla="*/ 686005 w 2403958"/>
                              <a:gd name="connsiteY1" fmla="*/ 930229 h 1126067"/>
                              <a:gd name="connsiteX2" fmla="*/ 2403958 w 2403958"/>
                              <a:gd name="connsiteY2" fmla="*/ 1126067 h 1126067"/>
                              <a:gd name="connsiteX0" fmla="*/ 761359 w 3165317"/>
                              <a:gd name="connsiteY0" fmla="*/ 0 h 1126067"/>
                              <a:gd name="connsiteX1" fmla="*/ 74514 w 3165317"/>
                              <a:gd name="connsiteY1" fmla="*/ 900854 h 1126067"/>
                              <a:gd name="connsiteX2" fmla="*/ 3165317 w 3165317"/>
                              <a:gd name="connsiteY2" fmla="*/ 1126067 h 1126067"/>
                              <a:gd name="connsiteX0" fmla="*/ 1402662 w 3119832"/>
                              <a:gd name="connsiteY0" fmla="*/ 0 h 1171110"/>
                              <a:gd name="connsiteX1" fmla="*/ 29029 w 3119832"/>
                              <a:gd name="connsiteY1" fmla="*/ 945897 h 1171110"/>
                              <a:gd name="connsiteX2" fmla="*/ 3119832 w 3119832"/>
                              <a:gd name="connsiteY2" fmla="*/ 1171110 h 1171110"/>
                              <a:gd name="connsiteX0" fmla="*/ 1461223 w 3178393"/>
                              <a:gd name="connsiteY0" fmla="*/ 0 h 1171110"/>
                              <a:gd name="connsiteX1" fmla="*/ 87590 w 3178393"/>
                              <a:gd name="connsiteY1" fmla="*/ 945897 h 1171110"/>
                              <a:gd name="connsiteX2" fmla="*/ 3178393 w 3178393"/>
                              <a:gd name="connsiteY2" fmla="*/ 1171110 h 1171110"/>
                              <a:gd name="connsiteX0" fmla="*/ 1492223 w 3209393"/>
                              <a:gd name="connsiteY0" fmla="*/ 0 h 1171110"/>
                              <a:gd name="connsiteX1" fmla="*/ 118590 w 3209393"/>
                              <a:gd name="connsiteY1" fmla="*/ 945897 h 1171110"/>
                              <a:gd name="connsiteX2" fmla="*/ 3209393 w 3209393"/>
                              <a:gd name="connsiteY2" fmla="*/ 1171110 h 1171110"/>
                              <a:gd name="connsiteX0" fmla="*/ 1796633 w 3513803"/>
                              <a:gd name="connsiteY0" fmla="*/ 0 h 1179907"/>
                              <a:gd name="connsiteX1" fmla="*/ 77213 w 3513803"/>
                              <a:gd name="connsiteY1" fmla="*/ 1036232 h 1179907"/>
                              <a:gd name="connsiteX2" fmla="*/ 3513803 w 3513803"/>
                              <a:gd name="connsiteY2" fmla="*/ 1171110 h 1179907"/>
                            </a:gdLst>
                            <a:ahLst/>
                            <a:cxnLst>
                              <a:cxn ang="0">
                                <a:pos x="connsiteX0" y="connsiteY0"/>
                              </a:cxn>
                              <a:cxn ang="0">
                                <a:pos x="connsiteX1" y="connsiteY1"/>
                              </a:cxn>
                              <a:cxn ang="0">
                                <a:pos x="connsiteX2" y="connsiteY2"/>
                              </a:cxn>
                            </a:cxnLst>
                            <a:rect l="l" t="t" r="r" b="b"/>
                            <a:pathLst>
                              <a:path w="3513803" h="1179907">
                                <a:moveTo>
                                  <a:pt x="1796633" y="0"/>
                                </a:moveTo>
                                <a:cubicBezTo>
                                  <a:pt x="286517" y="249958"/>
                                  <a:pt x="-208982" y="841047"/>
                                  <a:pt x="77213" y="1036232"/>
                                </a:cubicBezTo>
                                <a:cubicBezTo>
                                  <a:pt x="363408" y="1231417"/>
                                  <a:pt x="3513803" y="1171110"/>
                                  <a:pt x="3513803" y="1171110"/>
                                </a:cubicBezTo>
                              </a:path>
                            </a:pathLst>
                          </a:cu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5" name="Freeform 265"/>
                        <wps:cNvSpPr/>
                        <wps:spPr>
                          <a:xfrm>
                            <a:off x="5066030" y="1028700"/>
                            <a:ext cx="1008380" cy="2056765"/>
                          </a:xfrm>
                          <a:custGeom>
                            <a:avLst/>
                            <a:gdLst>
                              <a:gd name="connsiteX0" fmla="*/ 0 w 568325"/>
                              <a:gd name="connsiteY0" fmla="*/ 0 h 1126067"/>
                              <a:gd name="connsiteX1" fmla="*/ 567267 w 568325"/>
                              <a:gd name="connsiteY1" fmla="*/ 694267 h 1126067"/>
                              <a:gd name="connsiteX2" fmla="*/ 152400 w 568325"/>
                              <a:gd name="connsiteY2" fmla="*/ 1126067 h 1126067"/>
                              <a:gd name="connsiteX0" fmla="*/ 0 w 572548"/>
                              <a:gd name="connsiteY0" fmla="*/ 0 h 1126067"/>
                              <a:gd name="connsiteX1" fmla="*/ 571500 w 572548"/>
                              <a:gd name="connsiteY1" fmla="*/ 914929 h 1126067"/>
                              <a:gd name="connsiteX2" fmla="*/ 152400 w 572548"/>
                              <a:gd name="connsiteY2" fmla="*/ 1126067 h 1126067"/>
                              <a:gd name="connsiteX0" fmla="*/ 0 w 1151957"/>
                              <a:gd name="connsiteY0" fmla="*/ 0 h 1126067"/>
                              <a:gd name="connsiteX1" fmla="*/ 1151493 w 1151957"/>
                              <a:gd name="connsiteY1" fmla="*/ 914929 h 1126067"/>
                              <a:gd name="connsiteX2" fmla="*/ 152400 w 1151957"/>
                              <a:gd name="connsiteY2" fmla="*/ 1126067 h 1126067"/>
                              <a:gd name="connsiteX0" fmla="*/ 538774 w 1016235"/>
                              <a:gd name="connsiteY0" fmla="*/ 0 h 1266825"/>
                              <a:gd name="connsiteX1" fmla="*/ 999093 w 1016235"/>
                              <a:gd name="connsiteY1" fmla="*/ 1055687 h 1266825"/>
                              <a:gd name="connsiteX2" fmla="*/ 0 w 1016235"/>
                              <a:gd name="connsiteY2" fmla="*/ 1266825 h 1266825"/>
                              <a:gd name="connsiteX0" fmla="*/ 538774 w 909577"/>
                              <a:gd name="connsiteY0" fmla="*/ 0 h 1266825"/>
                              <a:gd name="connsiteX1" fmla="*/ 884963 w 909577"/>
                              <a:gd name="connsiteY1" fmla="*/ 1056013 h 1266825"/>
                              <a:gd name="connsiteX2" fmla="*/ 0 w 909577"/>
                              <a:gd name="connsiteY2" fmla="*/ 1266825 h 1266825"/>
                              <a:gd name="connsiteX0" fmla="*/ 538774 w 1017610"/>
                              <a:gd name="connsiteY0" fmla="*/ 0 h 1266825"/>
                              <a:gd name="connsiteX1" fmla="*/ 1000535 w 1017610"/>
                              <a:gd name="connsiteY1" fmla="*/ 1056013 h 1266825"/>
                              <a:gd name="connsiteX2" fmla="*/ 0 w 1017610"/>
                              <a:gd name="connsiteY2" fmla="*/ 1266825 h 1266825"/>
                            </a:gdLst>
                            <a:ahLst/>
                            <a:cxnLst>
                              <a:cxn ang="0">
                                <a:pos x="connsiteX0" y="connsiteY0"/>
                              </a:cxn>
                              <a:cxn ang="0">
                                <a:pos x="connsiteX1" y="connsiteY1"/>
                              </a:cxn>
                              <a:cxn ang="0">
                                <a:pos x="connsiteX2" y="connsiteY2"/>
                              </a:cxn>
                            </a:cxnLst>
                            <a:rect l="l" t="t" r="r" b="b"/>
                            <a:pathLst>
                              <a:path w="1017610" h="1266825">
                                <a:moveTo>
                                  <a:pt x="538774" y="0"/>
                                </a:moveTo>
                                <a:cubicBezTo>
                                  <a:pt x="809707" y="253294"/>
                                  <a:pt x="1090331" y="844876"/>
                                  <a:pt x="1000535" y="1056013"/>
                                </a:cubicBezTo>
                                <a:cubicBezTo>
                                  <a:pt x="910739" y="1267150"/>
                                  <a:pt x="0" y="1266825"/>
                                  <a:pt x="0" y="1266825"/>
                                </a:cubicBezTo>
                              </a:path>
                            </a:pathLst>
                          </a:custGeom>
                        </wps:spPr>
                        <wps:style>
                          <a:lnRef idx="2">
                            <a:schemeClr val="accent1"/>
                          </a:lnRef>
                          <a:fillRef idx="0">
                            <a:schemeClr val="accent1"/>
                          </a:fillRef>
                          <a:effectRef idx="1">
                            <a:schemeClr val="accent1"/>
                          </a:effectRef>
                          <a:fontRef idx="minor">
                            <a:schemeClr val="tx1"/>
                          </a:fontRef>
                        </wps:style>
                        <wps:txbx>
                          <w:txbxContent>
                            <w:p w14:paraId="36BAB3DB" w14:textId="77777777" w:rsidR="006A6DB0" w:rsidRDefault="006A6DB0" w:rsidP="0095480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 name="Freeform 266"/>
                        <wps:cNvSpPr/>
                        <wps:spPr>
                          <a:xfrm>
                            <a:off x="5066665" y="1828800"/>
                            <a:ext cx="802640" cy="1125855"/>
                          </a:xfrm>
                          <a:custGeom>
                            <a:avLst/>
                            <a:gdLst>
                              <a:gd name="connsiteX0" fmla="*/ 0 w 568325"/>
                              <a:gd name="connsiteY0" fmla="*/ 0 h 1126067"/>
                              <a:gd name="connsiteX1" fmla="*/ 567267 w 568325"/>
                              <a:gd name="connsiteY1" fmla="*/ 694267 h 1126067"/>
                              <a:gd name="connsiteX2" fmla="*/ 152400 w 568325"/>
                              <a:gd name="connsiteY2" fmla="*/ 1126067 h 1126067"/>
                              <a:gd name="connsiteX0" fmla="*/ 0 w 442153"/>
                              <a:gd name="connsiteY0" fmla="*/ 0 h 1126067"/>
                              <a:gd name="connsiteX1" fmla="*/ 440690 w 442153"/>
                              <a:gd name="connsiteY1" fmla="*/ 762143 h 1126067"/>
                              <a:gd name="connsiteX2" fmla="*/ 152400 w 442153"/>
                              <a:gd name="connsiteY2" fmla="*/ 1126067 h 1126067"/>
                              <a:gd name="connsiteX0" fmla="*/ 0 w 915400"/>
                              <a:gd name="connsiteY0" fmla="*/ 0 h 1126067"/>
                              <a:gd name="connsiteX1" fmla="*/ 914799 w 915400"/>
                              <a:gd name="connsiteY1" fmla="*/ 800251 h 1126067"/>
                              <a:gd name="connsiteX2" fmla="*/ 152400 w 915400"/>
                              <a:gd name="connsiteY2" fmla="*/ 1126067 h 1126067"/>
                              <a:gd name="connsiteX0" fmla="*/ 534150 w 803563"/>
                              <a:gd name="connsiteY0" fmla="*/ 0 h 1126067"/>
                              <a:gd name="connsiteX1" fmla="*/ 762399 w 803563"/>
                              <a:gd name="connsiteY1" fmla="*/ 800251 h 1126067"/>
                              <a:gd name="connsiteX2" fmla="*/ 0 w 803563"/>
                              <a:gd name="connsiteY2" fmla="*/ 1126067 h 1126067"/>
                            </a:gdLst>
                            <a:ahLst/>
                            <a:cxnLst>
                              <a:cxn ang="0">
                                <a:pos x="connsiteX0" y="connsiteY0"/>
                              </a:cxn>
                              <a:cxn ang="0">
                                <a:pos x="connsiteX1" y="connsiteY1"/>
                              </a:cxn>
                              <a:cxn ang="0">
                                <a:pos x="connsiteX2" y="connsiteY2"/>
                              </a:cxn>
                            </a:cxnLst>
                            <a:rect l="l" t="t" r="r" b="b"/>
                            <a:pathLst>
                              <a:path w="803563" h="1126067">
                                <a:moveTo>
                                  <a:pt x="534150" y="0"/>
                                </a:moveTo>
                                <a:cubicBezTo>
                                  <a:pt x="805083" y="253294"/>
                                  <a:pt x="851424" y="612573"/>
                                  <a:pt x="762399" y="800251"/>
                                </a:cubicBezTo>
                                <a:cubicBezTo>
                                  <a:pt x="673374" y="987929"/>
                                  <a:pt x="0" y="1126067"/>
                                  <a:pt x="0" y="1126067"/>
                                </a:cubicBezTo>
                              </a:path>
                            </a:pathLst>
                          </a:cu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67" name="Group 267"/>
                        <wpg:cNvGrpSpPr/>
                        <wpg:grpSpPr>
                          <a:xfrm>
                            <a:off x="1828800" y="2743200"/>
                            <a:ext cx="3232150" cy="1143000"/>
                            <a:chOff x="0" y="0"/>
                            <a:chExt cx="3232150" cy="1143000"/>
                          </a:xfrm>
                        </wpg:grpSpPr>
                        <wps:wsp>
                          <wps:cNvPr id="268" name="Multidocument 268"/>
                          <wps:cNvSpPr/>
                          <wps:spPr>
                            <a:xfrm>
                              <a:off x="2171700" y="0"/>
                              <a:ext cx="1060450" cy="758825"/>
                            </a:xfrm>
                            <a:prstGeom prst="flowChartMultidocument">
                              <a:avLst/>
                            </a:prstGeom>
                          </wps:spPr>
                          <wps:style>
                            <a:lnRef idx="1">
                              <a:schemeClr val="accent1"/>
                            </a:lnRef>
                            <a:fillRef idx="3">
                              <a:schemeClr val="accent1"/>
                            </a:fillRef>
                            <a:effectRef idx="2">
                              <a:schemeClr val="accent1"/>
                            </a:effectRef>
                            <a:fontRef idx="minor">
                              <a:schemeClr val="lt1"/>
                            </a:fontRef>
                          </wps:style>
                          <wps:txbx>
                            <w:txbxContent>
                              <w:p w14:paraId="3392A702" w14:textId="77777777" w:rsidR="006A6DB0" w:rsidRDefault="006A6DB0" w:rsidP="00954804">
                                <w:pPr>
                                  <w:jc w:val="center"/>
                                </w:pPr>
                                <w:r>
                                  <w:t>Results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 name="Document 269"/>
                          <wps:cNvSpPr/>
                          <wps:spPr>
                            <a:xfrm>
                              <a:off x="0" y="0"/>
                              <a:ext cx="1028700" cy="612140"/>
                            </a:xfrm>
                            <a:prstGeom prst="flowChartDocument">
                              <a:avLst/>
                            </a:prstGeom>
                          </wps:spPr>
                          <wps:style>
                            <a:lnRef idx="1">
                              <a:schemeClr val="accent1"/>
                            </a:lnRef>
                            <a:fillRef idx="3">
                              <a:schemeClr val="accent1"/>
                            </a:fillRef>
                            <a:effectRef idx="2">
                              <a:schemeClr val="accent1"/>
                            </a:effectRef>
                            <a:fontRef idx="minor">
                              <a:schemeClr val="lt1"/>
                            </a:fontRef>
                          </wps:style>
                          <wps:txbx>
                            <w:txbxContent>
                              <w:p w14:paraId="1C1DD863" w14:textId="77777777" w:rsidR="006A6DB0" w:rsidRDefault="006A6DB0" w:rsidP="00954804">
                                <w:pPr>
                                  <w:jc w:val="center"/>
                                </w:pPr>
                                <w:r>
                                  <w:t>Optimum parameters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 name="Straight Arrow Connector 270"/>
                          <wps:cNvCnPr/>
                          <wps:spPr>
                            <a:xfrm flipH="1">
                              <a:off x="1028700" y="342900"/>
                              <a:ext cx="11430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71" name="Text Box 3"/>
                          <wps:cNvSpPr txBox="1"/>
                          <wps:spPr>
                            <a:xfrm>
                              <a:off x="1257300" y="114300"/>
                              <a:ext cx="800100" cy="269875"/>
                            </a:xfrm>
                            <a:prstGeom prst="rect">
                              <a:avLst/>
                            </a:prstGeom>
                            <a:noFill/>
                          </wps:spPr>
                          <wps:txbx>
                            <w:txbxContent>
                              <w:p w14:paraId="40030D94" w14:textId="77777777" w:rsidR="006A6DB0" w:rsidRDefault="006A6DB0" w:rsidP="00954804">
                                <w:r>
                                  <w:t>Analysis</w:t>
                                </w:r>
                              </w:p>
                            </w:txbxContent>
                          </wps:txbx>
                          <wps:bodyPr wrap="square" rtlCol="0">
                            <a:noAutofit/>
                          </wps:bodyPr>
                        </wps:wsp>
                        <wps:wsp>
                          <wps:cNvPr id="272" name="Straight Arrow Connector 272"/>
                          <wps:cNvCnPr/>
                          <wps:spPr>
                            <a:xfrm>
                              <a:off x="685800" y="571500"/>
                              <a:ext cx="0" cy="5715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grpSp>
                      <wpg:grpSp>
                        <wpg:cNvPr id="273" name="Group 273"/>
                        <wpg:cNvGrpSpPr/>
                        <wpg:grpSpPr>
                          <a:xfrm>
                            <a:off x="0" y="0"/>
                            <a:ext cx="5600700" cy="612140"/>
                            <a:chOff x="0" y="0"/>
                            <a:chExt cx="5600700" cy="612140"/>
                          </a:xfrm>
                        </wpg:grpSpPr>
                        <wps:wsp>
                          <wps:cNvPr id="274" name="Data 274"/>
                          <wps:cNvSpPr/>
                          <wps:spPr>
                            <a:xfrm>
                              <a:off x="0" y="0"/>
                              <a:ext cx="866775" cy="549275"/>
                            </a:xfrm>
                            <a:prstGeom prst="flowChartInputOutput">
                              <a:avLst/>
                            </a:prstGeom>
                          </wps:spPr>
                          <wps:style>
                            <a:lnRef idx="1">
                              <a:schemeClr val="accent1"/>
                            </a:lnRef>
                            <a:fillRef idx="3">
                              <a:schemeClr val="accent1"/>
                            </a:fillRef>
                            <a:effectRef idx="2">
                              <a:schemeClr val="accent1"/>
                            </a:effectRef>
                            <a:fontRef idx="minor">
                              <a:schemeClr val="lt1"/>
                            </a:fontRef>
                          </wps:style>
                          <wps:txbx>
                            <w:txbxContent>
                              <w:p w14:paraId="502CC8C5" w14:textId="77777777" w:rsidR="006A6DB0" w:rsidRDefault="006A6DB0" w:rsidP="00954804">
                                <w:pPr>
                                  <w:jc w:val="center"/>
                                </w:pPr>
                                <w:r>
                                  <w:t>User File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5" name="Straight Arrow Connector 275"/>
                          <wps:cNvCnPr/>
                          <wps:spPr>
                            <a:xfrm>
                              <a:off x="800100" y="342900"/>
                              <a:ext cx="10287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76" name="Text Box 276"/>
                          <wps:cNvSpPr txBox="1"/>
                          <wps:spPr>
                            <a:xfrm>
                              <a:off x="800100" y="114300"/>
                              <a:ext cx="914400" cy="353695"/>
                            </a:xfrm>
                            <a:prstGeom prst="rect">
                              <a:avLst/>
                            </a:prstGeom>
                            <a:noFill/>
                          </wps:spPr>
                          <wps:txbx>
                            <w:txbxContent>
                              <w:p w14:paraId="611F1DE2" w14:textId="77777777" w:rsidR="006A6DB0" w:rsidRDefault="006A6DB0" w:rsidP="00954804">
                                <w:r>
                                  <w:t>Read data</w:t>
                                </w:r>
                              </w:p>
                            </w:txbxContent>
                          </wps:txbx>
                          <wps:bodyPr wrap="square" rtlCol="0">
                            <a:spAutoFit/>
                          </wps:bodyPr>
                        </wps:wsp>
                        <wps:wsp>
                          <wps:cNvPr id="277" name="Alternate Process 277"/>
                          <wps:cNvSpPr/>
                          <wps:spPr>
                            <a:xfrm>
                              <a:off x="1828800" y="0"/>
                              <a:ext cx="914400" cy="612140"/>
                            </a:xfrm>
                            <a:prstGeom prst="flowChartAlternateProcess">
                              <a:avLst/>
                            </a:prstGeom>
                          </wps:spPr>
                          <wps:style>
                            <a:lnRef idx="1">
                              <a:schemeClr val="accent1"/>
                            </a:lnRef>
                            <a:fillRef idx="3">
                              <a:schemeClr val="accent1"/>
                            </a:fillRef>
                            <a:effectRef idx="2">
                              <a:schemeClr val="accent1"/>
                            </a:effectRef>
                            <a:fontRef idx="minor">
                              <a:schemeClr val="lt1"/>
                            </a:fontRef>
                          </wps:style>
                          <wps:txbx>
                            <w:txbxContent>
                              <w:p w14:paraId="01CA4BA9" w14:textId="77777777" w:rsidR="006A6DB0" w:rsidRDefault="006A6DB0" w:rsidP="00954804">
                                <w:pPr>
                                  <w:jc w:val="center"/>
                                </w:pPr>
                                <w:r>
                                  <w:t>CCP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 name="Straight Arrow Connector 278"/>
                          <wps:cNvCnPr/>
                          <wps:spPr>
                            <a:xfrm>
                              <a:off x="2743200" y="342900"/>
                              <a:ext cx="11430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79" name="Document 279"/>
                          <wps:cNvSpPr/>
                          <wps:spPr>
                            <a:xfrm>
                              <a:off x="4800600" y="0"/>
                              <a:ext cx="800100" cy="612140"/>
                            </a:xfrm>
                            <a:prstGeom prst="flowChartDocument">
                              <a:avLst/>
                            </a:prstGeom>
                          </wps:spPr>
                          <wps:style>
                            <a:lnRef idx="1">
                              <a:schemeClr val="accent1"/>
                            </a:lnRef>
                            <a:fillRef idx="3">
                              <a:schemeClr val="accent1"/>
                            </a:fillRef>
                            <a:effectRef idx="2">
                              <a:schemeClr val="accent1"/>
                            </a:effectRef>
                            <a:fontRef idx="minor">
                              <a:schemeClr val="lt1"/>
                            </a:fontRef>
                          </wps:style>
                          <wps:txbx>
                            <w:txbxContent>
                              <w:p w14:paraId="48C53CBB" w14:textId="77777777" w:rsidR="006A6DB0" w:rsidRDefault="006A6DB0" w:rsidP="00954804">
                                <w:pPr>
                                  <w:jc w:val="center"/>
                                </w:pPr>
                                <w:r>
                                  <w:t>Result1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0" name="Text Box 280"/>
                          <wps:cNvSpPr txBox="1"/>
                          <wps:spPr>
                            <a:xfrm>
                              <a:off x="2743200" y="114300"/>
                              <a:ext cx="1028700" cy="457200"/>
                            </a:xfrm>
                            <a:prstGeom prst="rect">
                              <a:avLst/>
                            </a:prstGeom>
                            <a:noFill/>
                          </wps:spPr>
                          <wps:txbx>
                            <w:txbxContent>
                              <w:p w14:paraId="51B79D77" w14:textId="77777777" w:rsidR="006A6DB0" w:rsidRDefault="006A6DB0" w:rsidP="00954804">
                                <w:r>
                                  <w:t>Write parameter1</w:t>
                                </w:r>
                              </w:p>
                            </w:txbxContent>
                          </wps:txbx>
                          <wps:bodyPr wrap="square" rtlCol="0">
                            <a:noAutofit/>
                          </wps:bodyPr>
                        </wps:wsp>
                        <wps:wsp>
                          <wps:cNvPr id="281" name="Data 281"/>
                          <wps:cNvSpPr/>
                          <wps:spPr>
                            <a:xfrm>
                              <a:off x="3819525" y="0"/>
                              <a:ext cx="866775" cy="549275"/>
                            </a:xfrm>
                            <a:prstGeom prst="flowChartInputOutput">
                              <a:avLst/>
                            </a:prstGeom>
                          </wps:spPr>
                          <wps:style>
                            <a:lnRef idx="1">
                              <a:schemeClr val="accent1"/>
                            </a:lnRef>
                            <a:fillRef idx="3">
                              <a:schemeClr val="accent1"/>
                            </a:fillRef>
                            <a:effectRef idx="2">
                              <a:schemeClr val="accent1"/>
                            </a:effectRef>
                            <a:fontRef idx="minor">
                              <a:schemeClr val="lt1"/>
                            </a:fontRef>
                          </wps:style>
                          <wps:txbx>
                            <w:txbxContent>
                              <w:p w14:paraId="0C20AC4F" w14:textId="77777777" w:rsidR="006A6DB0" w:rsidRDefault="006A6DB0" w:rsidP="00954804">
                                <w:pPr>
                                  <w:jc w:val="center"/>
                                </w:pPr>
                                <w:r>
                                  <w:t>New File1</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grpSp>
                        <wpg:cNvPr id="282" name="Group 282"/>
                        <wpg:cNvGrpSpPr/>
                        <wpg:grpSpPr>
                          <a:xfrm>
                            <a:off x="0" y="800100"/>
                            <a:ext cx="5600700" cy="612140"/>
                            <a:chOff x="0" y="0"/>
                            <a:chExt cx="5600700" cy="612140"/>
                          </a:xfrm>
                        </wpg:grpSpPr>
                        <wps:wsp>
                          <wps:cNvPr id="283" name="Data 283"/>
                          <wps:cNvSpPr/>
                          <wps:spPr>
                            <a:xfrm>
                              <a:off x="0" y="0"/>
                              <a:ext cx="866775" cy="549275"/>
                            </a:xfrm>
                            <a:prstGeom prst="flowChartInputOutput">
                              <a:avLst/>
                            </a:prstGeom>
                          </wps:spPr>
                          <wps:style>
                            <a:lnRef idx="1">
                              <a:schemeClr val="accent1"/>
                            </a:lnRef>
                            <a:fillRef idx="3">
                              <a:schemeClr val="accent1"/>
                            </a:fillRef>
                            <a:effectRef idx="2">
                              <a:schemeClr val="accent1"/>
                            </a:effectRef>
                            <a:fontRef idx="minor">
                              <a:schemeClr val="lt1"/>
                            </a:fontRef>
                          </wps:style>
                          <wps:txbx>
                            <w:txbxContent>
                              <w:p w14:paraId="5C7F1083" w14:textId="77777777" w:rsidR="006A6DB0" w:rsidRDefault="006A6DB0" w:rsidP="00954804">
                                <w:pPr>
                                  <w:jc w:val="center"/>
                                </w:pPr>
                                <w:r>
                                  <w:t>User File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4" name="Straight Arrow Connector 284"/>
                          <wps:cNvCnPr/>
                          <wps:spPr>
                            <a:xfrm>
                              <a:off x="800100" y="342900"/>
                              <a:ext cx="10287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85" name="Text Box 285"/>
                          <wps:cNvSpPr txBox="1"/>
                          <wps:spPr>
                            <a:xfrm>
                              <a:off x="800100" y="114300"/>
                              <a:ext cx="914400" cy="353695"/>
                            </a:xfrm>
                            <a:prstGeom prst="rect">
                              <a:avLst/>
                            </a:prstGeom>
                            <a:noFill/>
                          </wps:spPr>
                          <wps:txbx>
                            <w:txbxContent>
                              <w:p w14:paraId="11A96C2D" w14:textId="77777777" w:rsidR="006A6DB0" w:rsidRDefault="006A6DB0" w:rsidP="00954804">
                                <w:r>
                                  <w:t>Read data</w:t>
                                </w:r>
                              </w:p>
                            </w:txbxContent>
                          </wps:txbx>
                          <wps:bodyPr wrap="square" rtlCol="0">
                            <a:spAutoFit/>
                          </wps:bodyPr>
                        </wps:wsp>
                        <wps:wsp>
                          <wps:cNvPr id="286" name="Alternate Process 286"/>
                          <wps:cNvSpPr/>
                          <wps:spPr>
                            <a:xfrm>
                              <a:off x="1828800" y="0"/>
                              <a:ext cx="914400" cy="612140"/>
                            </a:xfrm>
                            <a:prstGeom prst="flowChartAlternateProcess">
                              <a:avLst/>
                            </a:prstGeom>
                          </wps:spPr>
                          <wps:style>
                            <a:lnRef idx="1">
                              <a:schemeClr val="accent1"/>
                            </a:lnRef>
                            <a:fillRef idx="3">
                              <a:schemeClr val="accent1"/>
                            </a:fillRef>
                            <a:effectRef idx="2">
                              <a:schemeClr val="accent1"/>
                            </a:effectRef>
                            <a:fontRef idx="minor">
                              <a:schemeClr val="lt1"/>
                            </a:fontRef>
                          </wps:style>
                          <wps:txbx>
                            <w:txbxContent>
                              <w:p w14:paraId="2BA7B41E" w14:textId="77777777" w:rsidR="006A6DB0" w:rsidRDefault="006A6DB0" w:rsidP="00954804">
                                <w:pPr>
                                  <w:jc w:val="center"/>
                                </w:pPr>
                                <w:r>
                                  <w:t>CCP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7" name="Straight Arrow Connector 287"/>
                          <wps:cNvCnPr/>
                          <wps:spPr>
                            <a:xfrm>
                              <a:off x="2743200" y="342900"/>
                              <a:ext cx="11430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88" name="Document 288"/>
                          <wps:cNvSpPr/>
                          <wps:spPr>
                            <a:xfrm>
                              <a:off x="4800600" y="0"/>
                              <a:ext cx="800100" cy="612140"/>
                            </a:xfrm>
                            <a:prstGeom prst="flowChartDocument">
                              <a:avLst/>
                            </a:prstGeom>
                          </wps:spPr>
                          <wps:style>
                            <a:lnRef idx="1">
                              <a:schemeClr val="accent1"/>
                            </a:lnRef>
                            <a:fillRef idx="3">
                              <a:schemeClr val="accent1"/>
                            </a:fillRef>
                            <a:effectRef idx="2">
                              <a:schemeClr val="accent1"/>
                            </a:effectRef>
                            <a:fontRef idx="minor">
                              <a:schemeClr val="lt1"/>
                            </a:fontRef>
                          </wps:style>
                          <wps:txbx>
                            <w:txbxContent>
                              <w:p w14:paraId="5BB5BE76" w14:textId="77777777" w:rsidR="006A6DB0" w:rsidRDefault="006A6DB0" w:rsidP="00954804">
                                <w:pPr>
                                  <w:jc w:val="center"/>
                                </w:pPr>
                                <w:r>
                                  <w:t>Result2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9" name="Text Box 289"/>
                          <wps:cNvSpPr txBox="1"/>
                          <wps:spPr>
                            <a:xfrm>
                              <a:off x="2743200" y="114300"/>
                              <a:ext cx="1028700" cy="457200"/>
                            </a:xfrm>
                            <a:prstGeom prst="rect">
                              <a:avLst/>
                            </a:prstGeom>
                            <a:noFill/>
                          </wps:spPr>
                          <wps:txbx>
                            <w:txbxContent>
                              <w:p w14:paraId="66588D5B" w14:textId="77777777" w:rsidR="006A6DB0" w:rsidRDefault="006A6DB0" w:rsidP="00954804">
                                <w:r>
                                  <w:t>Write parameter2</w:t>
                                </w:r>
                              </w:p>
                            </w:txbxContent>
                          </wps:txbx>
                          <wps:bodyPr wrap="square" rtlCol="0">
                            <a:noAutofit/>
                          </wps:bodyPr>
                        </wps:wsp>
                        <wps:wsp>
                          <wps:cNvPr id="290" name="Data 290"/>
                          <wps:cNvSpPr/>
                          <wps:spPr>
                            <a:xfrm>
                              <a:off x="3819525" y="0"/>
                              <a:ext cx="866775" cy="549275"/>
                            </a:xfrm>
                            <a:prstGeom prst="flowChartInputOutput">
                              <a:avLst/>
                            </a:prstGeom>
                          </wps:spPr>
                          <wps:style>
                            <a:lnRef idx="1">
                              <a:schemeClr val="accent1"/>
                            </a:lnRef>
                            <a:fillRef idx="3">
                              <a:schemeClr val="accent1"/>
                            </a:fillRef>
                            <a:effectRef idx="2">
                              <a:schemeClr val="accent1"/>
                            </a:effectRef>
                            <a:fontRef idx="minor">
                              <a:schemeClr val="lt1"/>
                            </a:fontRef>
                          </wps:style>
                          <wps:txbx>
                            <w:txbxContent>
                              <w:p w14:paraId="6E33C9C0" w14:textId="77777777" w:rsidR="006A6DB0" w:rsidRDefault="006A6DB0" w:rsidP="00954804">
                                <w:pPr>
                                  <w:jc w:val="center"/>
                                </w:pPr>
                                <w:r>
                                  <w:t>New File2</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grpSp>
                        <wpg:cNvPr id="291" name="Group 291"/>
                        <wpg:cNvGrpSpPr/>
                        <wpg:grpSpPr>
                          <a:xfrm>
                            <a:off x="0" y="1559560"/>
                            <a:ext cx="5600700" cy="612140"/>
                            <a:chOff x="0" y="0"/>
                            <a:chExt cx="5600700" cy="612140"/>
                          </a:xfrm>
                        </wpg:grpSpPr>
                        <wps:wsp>
                          <wps:cNvPr id="292" name="Data 292"/>
                          <wps:cNvSpPr/>
                          <wps:spPr>
                            <a:xfrm>
                              <a:off x="0" y="0"/>
                              <a:ext cx="866775" cy="549275"/>
                            </a:xfrm>
                            <a:prstGeom prst="flowChartInputOutput">
                              <a:avLst/>
                            </a:prstGeom>
                          </wps:spPr>
                          <wps:style>
                            <a:lnRef idx="1">
                              <a:schemeClr val="accent1"/>
                            </a:lnRef>
                            <a:fillRef idx="3">
                              <a:schemeClr val="accent1"/>
                            </a:fillRef>
                            <a:effectRef idx="2">
                              <a:schemeClr val="accent1"/>
                            </a:effectRef>
                            <a:fontRef idx="minor">
                              <a:schemeClr val="lt1"/>
                            </a:fontRef>
                          </wps:style>
                          <wps:txbx>
                            <w:txbxContent>
                              <w:p w14:paraId="53CFC7F4" w14:textId="77777777" w:rsidR="006A6DB0" w:rsidRDefault="006A6DB0" w:rsidP="00954804">
                                <w:pPr>
                                  <w:jc w:val="center"/>
                                </w:pPr>
                                <w:r>
                                  <w:t>User File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3" name="Straight Arrow Connector 293"/>
                          <wps:cNvCnPr/>
                          <wps:spPr>
                            <a:xfrm>
                              <a:off x="800100" y="342900"/>
                              <a:ext cx="10287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94" name="Text Box 294"/>
                          <wps:cNvSpPr txBox="1"/>
                          <wps:spPr>
                            <a:xfrm>
                              <a:off x="800100" y="114300"/>
                              <a:ext cx="914400" cy="353695"/>
                            </a:xfrm>
                            <a:prstGeom prst="rect">
                              <a:avLst/>
                            </a:prstGeom>
                            <a:noFill/>
                          </wps:spPr>
                          <wps:txbx>
                            <w:txbxContent>
                              <w:p w14:paraId="6536C98F" w14:textId="77777777" w:rsidR="006A6DB0" w:rsidRDefault="006A6DB0" w:rsidP="00954804">
                                <w:r>
                                  <w:t>Read data</w:t>
                                </w:r>
                              </w:p>
                            </w:txbxContent>
                          </wps:txbx>
                          <wps:bodyPr wrap="square" rtlCol="0">
                            <a:spAutoFit/>
                          </wps:bodyPr>
                        </wps:wsp>
                        <wps:wsp>
                          <wps:cNvPr id="295" name="Alternate Process 295"/>
                          <wps:cNvSpPr/>
                          <wps:spPr>
                            <a:xfrm>
                              <a:off x="1828800" y="0"/>
                              <a:ext cx="914400" cy="612140"/>
                            </a:xfrm>
                            <a:prstGeom prst="flowChartAlternateProcess">
                              <a:avLst/>
                            </a:prstGeom>
                          </wps:spPr>
                          <wps:style>
                            <a:lnRef idx="1">
                              <a:schemeClr val="accent1"/>
                            </a:lnRef>
                            <a:fillRef idx="3">
                              <a:schemeClr val="accent1"/>
                            </a:fillRef>
                            <a:effectRef idx="2">
                              <a:schemeClr val="accent1"/>
                            </a:effectRef>
                            <a:fontRef idx="minor">
                              <a:schemeClr val="lt1"/>
                            </a:fontRef>
                          </wps:style>
                          <wps:txbx>
                            <w:txbxContent>
                              <w:p w14:paraId="01DF5EB3" w14:textId="77777777" w:rsidR="006A6DB0" w:rsidRDefault="006A6DB0" w:rsidP="00954804">
                                <w:pPr>
                                  <w:jc w:val="center"/>
                                </w:pPr>
                                <w:r>
                                  <w:t>CCP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6" name="Straight Arrow Connector 296"/>
                          <wps:cNvCnPr/>
                          <wps:spPr>
                            <a:xfrm>
                              <a:off x="2743200" y="342900"/>
                              <a:ext cx="11430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97" name="Document 297"/>
                          <wps:cNvSpPr/>
                          <wps:spPr>
                            <a:xfrm>
                              <a:off x="4800600" y="0"/>
                              <a:ext cx="800100" cy="612140"/>
                            </a:xfrm>
                            <a:prstGeom prst="flowChartDocument">
                              <a:avLst/>
                            </a:prstGeom>
                          </wps:spPr>
                          <wps:style>
                            <a:lnRef idx="1">
                              <a:schemeClr val="accent1"/>
                            </a:lnRef>
                            <a:fillRef idx="3">
                              <a:schemeClr val="accent1"/>
                            </a:fillRef>
                            <a:effectRef idx="2">
                              <a:schemeClr val="accent1"/>
                            </a:effectRef>
                            <a:fontRef idx="minor">
                              <a:schemeClr val="lt1"/>
                            </a:fontRef>
                          </wps:style>
                          <wps:txbx>
                            <w:txbxContent>
                              <w:p w14:paraId="7140B425" w14:textId="77777777" w:rsidR="006A6DB0" w:rsidRDefault="006A6DB0" w:rsidP="00954804">
                                <w:pPr>
                                  <w:jc w:val="center"/>
                                </w:pPr>
                                <w:r>
                                  <w:t>Result3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8" name="Text Box 298"/>
                          <wps:cNvSpPr txBox="1"/>
                          <wps:spPr>
                            <a:xfrm>
                              <a:off x="2743200" y="114300"/>
                              <a:ext cx="1028700" cy="457200"/>
                            </a:xfrm>
                            <a:prstGeom prst="rect">
                              <a:avLst/>
                            </a:prstGeom>
                            <a:noFill/>
                          </wps:spPr>
                          <wps:txbx>
                            <w:txbxContent>
                              <w:p w14:paraId="5A4BD558" w14:textId="77777777" w:rsidR="006A6DB0" w:rsidRDefault="006A6DB0" w:rsidP="00954804">
                                <w:r>
                                  <w:t>Write parameter3</w:t>
                                </w:r>
                              </w:p>
                            </w:txbxContent>
                          </wps:txbx>
                          <wps:bodyPr wrap="square" rtlCol="0">
                            <a:noAutofit/>
                          </wps:bodyPr>
                        </wps:wsp>
                        <wps:wsp>
                          <wps:cNvPr id="299" name="Data 299"/>
                          <wps:cNvSpPr/>
                          <wps:spPr>
                            <a:xfrm>
                              <a:off x="3819525" y="0"/>
                              <a:ext cx="866775" cy="549275"/>
                            </a:xfrm>
                            <a:prstGeom prst="flowChartInputOutput">
                              <a:avLst/>
                            </a:prstGeom>
                          </wps:spPr>
                          <wps:style>
                            <a:lnRef idx="1">
                              <a:schemeClr val="accent1"/>
                            </a:lnRef>
                            <a:fillRef idx="3">
                              <a:schemeClr val="accent1"/>
                            </a:fillRef>
                            <a:effectRef idx="2">
                              <a:schemeClr val="accent1"/>
                            </a:effectRef>
                            <a:fontRef idx="minor">
                              <a:schemeClr val="lt1"/>
                            </a:fontRef>
                          </wps:style>
                          <wps:txbx>
                            <w:txbxContent>
                              <w:p w14:paraId="2A448316" w14:textId="77777777" w:rsidR="006A6DB0" w:rsidRDefault="006A6DB0" w:rsidP="00954804">
                                <w:pPr>
                                  <w:jc w:val="center"/>
                                </w:pPr>
                                <w:r>
                                  <w:t>New File3</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grpSp>
                        <wpg:cNvPr id="300" name="Group 300"/>
                        <wpg:cNvGrpSpPr/>
                        <wpg:grpSpPr>
                          <a:xfrm>
                            <a:off x="0" y="3886200"/>
                            <a:ext cx="5257800" cy="612140"/>
                            <a:chOff x="0" y="0"/>
                            <a:chExt cx="5257800" cy="612140"/>
                          </a:xfrm>
                        </wpg:grpSpPr>
                        <wps:wsp>
                          <wps:cNvPr id="301" name="Data 301"/>
                          <wps:cNvSpPr/>
                          <wps:spPr>
                            <a:xfrm>
                              <a:off x="0" y="0"/>
                              <a:ext cx="866775" cy="549275"/>
                            </a:xfrm>
                            <a:prstGeom prst="flowChartInputOutput">
                              <a:avLst/>
                            </a:prstGeom>
                          </wps:spPr>
                          <wps:style>
                            <a:lnRef idx="1">
                              <a:schemeClr val="accent1"/>
                            </a:lnRef>
                            <a:fillRef idx="3">
                              <a:schemeClr val="accent1"/>
                            </a:fillRef>
                            <a:effectRef idx="2">
                              <a:schemeClr val="accent1"/>
                            </a:effectRef>
                            <a:fontRef idx="minor">
                              <a:schemeClr val="lt1"/>
                            </a:fontRef>
                          </wps:style>
                          <wps:txbx>
                            <w:txbxContent>
                              <w:p w14:paraId="2165AEF9" w14:textId="77777777" w:rsidR="006A6DB0" w:rsidRDefault="006A6DB0" w:rsidP="00954804">
                                <w:pPr>
                                  <w:jc w:val="center"/>
                                </w:pPr>
                                <w:r>
                                  <w:t>User File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02" name="Straight Arrow Connector 302"/>
                          <wps:cNvCnPr/>
                          <wps:spPr>
                            <a:xfrm>
                              <a:off x="800100" y="342900"/>
                              <a:ext cx="10287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3" name="Text Box 303"/>
                          <wps:cNvSpPr txBox="1"/>
                          <wps:spPr>
                            <a:xfrm>
                              <a:off x="800100" y="114300"/>
                              <a:ext cx="914400" cy="353695"/>
                            </a:xfrm>
                            <a:prstGeom prst="rect">
                              <a:avLst/>
                            </a:prstGeom>
                            <a:noFill/>
                          </wps:spPr>
                          <wps:txbx>
                            <w:txbxContent>
                              <w:p w14:paraId="54F640FA" w14:textId="77777777" w:rsidR="006A6DB0" w:rsidRDefault="006A6DB0" w:rsidP="00954804">
                                <w:r>
                                  <w:t>Read data</w:t>
                                </w:r>
                              </w:p>
                            </w:txbxContent>
                          </wps:txbx>
                          <wps:bodyPr wrap="square" rtlCol="0">
                            <a:spAutoFit/>
                          </wps:bodyPr>
                        </wps:wsp>
                        <wps:wsp>
                          <wps:cNvPr id="304" name="Alternate Process 304"/>
                          <wps:cNvSpPr/>
                          <wps:spPr>
                            <a:xfrm>
                              <a:off x="1828800" y="0"/>
                              <a:ext cx="914400" cy="612140"/>
                            </a:xfrm>
                            <a:prstGeom prst="flowChartAlternateProcess">
                              <a:avLst/>
                            </a:prstGeom>
                          </wps:spPr>
                          <wps:style>
                            <a:lnRef idx="1">
                              <a:schemeClr val="accent1"/>
                            </a:lnRef>
                            <a:fillRef idx="3">
                              <a:schemeClr val="accent1"/>
                            </a:fillRef>
                            <a:effectRef idx="2">
                              <a:schemeClr val="accent1"/>
                            </a:effectRef>
                            <a:fontRef idx="minor">
                              <a:schemeClr val="lt1"/>
                            </a:fontRef>
                          </wps:style>
                          <wps:txbx>
                            <w:txbxContent>
                              <w:p w14:paraId="06278B58" w14:textId="77777777" w:rsidR="006A6DB0" w:rsidRDefault="006A6DB0" w:rsidP="00954804">
                                <w:pPr>
                                  <w:jc w:val="center"/>
                                </w:pPr>
                                <w:r>
                                  <w:t>User App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5" name="Straight Arrow Connector 305"/>
                          <wps:cNvCnPr/>
                          <wps:spPr>
                            <a:xfrm>
                              <a:off x="2743200" y="342900"/>
                              <a:ext cx="11430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06" name="Text Box 306"/>
                          <wps:cNvSpPr txBox="1"/>
                          <wps:spPr>
                            <a:xfrm>
                              <a:off x="2743200" y="114300"/>
                              <a:ext cx="1028700" cy="457200"/>
                            </a:xfrm>
                            <a:prstGeom prst="rect">
                              <a:avLst/>
                            </a:prstGeom>
                            <a:noFill/>
                          </wps:spPr>
                          <wps:txbx>
                            <w:txbxContent>
                              <w:p w14:paraId="36195E40" w14:textId="77777777" w:rsidR="006A6DB0" w:rsidRDefault="006A6DB0" w:rsidP="00954804">
                                <w:proofErr w:type="gramStart"/>
                                <w:r>
                                  <w:t>Optimum write</w:t>
                                </w:r>
                                <w:proofErr w:type="gramEnd"/>
                              </w:p>
                            </w:txbxContent>
                          </wps:txbx>
                          <wps:bodyPr wrap="square" rtlCol="0">
                            <a:noAutofit/>
                          </wps:bodyPr>
                        </wps:wsp>
                        <wps:wsp>
                          <wps:cNvPr id="307" name="Data 307"/>
                          <wps:cNvSpPr/>
                          <wps:spPr>
                            <a:xfrm>
                              <a:off x="3819525" y="0"/>
                              <a:ext cx="1438275" cy="549275"/>
                            </a:xfrm>
                            <a:prstGeom prst="flowChartInputOutput">
                              <a:avLst/>
                            </a:prstGeom>
                          </wps:spPr>
                          <wps:style>
                            <a:lnRef idx="1">
                              <a:schemeClr val="accent1"/>
                            </a:lnRef>
                            <a:fillRef idx="3">
                              <a:schemeClr val="accent1"/>
                            </a:fillRef>
                            <a:effectRef idx="2">
                              <a:schemeClr val="accent1"/>
                            </a:effectRef>
                            <a:fontRef idx="minor">
                              <a:schemeClr val="lt1"/>
                            </a:fontRef>
                          </wps:style>
                          <wps:txbx>
                            <w:txbxContent>
                              <w:p w14:paraId="06418855" w14:textId="77777777" w:rsidR="006A6DB0" w:rsidRDefault="006A6DB0" w:rsidP="00954804">
                                <w:pPr>
                                  <w:jc w:val="center"/>
                                </w:pPr>
                                <w:r>
                                  <w:t>Optimum User File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Group 263" o:spid="_x0000_s1065" style="position:absolute;margin-left:-11.95pt;margin-top:-8.95pt;width:488pt;height:354.2pt;z-index:251665408" coordsize="6197600,44983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">
                <v:shape id="Freeform 264" o:spid="_x0000_s1066" style="position:absolute;left:5029200;top:227965;width:1168400;height:2994025;flip:x;visibility:visible;mso-wrap-style:square;v-text-anchor:middle" coordsize="3513803,117990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QtE1wwAA&#10;ANwAAAAPAAAAZHJzL2Rvd25yZXYueG1sRI9Ba8JAFITvQv/D8gq96UulpJK6ihUapDeN6PWRfU2C&#10;u29DdtX033cLhR6HmfmGWa5HZ9WNh9B50fA8y0Cx1N500mg4Vh/TBagQSQxZL6zhmwOsVw+TJRXG&#10;32XPt0NsVIJIKEhDG2NfIIa6ZUdh5nuW5H35wVFMcmjQDHRPcGdxnmU5OuokLbTU87bl+nK4Og1h&#10;954v7Lk8lq+IaPfdKf+sSq2fHsfNG6jIY/wP/7V3RsM8f4HfM+kI4Oo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sQtE1wwAAANwAAAAPAAAAAAAAAAAAAAAAAJcCAABkcnMvZG93&#10;bnJldi54bWxQSwUGAAAAAAQABAD1AAAAhwMAAAAA&#10;" path="m1796633,0c286517,249958,-208982,841047,77213,1036232,363408,1231417,3513803,1171110,3513803,1171110e" filled="f" strokecolor="#4f81bd [3204]" strokeweight="2pt">
                  <v:shadow on="t" opacity="24903f" mv:blur="40000f" origin=",.5" offset="0,20000emu"/>
                  <v:path arrowok="t" o:connecttype="custom" o:connectlocs="597411,0;25675,2629448;1168400,2971703" o:connectangles="0,0,0"/>
                </v:shape>
                <v:shape id="Freeform 265" o:spid="_x0000_s1067" style="position:absolute;left:5066030;top:1028700;width:1008380;height:2056765;visibility:visible;mso-wrap-style:square;v-text-anchor:middle" coordsize="1017610,126682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fx0GxAAA&#10;ANwAAAAPAAAAZHJzL2Rvd25yZXYueG1sRI/NqsIwFIT3F3yHcAQ3F00VFalGEVF0cTf+Ldwdm2Nb&#10;bE5KE219+xtBcDnMzDfMbNGYQjypcrllBf1eBII4sTrnVMHpuOlOQDiPrLGwTApe5GAxb/3MMNa2&#10;5j09Dz4VAcIuRgWZ92UspUsyMuh6tiQO3s1WBn2QVSp1hXWAm0IOomgsDeYcFjIsaZVRcj88jIL6&#10;VzZ/S59eL6/Hdn3ErT3f5FCpTrtZTkF4avw3/GnvtILBeATvM+EIyPk/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8dBsQAAADcAAAADwAAAAAAAAAAAAAAAACXAgAAZHJzL2Rv&#10;d25yZXYueG1sUEsFBgAAAAAEAAQA9QAAAIgDAAAAAA==&#10;" adj="-11796480,,5400" path="m538774,0c809707,253294,1090331,844876,1000535,1056013,910739,1267150,,1266825,,1266825e" filled="f" strokecolor="#4f81bd [3204]" strokeweight="2pt">
                  <v:stroke joinstyle="miter"/>
                  <v:shadow on="t" opacity="24903f" mv:blur="40000f" origin=",.5" offset="0,20000emu"/>
                  <v:formulas/>
                  <v:path arrowok="t" o:connecttype="custom" o:connectlocs="533887,0;991460,1714499;0,2056765" o:connectangles="0,0,0" textboxrect="0,0,1017610,1266825"/>
                  <v:textbox>
                    <w:txbxContent>
                      <w:p w14:paraId="36BAB3DB" w14:textId="77777777" w:rsidR="00954804" w:rsidRDefault="00954804" w:rsidP="00954804">
                        <w:pPr>
                          <w:jc w:val="center"/>
                        </w:pPr>
                      </w:p>
                    </w:txbxContent>
                  </v:textbox>
                </v:shape>
                <v:shape id="Freeform 266" o:spid="_x0000_s1068" style="position:absolute;left:5066665;top:1828800;width:802640;height:1125855;visibility:visible;mso-wrap-style:square;v-text-anchor:middle" coordsize="803563,112606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GRKjxAAA&#10;ANwAAAAPAAAAZHJzL2Rvd25yZXYueG1sRI9Pa8JAFMTvgt9heYI33URsKNFNEKlge7La3h/Zlz8k&#10;+zbNrpr203eFQo/DzPyG2eaj6cSNBtdYVhAvIxDEhdUNVwo+LofFMwjnkTV2lknBNznIs+lki6m2&#10;d36n29lXIkDYpaig9r5PpXRFTQbd0vbEwSvtYNAHOVRSD3gPcNPJVRQl0mDDYaHGnvY1Fe35ahS8&#10;UHn4Kl9Pa9c+jW8Xu//kHx8rNZ+Nuw0IT6P/D/+1j1rBKkngcSYcAZn9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4xkSo8QAAADcAAAADwAAAAAAAAAAAAAAAACXAgAAZHJzL2Rv&#10;d25yZXYueG1sUEsFBgAAAAAEAAQA9QAAAIgDAAAAAA==&#10;" path="m534150,0c805083,253294,851424,612573,762399,800251,673374,987929,,1126067,,1126067e" filled="f" strokecolor="#4f81bd [3204]" strokeweight="2pt">
                  <v:shadow on="t" opacity="24903f" mv:blur="40000f" origin=",.5" offset="0,20000emu"/>
                  <v:path arrowok="t" o:connecttype="custom" o:connectlocs="533536,0;761523,800100;0,1125855" o:connectangles="0,0,0"/>
                </v:shape>
                <v:group id="Group 267" o:spid="_x0000_s1069" style="position:absolute;left:1828800;top:2743200;width:3232150;height:1143000" coordsize="3232150,11430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MLXhvTGAAAA3AAA&#10;AA8AAAAAAAAAAAAAAAAAqQIAAGRycy9kb3ducmV2LnhtbFBLBQYAAAAABAAEAPoAAACcAwAAAAA=&#10;">
                  <v:shape id="Multidocument 268" o:spid="_x0000_s1070" type="#_x0000_t115" style="position:absolute;left:2171700;width:1060450;height:75882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ikxAwAAA&#10;ANwAAAAPAAAAZHJzL2Rvd25yZXYueG1sRE/Pa4MwFL4P+j+EV9itxjmwrTVKKQx2nRuF3t7Mm9qZ&#10;F0myVv/75TDY8eP7XdazGcWNnB8sK3hKUhDErdUDdwo+3l82OxA+IGscLZOChTzU1eqhxELbO7/R&#10;rQmdiCHsC1TQhzAVUvq2J4M+sRNx5L6sMxgidJ3UDu8x3IwyS9NcGhw4NvQ40amn9rv5MQryyz7k&#10;nG4Hel6uuLe786ejTKnH9Xw8gAg0h3/xn/tVK8jyuDaeiUdAVr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iikxAwAAAANwAAAAPAAAAAAAAAAAAAAAAAJcCAABkcnMvZG93bnJl&#10;di54bWxQSwUGAAAAAAQABAD1AAAAhAMAAAAA&#10;" fillcolor="#254163 [1636]" strokecolor="#4579b8 [3044]">
                    <v:fill color2="#4477b6 [3012]" rotate="t" colors="0 #2c5d98;52429f #3c7bc7;1 #3a7ccb" type="gradient">
                      <o:fill v:ext="view" type="gradientUnscaled"/>
                    </v:fill>
                    <v:shadow on="t" opacity="22937f" mv:blur="40000f" origin=",.5" offset="0,23000emu"/>
                    <v:textbox>
                      <w:txbxContent>
                        <w:p w14:paraId="3392A702" w14:textId="77777777" w:rsidR="00954804" w:rsidRDefault="00954804" w:rsidP="00954804">
                          <w:pPr>
                            <w:jc w:val="center"/>
                          </w:pPr>
                          <w:r>
                            <w:t>Results</w:t>
                          </w:r>
                        </w:p>
                      </w:txbxContent>
                    </v:textbox>
                  </v:shape>
                  <v:shape id="Document 269" o:spid="_x0000_s1071" type="#_x0000_t114" style="position:absolute;width:1028700;height:6121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1/joxAAA&#10;ANwAAAAPAAAAZHJzL2Rvd25yZXYueG1sRI/RasJAFETfhf7Dcgu+6aYqsU1dpQgBQXxQ+wG32dsk&#10;bfZu2N3E+PeuIPg4zMwZZrUZTCN6cr62rOBtmoAgLqyuuVTwfc4n7yB8QNbYWCYFV/KwWb+MVphp&#10;e+Ej9adQighhn6GCKoQ2k9IXFRn0U9sSR+/XOoMhSldK7fAS4aaRsyRJpcGa40KFLW0rKv5PnYmU&#10;Q/7Xn+fzY5p3W1x2zrb7n4VS49fh6xNEoCE8w4/2TiuYpR9wPxOPgFz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Nf46MQAAADcAAAADwAAAAAAAAAAAAAAAACXAgAAZHJzL2Rv&#10;d25yZXYueG1sUEsFBgAAAAAEAAQA9QAAAIgDAAAAAA==&#10;" fillcolor="#254163 [1636]" strokecolor="#4579b8 [3044]">
                    <v:fill color2="#4477b6 [3012]" rotate="t" colors="0 #2c5d98;52429f #3c7bc7;1 #3a7ccb" type="gradient">
                      <o:fill v:ext="view" type="gradientUnscaled"/>
                    </v:fill>
                    <v:shadow on="t" opacity="22937f" mv:blur="40000f" origin=",.5" offset="0,23000emu"/>
                    <v:textbox>
                      <w:txbxContent>
                        <w:p w14:paraId="1C1DD863" w14:textId="77777777" w:rsidR="00954804" w:rsidRDefault="00954804" w:rsidP="00954804">
                          <w:pPr>
                            <w:jc w:val="center"/>
                          </w:pPr>
                          <w:r>
                            <w:t>Optimum parameters</w:t>
                          </w:r>
                        </w:p>
                      </w:txbxContent>
                    </v:textbox>
                  </v:shape>
                  <v:shape id="Straight Arrow Connector 270" o:spid="_x0000_s1072" type="#_x0000_t32" style="position:absolute;left:1028700;top:342900;width:1143000;height: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udBZ8EAAADcAAAADwAAAGRycy9kb3ducmV2LnhtbERPS27CMBDdV+IO1iB1VxxSCaqAQRUo&#10;iE0XQA8wxEMcNR5bscnn9vWiUpdP77/dj7YVPXWhcaxguchAEFdON1wr+L6Vbx8gQkTW2DomBRMF&#10;2O9mL1sstBv4Qv011iKFcChQgYnRF1KGypDFsHCeOHEP11mMCXa11B0OKdy2Ms+ylbTYcGow6Olg&#10;qPq5Pq0Cdz6uKl+X/su82+Pp/ph6uTwo9TofPzcgIo3xX/znPmsF+TrNT2fSEZC7X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W50FnwQAAANwAAAAPAAAAAAAAAAAAAAAA&#10;AKECAABkcnMvZG93bnJldi54bWxQSwUGAAAAAAQABAD5AAAAjwMAAAAA&#10;" strokecolor="#4f81bd [3204]" strokeweight="2pt">
                    <v:stroke endarrow="open"/>
                    <v:shadow on="t" opacity="24903f" mv:blur="40000f" origin=",.5" offset="0,20000emu"/>
                  </v:shape>
                  <v:shape id="Text Box 3" o:spid="_x0000_s1073" type="#_x0000_t202" style="position:absolute;left:1257300;top:114300;width:800100;height:26987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P6h6xAAA&#10;ANwAAAAPAAAAZHJzL2Rvd25yZXYueG1sRI9Pa8JAFMTvBb/D8gRvuqvYqjEbkZZCTy3+BW+P7DMJ&#10;Zt+G7Nak375bEHocZuY3TLrpbS3u1PrKsYbpRIEgzp2puNBwPLyPlyB8QDZYOyYNP+Rhkw2eUkyM&#10;63hH930oRISwT1BDGUKTSOnzkiz6iWuIo3d1rcUQZVtI02IX4baWM6VepMWK40KJDb2WlN/231bD&#10;6fN6Oc/VV/Fmn5vO9UqyXUmtR8N+uwYRqA//4Uf7w2iYLabwdyYeAZn9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AD+oesQAAADcAAAADwAAAAAAAAAAAAAAAACXAgAAZHJzL2Rv&#10;d25yZXYueG1sUEsFBgAAAAAEAAQA9QAAAIgDAAAAAA==&#10;" filled="f" stroked="f">
                    <v:textbox>
                      <w:txbxContent>
                        <w:p w14:paraId="40030D94" w14:textId="77777777" w:rsidR="00954804" w:rsidRDefault="00954804" w:rsidP="00954804">
                          <w:r>
                            <w:t>Analysis</w:t>
                          </w:r>
                        </w:p>
                      </w:txbxContent>
                    </v:textbox>
                  </v:shape>
                  <v:shape id="Straight Arrow Connector 272" o:spid="_x0000_s1074" type="#_x0000_t32" style="position:absolute;left:685800;top:571500;width:0;height:5715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J4cp8YAAADcAAAADwAAAGRycy9kb3ducmV2LnhtbESPT2sCMRTE74LfIbyCN812D1W2Rmkt&#10;/YMVS20PPT42z93FzUtI4rp+eyMUPA4z8xtmvuxNKzryobGs4H6SgSAurW64UvD78zqegQgRWWNr&#10;mRScKcByMRzMsdD2xN/U7WIlEoRDgQrqGF0hZShrMhgm1hEnb2+9wZikr6T2eEpw08o8yx6kwYbT&#10;Qo2OVjWVh93RKFhv3lexy/zZvWzpa+Y+n/d/b71So7v+6RFEpD7ewv/tD60gn+ZwPZOOgFxc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LCeHKfGAAAA3AAAAA8AAAAAAAAA&#10;AAAAAAAAoQIAAGRycy9kb3ducmV2LnhtbFBLBQYAAAAABAAEAPkAAACUAwAAAAA=&#10;" strokecolor="#4f81bd [3204]" strokeweight="2pt">
                    <v:stroke endarrow="open"/>
                    <v:shadow on="t" opacity="24903f" mv:blur="40000f" origin=",.5" offset="0,20000emu"/>
                  </v:shape>
                </v:group>
                <v:group id="Group 273" o:spid="_x0000_s1075" style="position:absolute;width:5600700;height:612140" coordsize="5600700,6121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Dg1FirGAAAA3AAA&#10;AA8AAAAAAAAAAAAAAAAAqQIAAGRycy9kb3ducmV2LnhtbFBLBQYAAAAABAAEAPoAAACcAwAAAAA=&#10;">
                  <v:shape id="Data 274" o:spid="_x0000_s1076" type="#_x0000_t111" style="position:absolute;width:866775;height:5492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MW11wgAA&#10;ANwAAAAPAAAAZHJzL2Rvd25yZXYueG1sRI9Bi8IwFITvC/6H8AQvy5quSJVqFBEE15uteH40b9ti&#10;81KSrK3/fiMIHoeZ+YZZbwfTijs531hW8D1NQBCXVjdcKbgUh68lCB+QNbaWScGDPGw3o481Ztr2&#10;fKZ7HioRIewzVFCH0GVS+rImg35qO+Lo/VpnMETpKqkd9hFuWjlLklQabDgu1NjRvqbylv8ZBZ9p&#10;8XMtqv5w1l1/SrXTj/wUlJqMh90KRKAhvMOv9lErmC3m8DwTj4Dc/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QxbXXCAAAA3AAAAA8AAAAAAAAAAAAAAAAAlwIAAGRycy9kb3du&#10;cmV2LnhtbFBLBQYAAAAABAAEAPUAAACGAwAAAAA=&#10;" fillcolor="#254163 [1636]" strokecolor="#4579b8 [3044]">
                    <v:fill color2="#4477b6 [3012]" rotate="t" colors="0 #2c5d98;52429f #3c7bc7;1 #3a7ccb" type="gradient">
                      <o:fill v:ext="view" type="gradientUnscaled"/>
                    </v:fill>
                    <v:shadow on="t" opacity="22937f" mv:blur="40000f" origin=",.5" offset="0,23000emu"/>
                    <v:textbox>
                      <w:txbxContent>
                        <w:p w14:paraId="502CC8C5" w14:textId="77777777" w:rsidR="00954804" w:rsidRDefault="00954804" w:rsidP="00954804">
                          <w:pPr>
                            <w:jc w:val="center"/>
                          </w:pPr>
                          <w:r>
                            <w:t>User File</w:t>
                          </w:r>
                        </w:p>
                      </w:txbxContent>
                    </v:textbox>
                  </v:shape>
                  <v:shape id="Straight Arrow Connector 275" o:spid="_x0000_s1077" type="#_x0000_t32" style="position:absolute;left:800100;top:342900;width:10287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3eE08YAAADcAAAADwAAAGRycy9kb3ducmV2LnhtbESPQWsCMRSE74X+h/AKvdVshVZZjVIV&#10;W2nFUvXg8bF57i5uXkKSruu/NwWhx2FmvmHG0840oiUfassKnnsZCOLC6ppLBfvd8mkIIkRkjY1l&#10;UnChANPJ/d0Yc23P/EPtNpYiQTjkqKCK0eVShqIig6FnHXHyjtYbjEn6UmqP5wQ3jexn2as0WHNa&#10;qNDRvKLitP01Cj7XH/PYZv7iFhv6Hrqv2fHw3in1+NC9jUBE6uJ/+NZeaQX9wQv8nUlHQE6u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93hNPGAAAA3AAAAA8AAAAAAAAA&#10;AAAAAAAAoQIAAGRycy9kb3ducmV2LnhtbFBLBQYAAAAABAAEAPkAAACUAwAAAAA=&#10;" strokecolor="#4f81bd [3204]" strokeweight="2pt">
                    <v:stroke endarrow="open"/>
                    <v:shadow on="t" opacity="24903f" mv:blur="40000f" origin=",.5" offset="0,20000emu"/>
                  </v:shape>
                  <v:shape id="Text Box 276" o:spid="_x0000_s1078" type="#_x0000_t202" style="position:absolute;left:800100;top:114300;width:914400;height:3536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Up0XwwAA&#10;ANwAAAAPAAAAZHJzL2Rvd25yZXYueG1sRI9Pa8JAFMTvBb/D8gRvdaOgLdFVxD/goZfaeH9kX7Oh&#10;2bch+zTx27uFQo/DzPyGWW8H36g7dbEObGA2zUARl8HWXBkovk6v76CiIFtsApOBB0XYbkYva8xt&#10;6PmT7hepVIJwzNGAE2lzrWPpyGOchpY4ed+h8yhJdpW2HfYJ7hs9z7Kl9lhzWnDY0t5R+XO5eQMi&#10;djd7FEcfz9fh49C7rFxgYcxkPOxWoIQG+Q//tc/WwPxtCb9n0hHQmy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9Up0XwwAAANwAAAAPAAAAAAAAAAAAAAAAAJcCAABkcnMvZG93&#10;bnJldi54bWxQSwUGAAAAAAQABAD1AAAAhwMAAAAA&#10;" filled="f" stroked="f">
                    <v:textbox style="mso-fit-shape-to-text:t">
                      <w:txbxContent>
                        <w:p w14:paraId="611F1DE2" w14:textId="77777777" w:rsidR="00954804" w:rsidRDefault="00954804" w:rsidP="00954804">
                          <w:r>
                            <w:t>Read data</w:t>
                          </w:r>
                        </w:p>
                      </w:txbxContent>
                    </v:textbox>
                  </v:shape>
                  <v:shape id="Alternate Process 277" o:spid="_x0000_s1079" type="#_x0000_t176" style="position:absolute;left:1828800;width:914400;height:6121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40xQAA&#10;ANwAAAAPAAAAZHJzL2Rvd25yZXYueG1sRI9Pa8JAFMTvhX6H5RV6q5t6aCS6Cf2DVBAMph48PrLP&#10;JJh9m2a3Sfz2riD0OMzMb5hVNplWDNS7xrKC11kEgri0uuFKweFn/bIA4TyyxtYyKbiQgyx9fFhh&#10;ou3IexoKX4kAYZeggtr7LpHSlTUZdDPbEQfvZHuDPsi+krrHMcBNK+dR9CYNNhwWauzos6byXPwZ&#10;Bc2xLY4fX8V6T787+t7anJhypZ6fpvclCE+T/w/f2xutYB7HcDsTjoBMr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9H7jTFAAAA3AAAAA8AAAAAAAAAAAAAAAAAlwIAAGRycy9k&#10;b3ducmV2LnhtbFBLBQYAAAAABAAEAPUAAACJAwAAAAA=&#10;" fillcolor="#254163 [1636]" strokecolor="#4579b8 [3044]">
                    <v:fill color2="#4477b6 [3012]" rotate="t" colors="0 #2c5d98;52429f #3c7bc7;1 #3a7ccb" type="gradient">
                      <o:fill v:ext="view" type="gradientUnscaled"/>
                    </v:fill>
                    <v:shadow on="t" opacity="22937f" mv:blur="40000f" origin=",.5" offset="0,23000emu"/>
                    <v:textbox>
                      <w:txbxContent>
                        <w:p w14:paraId="01CA4BA9" w14:textId="77777777" w:rsidR="00954804" w:rsidRDefault="00954804" w:rsidP="00954804">
                          <w:pPr>
                            <w:jc w:val="center"/>
                          </w:pPr>
                          <w:r>
                            <w:t>CCP</w:t>
                          </w:r>
                        </w:p>
                      </w:txbxContent>
                    </v:textbox>
                  </v:shape>
                  <v:shape id="Straight Arrow Connector 278" o:spid="_x0000_s1080" type="#_x0000_t32" style="position:absolute;left:2743200;top:342900;width:11430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0XYrTcMAAADcAAAADwAAAGRycy9kb3ducmV2LnhtbERPu27CMBTdkfoP1q3ERpwyUJRiUAvi&#10;oVK1Ku3Q8Sq+JFHja8s2Ifw9HpAYj857tuhNKzryobGs4CnLQRCXVjdcKfj9WY+mIEJE1thaJgUX&#10;CrCYPwxmWGh75m/qDrESKYRDgQrqGF0hZShrMhgy64gTd7TeYEzQV1J7PKdw08pxnk+kwYZTQ42O&#10;ljWV/4eTUfD+sV3GLvcXt/qkr6nbvx3/Nr1Sw8f+9QVEpD7exTf3TisYP6e16Uw6AnJ+B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NF2K03DAAAA3AAAAA8AAAAAAAAAAAAA&#10;AAAAoQIAAGRycy9kb3ducmV2LnhtbFBLBQYAAAAABAAEAPkAAACRAwAAAAA=&#10;" strokecolor="#4f81bd [3204]" strokeweight="2pt">
                    <v:stroke endarrow="open"/>
                    <v:shadow on="t" opacity="24903f" mv:blur="40000f" origin=",.5" offset="0,20000emu"/>
                  </v:shape>
                  <v:shape id="Document 279" o:spid="_x0000_s1081" type="#_x0000_t114" style="position:absolute;left:4800600;width:800100;height:6121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Dm41xAAA&#10;ANwAAAAPAAAAZHJzL2Rvd25yZXYueG1sRI/RasJAFETfBf9huYW+6aZatKZuggiBQumD2g+4Zm+T&#10;aPZu2N3E9O+7BcHHYWbOMNt8NK0YyPnGsoKXeQKCuLS64UrB96mYvYHwAVlja5kU/JKHPJtOtphq&#10;e+MDDcdQiQhhn6KCOoQuldKXNRn0c9sRR+/HOoMhSldJ7fAW4aaViyRZSYMNx4UaO9rXVF6PvYmU&#10;r+IynJbLw6ro97june0+z69KPT+Nu3cQgcbwCN/bH1rBYr2B/zPxCMjs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rQ5uNcQAAADcAAAADwAAAAAAAAAAAAAAAACXAgAAZHJzL2Rv&#10;d25yZXYueG1sUEsFBgAAAAAEAAQA9QAAAIgDAAAAAA==&#10;" fillcolor="#254163 [1636]" strokecolor="#4579b8 [3044]">
                    <v:fill color2="#4477b6 [3012]" rotate="t" colors="0 #2c5d98;52429f #3c7bc7;1 #3a7ccb" type="gradient">
                      <o:fill v:ext="view" type="gradientUnscaled"/>
                    </v:fill>
                    <v:shadow on="t" opacity="22937f" mv:blur="40000f" origin=",.5" offset="0,23000emu"/>
                    <v:textbox>
                      <w:txbxContent>
                        <w:p w14:paraId="48C53CBB" w14:textId="77777777" w:rsidR="00954804" w:rsidRDefault="00954804" w:rsidP="00954804">
                          <w:pPr>
                            <w:jc w:val="center"/>
                          </w:pPr>
                          <w:r>
                            <w:t>Result1</w:t>
                          </w:r>
                        </w:p>
                      </w:txbxContent>
                    </v:textbox>
                  </v:shape>
                  <v:shape id="Text Box 280" o:spid="_x0000_s1082" type="#_x0000_t202" style="position:absolute;left:2743200;top:114300;width:10287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pn3GvwAA&#10;ANwAAAAPAAAAZHJzL2Rvd25yZXYueG1sRE/LisIwFN0P+A/hCu7GRNFBq1FkBsGVMr7A3aW5tsXm&#10;pjTR1r83C8Hl4bzny9aW4kG1LxxrGPQVCOLUmYIzDcfD+nsCwgdkg6Vj0vAkD8tF52uOiXEN/9Nj&#10;HzIRQ9gnqCEPoUqk9GlOFn3fVcSRu7raYoiwzqSpsYnhtpRDpX6kxYJjQ44V/eaU3vZ3q+G0vV7O&#10;I7XL/uy4alyrJNup1LrXbVczEIHa8BG/3RujYTiJ8+OZeATk4gU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Fqmfca/AAAA3AAAAA8AAAAAAAAAAAAAAAAAlwIAAGRycy9kb3ducmV2&#10;LnhtbFBLBQYAAAAABAAEAPUAAACDAwAAAAA=&#10;" filled="f" stroked="f">
                    <v:textbox>
                      <w:txbxContent>
                        <w:p w14:paraId="51B79D77" w14:textId="77777777" w:rsidR="00954804" w:rsidRDefault="00954804" w:rsidP="00954804">
                          <w:r>
                            <w:t>Write parameter1</w:t>
                          </w:r>
                        </w:p>
                      </w:txbxContent>
                    </v:textbox>
                  </v:shape>
                  <v:shape id="Data 281" o:spid="_x0000_s1083" type="#_x0000_t111" style="position:absolute;left:3819525;width:866775;height:5492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k77KwwAA&#10;ANwAAAAPAAAAZHJzL2Rvd25yZXYueG1sRI/BasMwEETvgf6D2EAuoZHjgzFulFACgcQ326Xnxdra&#10;ptbKSGrs/H1UKPQ4zMwb5nBazCju5PxgWcF+l4Agbq0euFPw0VxecxA+IGscLZOCB3k4HV9WByy0&#10;nbmiex06ESHsC1TQhzAVUvq2J4N+Zyfi6H1ZZzBE6TqpHc4RbkaZJkkmDQ4cF3qc6NxT+13/GAXb&#10;rLl9Nt18qfQ0l5l2+lGXQanNenl/AxFoCf/hv/ZVK0jzPfyeiUdAHp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hk77KwwAAANwAAAAPAAAAAAAAAAAAAAAAAJcCAABkcnMvZG93&#10;bnJldi54bWxQSwUGAAAAAAQABAD1AAAAhwMAAAAA&#10;" fillcolor="#254163 [1636]" strokecolor="#4579b8 [3044]">
                    <v:fill color2="#4477b6 [3012]" rotate="t" colors="0 #2c5d98;52429f #3c7bc7;1 #3a7ccb" type="gradient">
                      <o:fill v:ext="view" type="gradientUnscaled"/>
                    </v:fill>
                    <v:shadow on="t" opacity="22937f" mv:blur="40000f" origin=",.5" offset="0,23000emu"/>
                    <v:textbox>
                      <w:txbxContent>
                        <w:p w14:paraId="0C20AC4F" w14:textId="77777777" w:rsidR="00954804" w:rsidRDefault="00954804" w:rsidP="00954804">
                          <w:pPr>
                            <w:jc w:val="center"/>
                          </w:pPr>
                          <w:r>
                            <w:t>New File1</w:t>
                          </w:r>
                        </w:p>
                      </w:txbxContent>
                    </v:textbox>
                  </v:shape>
                </v:group>
                <v:group id="Group 282" o:spid="_x0000_s1084" style="position:absolute;top:800100;width:5600700;height:612140" coordsize="5600700,6121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irMOWxAAAANwAAAAP&#10;AAAAAAAAAAAAAAAAAKkCAABkcnMvZG93bnJldi54bWxQSwUGAAAAAAQABAD6AAAAmgMAAAAA&#10;">
                  <v:shape id="Data 283" o:spid="_x0000_s1085" type="#_x0000_t111" style="position:absolute;width:866775;height:5492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YUmwgAA&#10;ANwAAAAPAAAAZHJzL2Rvd25yZXYueG1sRI9Bi8IwFITvwv6H8Bb2ImuqQildoywLgnqzFc+P5tkW&#10;m5eSRFv//UYQPA4z8w2z2oymE3dyvrWsYD5LQBBXVrdcKziV2+8MhA/IGjvLpOBBHjbrj8kKc20H&#10;PtK9CLWIEPY5KmhC6HMpfdWQQT+zPXH0LtYZDFG6WmqHQ4SbTi6SJJUGW44LDfb011B1LW5GwTQt&#10;9+eyHrZH3Q+HVDv9KA5Bqa/P8fcHRKAxvMOv9k4rWGRLeJ6JR0Cu/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4NhSbCAAAA3AAAAA8AAAAAAAAAAAAAAAAAlwIAAGRycy9kb3du&#10;cmV2LnhtbFBLBQYAAAAABAAEAPUAAACGAwAAAAA=&#10;" fillcolor="#254163 [1636]" strokecolor="#4579b8 [3044]">
                    <v:fill color2="#4477b6 [3012]" rotate="t" colors="0 #2c5d98;52429f #3c7bc7;1 #3a7ccb" type="gradient">
                      <o:fill v:ext="view" type="gradientUnscaled"/>
                    </v:fill>
                    <v:shadow on="t" opacity="22937f" mv:blur="40000f" origin=",.5" offset="0,23000emu"/>
                    <v:textbox>
                      <w:txbxContent>
                        <w:p w14:paraId="5C7F1083" w14:textId="77777777" w:rsidR="00954804" w:rsidRDefault="00954804" w:rsidP="00954804">
                          <w:pPr>
                            <w:jc w:val="center"/>
                          </w:pPr>
                          <w:r>
                            <w:t>User File</w:t>
                          </w:r>
                        </w:p>
                      </w:txbxContent>
                    </v:textbox>
                  </v:shape>
                  <v:shape id="Straight Arrow Connector 284" o:spid="_x0000_s1086" type="#_x0000_t32" style="position:absolute;left:800100;top:342900;width:10287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e5Rb8YAAADcAAAADwAAAGRycy9kb3ducmV2LnhtbESPQWsCMRSE7wX/Q3gFbzVbKbJsjdIq&#10;tsWKpbaHHh+b5+7i5iUkcV3/vREKHoeZ+YaZznvTio58aCwreBxlIIhLqxuuFPz+rB5yECEia2wt&#10;k4IzBZjPBndTLLQ98Td1u1iJBOFQoII6RldIGcqaDIaRdcTJ21tvMCbpK6k9nhLctHKcZRNpsOG0&#10;UKOjRU3lYXc0Ctab90XsMn92yy195e7zdf/31is1vO9fnkFE6uMt/N/+0ArG+RNcz6QjIGcX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GXuUW/GAAAA3AAAAA8AAAAAAAAA&#10;AAAAAAAAoQIAAGRycy9kb3ducmV2LnhtbFBLBQYAAAAABAAEAPkAAACUAwAAAAA=&#10;" strokecolor="#4f81bd [3204]" strokeweight="2pt">
                    <v:stroke endarrow="open"/>
                    <v:shadow on="t" opacity="24903f" mv:blur="40000f" origin=",.5" offset="0,20000emu"/>
                  </v:shape>
                  <v:shape id="Text Box 285" o:spid="_x0000_s1087" type="#_x0000_t202" style="position:absolute;left:800100;top:114300;width:914400;height:3536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VXNHwgAA&#10;ANwAAAAPAAAAZHJzL2Rvd25yZXYueG1sRI9Ba8JAFITvgv9heYI33ShYJHUV0QoevNSm90f2mQ1m&#10;34bsq4n/3i0Uehxm5htmsxt8ox7UxTqwgcU8A0VcBltzZaD4Os3WoKIgW2wCk4EnRdhtx6MN5jb0&#10;/EmPq1QqQTjmaMCJtLnWsXTkMc5DS5y8W+g8SpJdpW2HfYL7Ri+z7E17rDktOGzp4Ki8X3+8ARG7&#10;XzyLDx/P38Pl2LusXGFhzHQy7N9BCQ3yH/5rn62B5XoFv2fSEdDb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hVc0fCAAAA3AAAAA8AAAAAAAAAAAAAAAAAlwIAAGRycy9kb3du&#10;cmV2LnhtbFBLBQYAAAAABAAEAPUAAACGAwAAAAA=&#10;" filled="f" stroked="f">
                    <v:textbox style="mso-fit-shape-to-text:t">
                      <w:txbxContent>
                        <w:p w14:paraId="11A96C2D" w14:textId="77777777" w:rsidR="00954804" w:rsidRDefault="00954804" w:rsidP="00954804">
                          <w:r>
                            <w:t>Read data</w:t>
                          </w:r>
                        </w:p>
                      </w:txbxContent>
                    </v:textbox>
                  </v:shape>
                  <v:shape id="Alternate Process 286" o:spid="_x0000_s1088" type="#_x0000_t176" style="position:absolute;left:1828800;width:914400;height:6121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3juIwwAA&#10;ANwAAAAPAAAAZHJzL2Rvd25yZXYueG1sRI9Pi8IwFMTvgt8hPMGbpnoQ6ZoW/yArCCt2PXh8NM+2&#10;2Lx0m6j125sFweMwM79hFmlnanGn1lWWFUzGEQji3OqKCwWn3+1oDsJ5ZI21ZVLwJAdp0u8tMNb2&#10;wUe6Z74QAcIuRgWl900spctLMujGtiEO3sW2Bn2QbSF1i48AN7WcRtFMGqw4LJTY0Lqk/JrdjILq&#10;XGfn1SbbHunvh7739kBMB6WGg275BcJT5z/hd3unFUznM/g/E46ATF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3juIwwAAANwAAAAPAAAAAAAAAAAAAAAAAJcCAABkcnMvZG93&#10;bnJldi54bWxQSwUGAAAAAAQABAD1AAAAhwMAAAAA&#10;" fillcolor="#254163 [1636]" strokecolor="#4579b8 [3044]">
                    <v:fill color2="#4477b6 [3012]" rotate="t" colors="0 #2c5d98;52429f #3c7bc7;1 #3a7ccb" type="gradient">
                      <o:fill v:ext="view" type="gradientUnscaled"/>
                    </v:fill>
                    <v:shadow on="t" opacity="22937f" mv:blur="40000f" origin=",.5" offset="0,23000emu"/>
                    <v:textbox>
                      <w:txbxContent>
                        <w:p w14:paraId="2BA7B41E" w14:textId="77777777" w:rsidR="00954804" w:rsidRDefault="00954804" w:rsidP="00954804">
                          <w:pPr>
                            <w:jc w:val="center"/>
                          </w:pPr>
                          <w:r>
                            <w:t>CCP</w:t>
                          </w:r>
                        </w:p>
                      </w:txbxContent>
                    </v:textbox>
                  </v:shape>
                  <v:shape id="Straight Arrow Connector 287" o:spid="_x0000_s1089" type="#_x0000_t32" style="position:absolute;left:2743200;top:342900;width:11430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zPGMYAAADcAAAADwAAAGRycy9kb3ducmV2LnhtbESPQWsCMRSE7wX/Q3gFbzVbD3XZGqVV&#10;bIsVS20PPT42z93FzUtI4rr+eyMUPA4z8w0znfemFR350FhW8DjKQBCXVjdcKfj9WT3kIEJE1tha&#10;JgVnCjCfDe6mWGh74m/qdrESCcKhQAV1jK6QMpQ1GQwj64iTt7feYEzSV1J7PCW4aeU4y56kwYbT&#10;Qo2OFjWVh93RKFhv3hexy/zZLbf0lbvP1/3fW6/U8L5/eQYRqY+38H/7QysY5xO4nklHQM4u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JU8zxjGAAAA3AAAAA8AAAAAAAAA&#10;AAAAAAAAoQIAAGRycy9kb3ducmV2LnhtbFBLBQYAAAAABAAEAPkAAACUAwAAAAA=&#10;" strokecolor="#4f81bd [3204]" strokeweight="2pt">
                    <v:stroke endarrow="open"/>
                    <v:shadow on="t" opacity="24903f" mv:blur="40000f" origin=",.5" offset="0,20000emu"/>
                  </v:shape>
                  <v:shape id="Document 288" o:spid="_x0000_s1090" type="#_x0000_t114" style="position:absolute;left:4800600;width:800100;height:6121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l7uJxQAA&#10;ANwAAAAPAAAAZHJzL2Rvd25yZXYueG1sRI/LasMwEEX3hfyDmEB3jZwHSXCjhBIwFEoWeXzA1Jra&#10;bqyRkWTH/fvOotDlcOeembM7jK5VA4XYeDYwn2WgiEtvG64M3K7FyxZUTMgWW89k4IciHPaTpx3m&#10;1j/4TMMlVUogHHM0UKfU5VrHsiaHceY7Ysm+fHCYZAyVtgEfAnetXmTZWjtsWC7U2NGxpvJ+6Z1Q&#10;TsX3cF0uz+uiP+KmD777+FwZ8zwd315BJRrT//Jf+90aWGzlW5EREdD7X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eXu4nFAAAA3AAAAA8AAAAAAAAAAAAAAAAAlwIAAGRycy9k&#10;b3ducmV2LnhtbFBLBQYAAAAABAAEAPUAAACJAwAAAAA=&#10;" fillcolor="#254163 [1636]" strokecolor="#4579b8 [3044]">
                    <v:fill color2="#4477b6 [3012]" rotate="t" colors="0 #2c5d98;52429f #3c7bc7;1 #3a7ccb" type="gradient">
                      <o:fill v:ext="view" type="gradientUnscaled"/>
                    </v:fill>
                    <v:shadow on="t" opacity="22937f" mv:blur="40000f" origin=",.5" offset="0,23000emu"/>
                    <v:textbox>
                      <w:txbxContent>
                        <w:p w14:paraId="5BB5BE76" w14:textId="77777777" w:rsidR="00954804" w:rsidRDefault="00954804" w:rsidP="00954804">
                          <w:pPr>
                            <w:jc w:val="center"/>
                          </w:pPr>
                          <w:r>
                            <w:t>Result2</w:t>
                          </w:r>
                        </w:p>
                      </w:txbxContent>
                    </v:textbox>
                  </v:shape>
                  <v:shape id="Text Box 289" o:spid="_x0000_s1091" type="#_x0000_t202" style="position:absolute;left:2743200;top:114300;width:10287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nNRbwwAA&#10;ANwAAAAPAAAAZHJzL2Rvd25yZXYueG1sRI9Bi8IwFITvC/6H8ARva6K4i1ajiCJ4WllXBW+P5tkW&#10;m5fSRFv/vRGEPQ4z8w0zW7S2FHeqfeFYw6CvQBCnzhScaTj8bT7HIHxANlg6Jg0P8rCYdz5mmBjX&#10;8C/d9yETEcI+QQ15CFUipU9zsuj7riKO3sXVFkOUdSZNjU2E21IOlfqWFguOCzlWtMopve5vVsPx&#10;53I+jdQuW9uvqnGtkmwnUutet11OQQRqw3/43d4aDcPxBF5n4hGQ8y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nNRbwwAAANwAAAAPAAAAAAAAAAAAAAAAAJcCAABkcnMvZG93&#10;bnJldi54bWxQSwUGAAAAAAQABAD1AAAAhwMAAAAA&#10;" filled="f" stroked="f">
                    <v:textbox>
                      <w:txbxContent>
                        <w:p w14:paraId="66588D5B" w14:textId="77777777" w:rsidR="00954804" w:rsidRDefault="00954804" w:rsidP="00954804">
                          <w:r>
                            <w:t>Write parameter2</w:t>
                          </w:r>
                        </w:p>
                      </w:txbxContent>
                    </v:textbox>
                  </v:shape>
                  <v:shape id="Data 290" o:spid="_x0000_s1092" type="#_x0000_t111" style="position:absolute;left:3819525;width:866775;height:5492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Bo2MvwAA&#10;ANwAAAAPAAAAZHJzL2Rvd25yZXYueG1sRE9Ni8IwEL0L+x/CLOxF1lQPxa2mRRYE15uteB6asS02&#10;k5Jkbf335iB4fLzvbTGZXtzJ+c6yguUiAUFcW91xo+Bc7b/XIHxA1thbJgUP8lDkH7MtZtqOfKJ7&#10;GRoRQ9hnqKANYcik9HVLBv3CDsSRu1pnMEToGqkdjjHc9HKVJKk02HFsaHGg35bqW/lvFMzT6u9S&#10;NeP+pIfxmGqnH+UxKPX1Oe02IAJN4S1+uQ9aweonzo9n4hGQ+R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sGjYy/AAAA3AAAAA8AAAAAAAAAAAAAAAAAlwIAAGRycy9kb3ducmV2&#10;LnhtbFBLBQYAAAAABAAEAPUAAACDAwAAAAA=&#10;" fillcolor="#254163 [1636]" strokecolor="#4579b8 [3044]">
                    <v:fill color2="#4477b6 [3012]" rotate="t" colors="0 #2c5d98;52429f #3c7bc7;1 #3a7ccb" type="gradient">
                      <o:fill v:ext="view" type="gradientUnscaled"/>
                    </v:fill>
                    <v:shadow on="t" opacity="22937f" mv:blur="40000f" origin=",.5" offset="0,23000emu"/>
                    <v:textbox>
                      <w:txbxContent>
                        <w:p w14:paraId="6E33C9C0" w14:textId="77777777" w:rsidR="00954804" w:rsidRDefault="00954804" w:rsidP="00954804">
                          <w:pPr>
                            <w:jc w:val="center"/>
                          </w:pPr>
                          <w:r>
                            <w:t>New File2</w:t>
                          </w:r>
                        </w:p>
                      </w:txbxContent>
                    </v:textbox>
                  </v:shape>
                </v:group>
                <v:group id="Group 291" o:spid="_x0000_s1093" style="position:absolute;top:1559560;width:5600700;height:612140" coordsize="5600700,6121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Xp8s8xAAAANwAAAAP&#10;AAAAAAAAAAAAAAAAAKkCAABkcnMvZG93bnJldi54bWxQSwUGAAAAAAQABAD6AAAAmgMAAAAA&#10;">
                  <v:shape id="Data 292" o:spid="_x0000_s1094" type="#_x0000_t111" style="position:absolute;width:866775;height:5492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mLZgwgAA&#10;ANwAAAAPAAAAZHJzL2Rvd25yZXYueG1sRI9Bi8IwFITvwv6H8Bb2ImtqD0W7RlkWBPVmK54fzbMt&#10;Ni8libb++40geBxm5htmtRlNJ+7kfGtZwXyWgCCurG65VnAqt98LED4ga+wsk4IHedisPyYrzLUd&#10;+Ej3ItQiQtjnqKAJoc+l9FVDBv3M9sTRu1hnMETpaqkdDhFuOpkmSSYNthwXGuzpr6HqWtyMgmlW&#10;7s9lPWyPuh8OmXb6URyCUl+f4+8PiEBjeIdf7Z1WkC5TeJ6JR0Cu/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SYtmDCAAAA3AAAAA8AAAAAAAAAAAAAAAAAlwIAAGRycy9kb3du&#10;cmV2LnhtbFBLBQYAAAAABAAEAPUAAACGAwAAAAA=&#10;" fillcolor="#254163 [1636]" strokecolor="#4579b8 [3044]">
                    <v:fill color2="#4477b6 [3012]" rotate="t" colors="0 #2c5d98;52429f #3c7bc7;1 #3a7ccb" type="gradient">
                      <o:fill v:ext="view" type="gradientUnscaled"/>
                    </v:fill>
                    <v:shadow on="t" opacity="22937f" mv:blur="40000f" origin=",.5" offset="0,23000emu"/>
                    <v:textbox>
                      <w:txbxContent>
                        <w:p w14:paraId="53CFC7F4" w14:textId="77777777" w:rsidR="00954804" w:rsidRDefault="00954804" w:rsidP="00954804">
                          <w:pPr>
                            <w:jc w:val="center"/>
                          </w:pPr>
                          <w:r>
                            <w:t>User File</w:t>
                          </w:r>
                        </w:p>
                      </w:txbxContent>
                    </v:textbox>
                  </v:shape>
                  <v:shape id="Straight Arrow Connector 293" o:spid="_x0000_s1095" type="#_x0000_t32" style="position:absolute;left:800100;top:342900;width:10287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95fxsYAAADcAAAADwAAAGRycy9kb3ducmV2LnhtbESPQWsCMRSE74X+h/AKvWm2FoquRqmK&#10;rbTFUvXg8bF57i5uXkKSruu/NwWhx2FmvmEms840oiUfassKnvoZCOLC6ppLBfvdqjcEESKyxsYy&#10;KbhQgNn0/m6CubZn/qF2G0uRIBxyVFDF6HIpQ1GRwdC3jjh5R+sNxiR9KbXHc4KbRg6y7EUarDkt&#10;VOhoUVFx2v4aBR9f74vYZv7ilhv6HrrP+fHw1in1+NC9jkFE6uJ/+NZeawWD0TP8nUlHQE6v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G/eX8bGAAAA3AAAAA8AAAAAAAAA&#10;AAAAAAAAoQIAAGRycy9kb3ducmV2LnhtbFBLBQYAAAAABAAEAPkAAACUAwAAAAA=&#10;" strokecolor="#4f81bd [3204]" strokeweight="2pt">
                    <v:stroke endarrow="open"/>
                    <v:shadow on="t" opacity="24903f" mv:blur="40000f" origin=",.5" offset="0,20000emu"/>
                  </v:shape>
                  <v:shape id="Text Box 294" o:spid="_x0000_s1096" type="#_x0000_t202" style="position:absolute;left:800100;top:114300;width:914400;height:3536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wEABwwAA&#10;ANwAAAAPAAAAZHJzL2Rvd25yZXYueG1sRI9Ba8JAFITvBf/D8gRvdaPYUqOriFXw0EttvD+yz2ww&#10;+zZkX038991CocdhZr5h1tvBN+pOXawDG5hNM1DEZbA1VwaKr+PzG6goyBabwGTgQRG2m9HTGnMb&#10;ev6k+1kqlSAcczTgRNpc61g68hinoSVO3jV0HiXJrtK2wz7BfaPnWfaqPdacFhy2tHdU3s7f3oCI&#10;3c0excHH02X4eO9dVr5gYcxkPOxWoIQG+Q//tU/WwHy5gN8z6QjozQ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SwEABwwAAANwAAAAPAAAAAAAAAAAAAAAAAJcCAABkcnMvZG93&#10;bnJldi54bWxQSwUGAAAAAAQABAD1AAAAhwMAAAAA&#10;" filled="f" stroked="f">
                    <v:textbox style="mso-fit-shape-to-text:t">
                      <w:txbxContent>
                        <w:p w14:paraId="6536C98F" w14:textId="77777777" w:rsidR="00954804" w:rsidRDefault="00954804" w:rsidP="00954804">
                          <w:r>
                            <w:t>Read data</w:t>
                          </w:r>
                        </w:p>
                      </w:txbxContent>
                    </v:textbox>
                  </v:shape>
                  <v:shape id="Alternate Process 295" o:spid="_x0000_s1097" type="#_x0000_t176" style="position:absolute;left:1828800;width:914400;height:6121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1TMixQAA&#10;ANwAAAAPAAAAZHJzL2Rvd25yZXYueG1sRI9Ba8JAFITvgv9heUJvulFosamraEtoQVCS9uDxkX1N&#10;gtm36e42pv/eFYQeh5n5hlltBtOKnpxvLCuYzxIQxKXVDVcKvj6z6RKED8gaW8uk4I88bNbj0QpT&#10;bS+cU1+ESkQI+xQV1CF0qZS+rMmgn9mOOHrf1hkMUbpKaoeXCDetXCTJkzTYcFyosaPXmspz8WsU&#10;NKe2OO3eiiynnwO97+2RmI5KPUyG7QuIQEP4D9/bH1rB4vkRbmfiEZDrK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DVMyLFAAAA3AAAAA8AAAAAAAAAAAAAAAAAlwIAAGRycy9k&#10;b3ducmV2LnhtbFBLBQYAAAAABAAEAPUAAACJAwAAAAA=&#10;" fillcolor="#254163 [1636]" strokecolor="#4579b8 [3044]">
                    <v:fill color2="#4477b6 [3012]" rotate="t" colors="0 #2c5d98;52429f #3c7bc7;1 #3a7ccb" type="gradient">
                      <o:fill v:ext="view" type="gradientUnscaled"/>
                    </v:fill>
                    <v:shadow on="t" opacity="22937f" mv:blur="40000f" origin=",.5" offset="0,23000emu"/>
                    <v:textbox>
                      <w:txbxContent>
                        <w:p w14:paraId="01DF5EB3" w14:textId="77777777" w:rsidR="00954804" w:rsidRDefault="00954804" w:rsidP="00954804">
                          <w:pPr>
                            <w:jc w:val="center"/>
                          </w:pPr>
                          <w:r>
                            <w:t>CCP</w:t>
                          </w:r>
                        </w:p>
                      </w:txbxContent>
                    </v:textbox>
                  </v:shape>
                  <v:shape id="Straight Arrow Connector 296" o:spid="_x0000_s1098" type="#_x0000_t32" style="position:absolute;left:2743200;top:342900;width:11430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6n8XsUAAADcAAAADwAAAGRycy9kb3ducmV2LnhtbESPQWsCMRSE7wX/Q3iCt5rVg9itUarS&#10;Km1Rqh56fGyeu4ubl5DEdf33TaHQ4zAz3zCzRWca0ZIPtWUFo2EGgriwuuZSwen4+jgFESKyxsYy&#10;KbhTgMW89zDDXNsbf1F7iKVIEA45KqhidLmUoajIYBhaR5y8s/UGY5K+lNrjLcFNI8dZNpEGa04L&#10;FTpaVVRcDlej4P1zs4pt5u9uvaP91H0sz99vnVKDfvfyDCJSF//Df+2tVjB+msDvmXQE5PwH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f6n8XsUAAADcAAAADwAAAAAAAAAA&#10;AAAAAAChAgAAZHJzL2Rvd25yZXYueG1sUEsFBgAAAAAEAAQA+QAAAJMDAAAAAA==&#10;" strokecolor="#4f81bd [3204]" strokeweight="2pt">
                    <v:stroke endarrow="open"/>
                    <v:shadow on="t" opacity="24903f" mv:blur="40000f" origin=",.5" offset="0,20000emu"/>
                  </v:shape>
                  <v:shape id="Document 297" o:spid="_x0000_s1099" type="#_x0000_t114" style="position:absolute;left:4800600;width:800100;height:6121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0bkmxAAA&#10;ANwAAAAPAAAAZHJzL2Rvd25yZXYueG1sRI/RasJAFETfBf9huYW+6aZatKZuggiBQumD2g+4Zm+T&#10;aPZu2N3E9O+7BcHHYWbOMNt8NK0YyPnGsoKXeQKCuLS64UrB96mYvYHwAVlja5kU/JKHPJtOtphq&#10;e+MDDcdQiQhhn6KCOoQuldKXNRn0c9sRR+/HOoMhSldJ7fAW4aaViyRZSYMNx4UaO9rXVF6PvYmU&#10;r+IynJbLw6ro97june0+z69KPT+Nu3cQgcbwCN/bH1rBYrOG/zPxCMjs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A9G5JsQAAADcAAAADwAAAAAAAAAAAAAAAACXAgAAZHJzL2Rv&#10;d25yZXYueG1sUEsFBgAAAAAEAAQA9QAAAIgDAAAAAA==&#10;" fillcolor="#254163 [1636]" strokecolor="#4579b8 [3044]">
                    <v:fill color2="#4477b6 [3012]" rotate="t" colors="0 #2c5d98;52429f #3c7bc7;1 #3a7ccb" type="gradient">
                      <o:fill v:ext="view" type="gradientUnscaled"/>
                    </v:fill>
                    <v:shadow on="t" opacity="22937f" mv:blur="40000f" origin=",.5" offset="0,23000emu"/>
                    <v:textbox>
                      <w:txbxContent>
                        <w:p w14:paraId="7140B425" w14:textId="77777777" w:rsidR="00954804" w:rsidRDefault="00954804" w:rsidP="00954804">
                          <w:pPr>
                            <w:jc w:val="center"/>
                          </w:pPr>
                          <w:r>
                            <w:t>Result3</w:t>
                          </w:r>
                        </w:p>
                      </w:txbxContent>
                    </v:textbox>
                  </v:shape>
                  <v:shape id="Text Box 298" o:spid="_x0000_s1100" type="#_x0000_t202" style="position:absolute;left:2743200;top:114300;width:10287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CecdwgAA&#10;ANwAAAAPAAAAZHJzL2Rvd25yZXYueG1sRE/Pa8IwFL4L+x/CG3izycSJ7UzLUAaeJtZtsNujebZl&#10;zUtpMlv/e3MY7Pjx/d4Wk+3ElQbfOtbwlCgQxJUzLdcaPs5viw0IH5ANdo5Jw408FPnDbIuZcSOf&#10;6FqGWsQQ9hlqaELoMyl91ZBFn7ieOHIXN1gMEQ61NAOOMdx2cqnUWlpsOTY02NOuoeqn/LUaPt8v&#10;318rdaz39rkf3aQk21RqPX+cXl9ABJrCv/jPfTAalmlcG8/EIyDzO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EJ5x3CAAAA3AAAAA8AAAAAAAAAAAAAAAAAlwIAAGRycy9kb3du&#10;cmV2LnhtbFBLBQYAAAAABAAEAPUAAACGAwAAAAA=&#10;" filled="f" stroked="f">
                    <v:textbox>
                      <w:txbxContent>
                        <w:p w14:paraId="5A4BD558" w14:textId="77777777" w:rsidR="00954804" w:rsidRDefault="00954804" w:rsidP="00954804">
                          <w:r>
                            <w:t>Write parameter3</w:t>
                          </w:r>
                        </w:p>
                      </w:txbxContent>
                    </v:textbox>
                  </v:shape>
                  <v:shape id="Data 299" o:spid="_x0000_s1101" type="#_x0000_t111" style="position:absolute;left:3819525;width:866775;height:5492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PCQRwgAA&#10;ANwAAAAPAAAAZHJzL2Rvd25yZXYueG1sRI9Bi8IwFITvwv6H8Bb2Imuqh2K7RlkWBPVmK54fzbMt&#10;Ni8libb++40geBxm5htmtRlNJ+7kfGtZwXyWgCCurG65VnAqt99LED4ga+wsk4IHedisPyYrzLUd&#10;+Ej3ItQiQtjnqKAJoc+l9FVDBv3M9sTRu1hnMETpaqkdDhFuOrlIklQabDkuNNjTX0PVtbgZBdO0&#10;3J/LetgedT8cUu30ozgEpb4+x98fEIHG8A6/2jutYJFl8DwTj4Bc/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o8JBHCAAAA3AAAAA8AAAAAAAAAAAAAAAAAlwIAAGRycy9kb3du&#10;cmV2LnhtbFBLBQYAAAAABAAEAPUAAACGAwAAAAA=&#10;" fillcolor="#254163 [1636]" strokecolor="#4579b8 [3044]">
                    <v:fill color2="#4477b6 [3012]" rotate="t" colors="0 #2c5d98;52429f #3c7bc7;1 #3a7ccb" type="gradient">
                      <o:fill v:ext="view" type="gradientUnscaled"/>
                    </v:fill>
                    <v:shadow on="t" opacity="22937f" mv:blur="40000f" origin=",.5" offset="0,23000emu"/>
                    <v:textbox>
                      <w:txbxContent>
                        <w:p w14:paraId="2A448316" w14:textId="77777777" w:rsidR="00954804" w:rsidRDefault="00954804" w:rsidP="00954804">
                          <w:pPr>
                            <w:jc w:val="center"/>
                          </w:pPr>
                          <w:r>
                            <w:t>New File3</w:t>
                          </w:r>
                        </w:p>
                      </w:txbxContent>
                    </v:textbox>
                  </v:shape>
                </v:group>
                <v:group id="Group 300" o:spid="_x0000_s1102" style="position:absolute;top:3886200;width:5257800;height:612140" coordsize="5257800,6121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5gD0vcIAAADcAAAADwAA&#10;AAAAAAAAAAAAAACpAgAAZHJzL2Rvd25yZXYueG1sUEsFBgAAAAAEAAQA+gAAAJgDAAAAAA==&#10;">
                  <v:shape id="Data 301" o:spid="_x0000_s1103" type="#_x0000_t111" style="position:absolute;width:866775;height:5492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obINwgAA&#10;ANwAAAAPAAAAZHJzL2Rvd25yZXYueG1sRI9Bi8IwFITvwv6H8Ba8yJqqUJZuoywLgnqzlT0/mmdb&#10;bF5KEm3990YQPA4z8w2Tb0bTiRs531pWsJgnIIgrq1uuFZzK7dc3CB+QNXaWScGdPGzWH5McM20H&#10;PtKtCLWIEPYZKmhC6DMpfdWQQT+3PXH0ztYZDFG6WmqHQ4SbTi6TJJUGW44LDfb011B1Ka5GwSwt&#10;9/9lPWyPuh8OqXb6XhyCUtPP8fcHRKAxvMOv9k4rWCULeJ6JR0Cu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qhsg3CAAAA3AAAAA8AAAAAAAAAAAAAAAAAlwIAAGRycy9kb3du&#10;cmV2LnhtbFBLBQYAAAAABAAEAPUAAACGAwAAAAA=&#10;" fillcolor="#254163 [1636]" strokecolor="#4579b8 [3044]">
                    <v:fill color2="#4477b6 [3012]" rotate="t" colors="0 #2c5d98;52429f #3c7bc7;1 #3a7ccb" type="gradient">
                      <o:fill v:ext="view" type="gradientUnscaled"/>
                    </v:fill>
                    <v:shadow on="t" opacity="22937f" mv:blur="40000f" origin=",.5" offset="0,23000emu"/>
                    <v:textbox>
                      <w:txbxContent>
                        <w:p w14:paraId="2165AEF9" w14:textId="77777777" w:rsidR="00954804" w:rsidRDefault="00954804" w:rsidP="00954804">
                          <w:pPr>
                            <w:jc w:val="center"/>
                          </w:pPr>
                          <w:r>
                            <w:t>User File</w:t>
                          </w:r>
                        </w:p>
                      </w:txbxContent>
                    </v:textbox>
                  </v:shape>
                  <v:shape id="Straight Arrow Connector 302" o:spid="_x0000_s1104" type="#_x0000_t32" style="position:absolute;left:800100;top:342900;width:10287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nlgR8YAAADcAAAADwAAAGRycy9kb3ducmV2LnhtbESPT0sDMRTE74LfITzBm01sQcq2adGK&#10;VWyx9M+hx8fmdXdx8xKSuN1+eyMUPA4z8xtmOu9tKzoKsXGs4XGgQBCXzjRcaTjs3x7GIGJCNtg6&#10;Jg0XijCf3d5MsTDuzFvqdqkSGcKxQA11Sr6QMpY1WYwD54mzd3LBYsoyVNIEPGe4beVQqSdpseG8&#10;UKOnRU3l9+7Havhcvy9Sp8LFv37RZuxXL6fjstf6/q5/noBI1Kf/8LX9YTSM1BD+zuQjIGe/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J55YEfGAAAA3AAAAA8AAAAAAAAA&#10;AAAAAAAAoQIAAGRycy9kb3ducmV2LnhtbFBLBQYAAAAABAAEAPkAAACUAwAAAAA=&#10;" strokecolor="#4f81bd [3204]" strokeweight="2pt">
                    <v:stroke endarrow="open"/>
                    <v:shadow on="t" opacity="24903f" mv:blur="40000f" origin=",.5" offset="0,20000emu"/>
                  </v:shape>
                  <v:shape id="Text Box 303" o:spid="_x0000_s1105" type="#_x0000_t202" style="position:absolute;left:800100;top:114300;width:914400;height:3536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wkJvwgAA&#10;ANwAAAAPAAAAZHJzL2Rvd25yZXYueG1sRI9BawIxFITvhf6H8Aq91USlUrZGkWrBQy/q9v7YvG6W&#10;bl6WzdNd/70RCj0OM/MNs1yPoVUX6lMT2cJ0YkARV9E1XFsoT58vb6CSIDtsI5OFKyVYrx4flli4&#10;OPCBLkepVYZwKtCCF+kKrVPlKWCaxI44ez+xDyhZ9rV2PQ4ZHlo9M2ahAzacFzx29OGp+j2egwUR&#10;t5ley11I++/xazt4U71iae3z07h5ByU0yn/4r713FuZmDvcz+Qjo1Q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PCQm/CAAAA3AAAAA8AAAAAAAAAAAAAAAAAlwIAAGRycy9kb3du&#10;cmV2LnhtbFBLBQYAAAAABAAEAPUAAACGAwAAAAA=&#10;" filled="f" stroked="f">
                    <v:textbox style="mso-fit-shape-to-text:t">
                      <w:txbxContent>
                        <w:p w14:paraId="54F640FA" w14:textId="77777777" w:rsidR="00954804" w:rsidRDefault="00954804" w:rsidP="00954804">
                          <w:r>
                            <w:t>Read data</w:t>
                          </w:r>
                        </w:p>
                      </w:txbxContent>
                    </v:textbox>
                  </v:shape>
                  <v:shape id="Alternate Process 304" o:spid="_x0000_s1106" type="#_x0000_t176" style="position:absolute;left:1828800;width:914400;height:6121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cgyjwwAA&#10;ANwAAAAPAAAAZHJzL2Rvd25yZXYueG1sRI9Bi8IwFITvwv6H8Ba8aboqslSj7K6IgqC068Hjo3m2&#10;xealNlHrvzeC4HGYmW+Y6bw1lbhS40rLCr76EQjizOqScwX7/2XvG4TzyBory6TgTg7ms4/OFGNt&#10;b5zQNfW5CBB2MSoovK9jKV1WkEHXtzVx8I62MeiDbHKpG7wFuKnkIIrG0mDJYaHAmv4Kyk7pxSgo&#10;D1V6+F2ky4TOW1pt7I6Ydkp1P9ufCQhPrX+HX+21VjCMRvA8E46AnD0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hcgyjwwAAANwAAAAPAAAAAAAAAAAAAAAAAJcCAABkcnMvZG93&#10;bnJldi54bWxQSwUGAAAAAAQABAD1AAAAhwMAAAAA&#10;" fillcolor="#254163 [1636]" strokecolor="#4579b8 [3044]">
                    <v:fill color2="#4477b6 [3012]" rotate="t" colors="0 #2c5d98;52429f #3c7bc7;1 #3a7ccb" type="gradient">
                      <o:fill v:ext="view" type="gradientUnscaled"/>
                    </v:fill>
                    <v:shadow on="t" opacity="22937f" mv:blur="40000f" origin=",.5" offset="0,23000emu"/>
                    <v:textbox>
                      <w:txbxContent>
                        <w:p w14:paraId="06278B58" w14:textId="77777777" w:rsidR="00954804" w:rsidRDefault="00954804" w:rsidP="00954804">
                          <w:pPr>
                            <w:jc w:val="center"/>
                          </w:pPr>
                          <w:r>
                            <w:t>User App</w:t>
                          </w:r>
                        </w:p>
                      </w:txbxContent>
                    </v:textbox>
                  </v:shape>
                  <v:shape id="Straight Arrow Connector 305" o:spid="_x0000_s1107" type="#_x0000_t32" style="position:absolute;left:2743200;top:342900;width:11430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ZD4M8YAAADcAAAADwAAAGRycy9kb3ducmV2LnhtbESPW0sDMRSE3wv+h3AE39pERSnbpkUr&#10;XrClpZcHHw+b093FzUlI4nb7740g9HGYmW+Y6by3regoxMaxhtuRAkFcOtNwpeGwfx2OQcSEbLB1&#10;TBrOFGE+uxpMsTDuxFvqdqkSGcKxQA11Sr6QMpY1WYwj54mzd3TBYsoyVNIEPGW4beWdUo/SYsN5&#10;oUZPi5rK792P1fC5el+kToWzf1nTZuyXz8evt17rm+v+aQIiUZ8u4f/2h9Fwrx7g70w+AnL2C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BGQ+DPGAAAA3AAAAA8AAAAAAAAA&#10;AAAAAAAAoQIAAGRycy9kb3ducmV2LnhtbFBLBQYAAAAABAAEAPkAAACUAwAAAAA=&#10;" strokecolor="#4f81bd [3204]" strokeweight="2pt">
                    <v:stroke endarrow="open"/>
                    <v:shadow on="t" opacity="24903f" mv:blur="40000f" origin=",.5" offset="0,20000emu"/>
                  </v:shape>
                  <v:shape id="Text Box 306" o:spid="_x0000_s1108" type="#_x0000_t202" style="position:absolute;left:2743200;top:114300;width:10287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MUzuwwAA&#10;ANwAAAAPAAAAZHJzL2Rvd25yZXYueG1sRI9Ba8JAFITvgv9heUJvumutoqmrSKXQk9JUBW+P7DMJ&#10;zb4N2a1J/70rCB6HmfmGWa47W4krNb50rGE8UiCIM2dKzjUcfj6HcxA+IBusHJOGf/KwXvV7S0yM&#10;a/mbrmnIRYSwT1BDEUKdSOmzgiz6kauJo3dxjcUQZZNL02Ab4baSr0rNpMWS40KBNX0UlP2mf1bD&#10;cXc5n97UPt/aad26Tkm2C6n1y6DbvIMI1IVn+NH+Mhomagb3M/EIyNU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MUzuwwAAANwAAAAPAAAAAAAAAAAAAAAAAJcCAABkcnMvZG93&#10;bnJldi54bWxQSwUGAAAAAAQABAD1AAAAhwMAAAAA&#10;" filled="f" stroked="f">
                    <v:textbox>
                      <w:txbxContent>
                        <w:p w14:paraId="36195E40" w14:textId="77777777" w:rsidR="00954804" w:rsidRDefault="00954804" w:rsidP="00954804">
                          <w:proofErr w:type="gramStart"/>
                          <w:r>
                            <w:t>Optimum write</w:t>
                          </w:r>
                          <w:proofErr w:type="gramEnd"/>
                        </w:p>
                      </w:txbxContent>
                    </v:textbox>
                  </v:shape>
                  <v:shape id="Data 307" o:spid="_x0000_s1109" type="#_x0000_t111" style="position:absolute;left:3819525;width:1438275;height:5492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BI/iwwAA&#10;ANwAAAAPAAAAZHJzL2Rvd25yZXYueG1sRI/BasMwEETvhfyD2EIvJZbbghNcKyEUAq1vsUPOi7W1&#10;Ta2VkdTY/vuqEMhxmJk3TLGfzSCu5HxvWcFLkoIgbqzuuVVwro/rLQgfkDUOlknBQh72u9VDgbm2&#10;E5/oWoVWRAj7HBV0IYy5lL7pyKBP7EgcvW/rDIYoXSu1wynCzSBf0zSTBnuOCx2O9NFR81P9GgXP&#10;Wf11qdvpeNLjVGba6aUqg1JPj/PhHUSgOdzDt/anVvCWbuD/TDwCcvc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aBI/iwwAAANwAAAAPAAAAAAAAAAAAAAAAAJcCAABkcnMvZG93&#10;bnJldi54bWxQSwUGAAAAAAQABAD1AAAAhwMAAAAA&#10;" fillcolor="#254163 [1636]" strokecolor="#4579b8 [3044]">
                    <v:fill color2="#4477b6 [3012]" rotate="t" colors="0 #2c5d98;52429f #3c7bc7;1 #3a7ccb" type="gradient">
                      <o:fill v:ext="view" type="gradientUnscaled"/>
                    </v:fill>
                    <v:shadow on="t" opacity="22937f" mv:blur="40000f" origin=",.5" offset="0,23000emu"/>
                    <v:textbox>
                      <w:txbxContent>
                        <w:p w14:paraId="06418855" w14:textId="77777777" w:rsidR="00954804" w:rsidRDefault="00954804" w:rsidP="00954804">
                          <w:pPr>
                            <w:jc w:val="center"/>
                          </w:pPr>
                          <w:r>
                            <w:t>Optimum User File</w:t>
                          </w:r>
                        </w:p>
                      </w:txbxContent>
                    </v:textbox>
                  </v:shape>
                </v:group>
                <w10:wrap type="through"/>
              </v:group>
            </w:pict>
          </mc:Fallback>
        </mc:AlternateContent>
      </w:r>
    </w:p>
    <w:p w14:paraId="7174916F" w14:textId="77777777" w:rsidR="00954804" w:rsidRDefault="00954804" w:rsidP="00274739">
      <w:pPr>
        <w:rPr>
          <w:noProof/>
        </w:rPr>
      </w:pPr>
    </w:p>
    <w:p w14:paraId="1FFC4EC8" w14:textId="77777777" w:rsidR="00954804" w:rsidRPr="00F17319" w:rsidRDefault="00954804" w:rsidP="00274739">
      <w:pPr>
        <w:rPr>
          <w:noProof/>
        </w:rPr>
      </w:pPr>
    </w:p>
    <w:p w14:paraId="20D5D0E4" w14:textId="77777777" w:rsidR="00AC2ED7" w:rsidRPr="00AC2ED7" w:rsidRDefault="00AC2ED7" w:rsidP="00954804">
      <w:pPr>
        <w:keepNext/>
      </w:pPr>
    </w:p>
    <w:p w14:paraId="724739DC" w14:textId="77777777" w:rsidR="00954804" w:rsidRDefault="00954804">
      <w:pPr>
        <w:spacing w:after="0"/>
        <w:rPr>
          <w:rFonts w:asciiTheme="majorHAnsi" w:eastAsiaTheme="majorEastAsia" w:hAnsiTheme="majorHAnsi" w:cstheme="majorBidi"/>
          <w:b/>
          <w:bCs/>
          <w:color w:val="000000" w:themeColor="text1"/>
          <w:sz w:val="32"/>
          <w:szCs w:val="32"/>
        </w:rPr>
      </w:pPr>
      <w:r>
        <w:br w:type="page"/>
      </w:r>
    </w:p>
    <w:p w14:paraId="3354F3CA" w14:textId="72278C88" w:rsidR="00AC2ED7" w:rsidRPr="00F17319" w:rsidRDefault="00AC2ED7" w:rsidP="00AC2ED7">
      <w:pPr>
        <w:pStyle w:val="Heading2"/>
      </w:pPr>
      <w:r w:rsidRPr="00F17319">
        <w:lastRenderedPageBreak/>
        <w:t>General understanding of Compression and Chunking strategy</w:t>
      </w:r>
    </w:p>
    <w:p w14:paraId="79770569" w14:textId="6E3E1A6E" w:rsidR="00A36DF2" w:rsidRPr="00F17319" w:rsidRDefault="00A36DF2" w:rsidP="00274739">
      <w:r w:rsidRPr="00F17319">
        <w:t xml:space="preserve">Users have been using the compression features of the HDF5 library such as the </w:t>
      </w:r>
      <w:proofErr w:type="spellStart"/>
      <w:r w:rsidRPr="00F17319">
        <w:t>gzip</w:t>
      </w:r>
      <w:proofErr w:type="spellEnd"/>
      <w:r w:rsidRPr="00F17319">
        <w:t xml:space="preserve"> and </w:t>
      </w:r>
      <w:proofErr w:type="spellStart"/>
      <w:r w:rsidRPr="00F17319">
        <w:t>szip</w:t>
      </w:r>
      <w:proofErr w:type="spellEnd"/>
      <w:r w:rsidRPr="00F17319">
        <w:t xml:space="preserve"> compressions in order to produce compressed data files that use smaller storage. It also helps file transfer if the transportation layer is slow. Users sometimes encounter poor performance during the write and read processes. They are often at a loss what the causes of </w:t>
      </w:r>
      <w:proofErr w:type="gramStart"/>
      <w:r w:rsidRPr="00F17319">
        <w:t>poor</w:t>
      </w:r>
      <w:proofErr w:type="gramEnd"/>
      <w:r w:rsidRPr="00F17319">
        <w:t xml:space="preserve"> performance nor how to improve the read and write speeds.</w:t>
      </w:r>
    </w:p>
    <w:p w14:paraId="66178567" w14:textId="038B50DD" w:rsidR="005E7FF4" w:rsidRPr="00F17319" w:rsidRDefault="00A36DF2" w:rsidP="00274739">
      <w:r w:rsidRPr="00F17319">
        <w:t xml:space="preserve">Therefore a tool that </w:t>
      </w:r>
      <w:r w:rsidR="005E7FF4" w:rsidRPr="00F17319">
        <w:t>measures the read or write speed when compression is used with various parameters will help users to have a better understanding how the compression works so that users may efficiently store and retrieve data from HDF5 data files.</w:t>
      </w:r>
    </w:p>
    <w:p w14:paraId="2F65AECA" w14:textId="77777777" w:rsidR="005E7FF4" w:rsidRPr="00F17319" w:rsidRDefault="005E7FF4" w:rsidP="00274739">
      <w:r w:rsidRPr="00F17319">
        <w:t>Since compression requires the use of chunk storage and the chunking scheme may affect the read/write performance substantially, the tool allows users to specify different chunking parameters during the measurement.</w:t>
      </w:r>
    </w:p>
    <w:p w14:paraId="6AEF4436" w14:textId="77777777" w:rsidR="00DE1FA5" w:rsidRPr="00274739" w:rsidRDefault="00DE1FA5" w:rsidP="00C40158">
      <w:pPr>
        <w:pStyle w:val="Heading1"/>
      </w:pPr>
      <w:r w:rsidRPr="00274739">
        <w:t>Requirement Specifications</w:t>
      </w:r>
    </w:p>
    <w:p w14:paraId="01505462" w14:textId="77777777" w:rsidR="0089295D" w:rsidRPr="00F17319" w:rsidRDefault="0089295D" w:rsidP="00274739">
      <w:r w:rsidRPr="00F17319">
        <w:t>This section describes the functionality of the Chunking and Compression Performance (CCP) tool to measure the performance of different HDF5 compression schemes with different parameters.</w:t>
      </w:r>
    </w:p>
    <w:p w14:paraId="67C0A685" w14:textId="77777777" w:rsidR="00DE1FA5" w:rsidRPr="00F17319" w:rsidRDefault="00DE1FA5" w:rsidP="00DF3088">
      <w:pPr>
        <w:pStyle w:val="Heading2"/>
      </w:pPr>
      <w:r w:rsidRPr="00F17319">
        <w:t>Function Definition</w:t>
      </w:r>
    </w:p>
    <w:p w14:paraId="624D223B" w14:textId="30892C56" w:rsidR="00DE1FA5" w:rsidRPr="00F17319" w:rsidRDefault="0089295D" w:rsidP="00274739">
      <w:r w:rsidRPr="00F17319">
        <w:t>The C</w:t>
      </w:r>
      <w:r w:rsidR="0080147F">
        <w:t>C</w:t>
      </w:r>
      <w:r w:rsidRPr="00F17319">
        <w:t xml:space="preserve">P tool should accept user provided chunking and compression parameters to define the dataset storage and compression scheme; and do write and read operations on the datasets according to access orders and transfer buffer sizes specified by the user. It should report wall clock time taken to do the write or read operations on the datasets. </w:t>
      </w:r>
      <w:r w:rsidR="0051310E">
        <w:t>The report of CPU execution time may be added in the future.</w:t>
      </w:r>
    </w:p>
    <w:p w14:paraId="44271D1B" w14:textId="33D4BFBE" w:rsidR="00DE1FA5" w:rsidRPr="00F17319" w:rsidRDefault="00DE1FA5" w:rsidP="00274739">
      <w:r w:rsidRPr="00F17319">
        <w:t>The compression parameters consist of</w:t>
      </w:r>
      <w:r w:rsidR="0080147F">
        <w:t xml:space="preserve"> different kinds of compression filters</w:t>
      </w:r>
      <w:r w:rsidRPr="00F17319">
        <w:t xml:space="preserve">. The chunking parameters consist of </w:t>
      </w:r>
      <w:r w:rsidR="0080147F">
        <w:t>chunk storage sizes and chunk cache sizes</w:t>
      </w:r>
      <w:r w:rsidRPr="00F17319">
        <w:t>. The access patterns consist of order of dimensions accessed. The</w:t>
      </w:r>
      <w:r w:rsidR="0080147F">
        <w:t xml:space="preserve"> datasets parameters consist of the following,</w:t>
      </w:r>
    </w:p>
    <w:p w14:paraId="2B946F53" w14:textId="77777777" w:rsidR="00DE1FA5" w:rsidRPr="00F17319" w:rsidRDefault="00DE1FA5" w:rsidP="00274739">
      <w:pPr>
        <w:pStyle w:val="ListParagraph"/>
        <w:numPr>
          <w:ilvl w:val="0"/>
          <w:numId w:val="40"/>
        </w:numPr>
      </w:pPr>
      <w:r w:rsidRPr="00F17319">
        <w:t>Data types</w:t>
      </w:r>
    </w:p>
    <w:p w14:paraId="787F86CF" w14:textId="77777777" w:rsidR="00DE1FA5" w:rsidRPr="00F17319" w:rsidRDefault="00DE1FA5" w:rsidP="00274739">
      <w:pPr>
        <w:pStyle w:val="ListParagraph"/>
        <w:numPr>
          <w:ilvl w:val="0"/>
          <w:numId w:val="40"/>
        </w:numPr>
      </w:pPr>
      <w:proofErr w:type="gramStart"/>
      <w:r w:rsidRPr="00F17319">
        <w:t>fixed</w:t>
      </w:r>
      <w:proofErr w:type="gramEnd"/>
      <w:r w:rsidRPr="00F17319">
        <w:t xml:space="preserve"> or unlimited dimensions</w:t>
      </w:r>
    </w:p>
    <w:p w14:paraId="7A017A9F" w14:textId="05DE6B8A" w:rsidR="00DE1FA5" w:rsidRPr="00F17319" w:rsidRDefault="00DE1FA5" w:rsidP="00BD010A">
      <w:pPr>
        <w:pStyle w:val="ListParagraph"/>
        <w:numPr>
          <w:ilvl w:val="0"/>
          <w:numId w:val="40"/>
        </w:numPr>
      </w:pPr>
      <w:proofErr w:type="gramStart"/>
      <w:r w:rsidRPr="00F17319">
        <w:t>fill</w:t>
      </w:r>
      <w:proofErr w:type="gramEnd"/>
      <w:r w:rsidRPr="00F17319">
        <w:t xml:space="preserve"> values</w:t>
      </w:r>
      <w:r w:rsidR="0080147F">
        <w:t xml:space="preserve">, </w:t>
      </w:r>
      <w:r w:rsidRPr="00F17319">
        <w:t>fill time</w:t>
      </w:r>
      <w:r w:rsidR="0080147F">
        <w:t xml:space="preserve"> and </w:t>
      </w:r>
      <w:r w:rsidRPr="00F17319">
        <w:t>allocation time</w:t>
      </w:r>
    </w:p>
    <w:p w14:paraId="118704D2" w14:textId="24A0350E" w:rsidR="00DE1FA5" w:rsidRPr="00F17319" w:rsidRDefault="00DE1FA5" w:rsidP="00274739">
      <w:pPr>
        <w:pStyle w:val="ListParagraph"/>
        <w:numPr>
          <w:ilvl w:val="0"/>
          <w:numId w:val="40"/>
        </w:numPr>
      </w:pPr>
      <w:proofErr w:type="gramStart"/>
      <w:r w:rsidRPr="00F17319">
        <w:t>cache</w:t>
      </w:r>
      <w:proofErr w:type="gramEnd"/>
      <w:r w:rsidRPr="00F17319">
        <w:t xml:space="preserve"> and chunk cache sizes </w:t>
      </w:r>
    </w:p>
    <w:p w14:paraId="03D09C52" w14:textId="77777777" w:rsidR="00DE1FA5" w:rsidRPr="00F17319" w:rsidRDefault="00DE1FA5" w:rsidP="00274739">
      <w:r w:rsidRPr="00F17319">
        <w:t>All these parameters are specified in the following sections.</w:t>
      </w:r>
    </w:p>
    <w:p w14:paraId="7509B9D2" w14:textId="1A15626B" w:rsidR="00DE1FA5" w:rsidRPr="00DF3088" w:rsidRDefault="0080147F" w:rsidP="00DF3088">
      <w:pPr>
        <w:pStyle w:val="Heading2"/>
      </w:pPr>
      <w:r w:rsidRPr="00DF3088">
        <w:t>Filters of compression</w:t>
      </w:r>
    </w:p>
    <w:p w14:paraId="112AAACC" w14:textId="45B07930" w:rsidR="00DE1FA5" w:rsidRPr="00F17319" w:rsidRDefault="00DE1FA5" w:rsidP="00274739">
      <w:proofErr w:type="gramStart"/>
      <w:r w:rsidRPr="00F17319">
        <w:t>The HDF5 library implement</w:t>
      </w:r>
      <w:r w:rsidR="0080147F">
        <w:t>s and supports data compression</w:t>
      </w:r>
      <w:r w:rsidRPr="00F17319">
        <w:t xml:space="preserve"> as filters.</w:t>
      </w:r>
      <w:proofErr w:type="gramEnd"/>
      <w:r w:rsidRPr="00F17319">
        <w:t xml:space="preserve"> </w:t>
      </w:r>
      <w:r w:rsidR="0080147F">
        <w:t xml:space="preserve">The tools should support all HDF5 pre-defined </w:t>
      </w:r>
      <w:r w:rsidR="0095158D">
        <w:t>filters plus provision for user-</w:t>
      </w:r>
      <w:r w:rsidR="0080147F">
        <w:t>defined filter</w:t>
      </w:r>
      <w:r w:rsidR="0095158D">
        <w:t>s</w:t>
      </w:r>
      <w:r w:rsidR="0080147F">
        <w:t xml:space="preserve">. </w:t>
      </w:r>
      <w:r w:rsidRPr="00F17319">
        <w:t xml:space="preserve">The following are </w:t>
      </w:r>
      <w:r w:rsidR="0095158D">
        <w:t xml:space="preserve">current </w:t>
      </w:r>
      <w:r w:rsidRPr="00F17319">
        <w:t>predefined compression filters supported</w:t>
      </w:r>
      <w:bookmarkStart w:id="0" w:name="_GoBack"/>
      <w:bookmarkEnd w:id="0"/>
      <w:r w:rsidRPr="00F17319">
        <w:t xml:space="preserve"> by the library:</w:t>
      </w: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3824"/>
        <w:gridCol w:w="5199"/>
      </w:tblGrid>
      <w:tr w:rsidR="00C40158" w:rsidRPr="00F17319" w14:paraId="61F231A7" w14:textId="77777777" w:rsidTr="0089295D">
        <w:trPr>
          <w:tblCellSpacing w:w="15" w:type="dxa"/>
        </w:trPr>
        <w:tc>
          <w:tcPr>
            <w:tcW w:w="0" w:type="auto"/>
            <w:hideMark/>
          </w:tcPr>
          <w:p w14:paraId="2CE7112D" w14:textId="118B920C" w:rsidR="00C40158" w:rsidRPr="00F17319" w:rsidRDefault="00C40158" w:rsidP="00274739">
            <w:pPr>
              <w:rPr>
                <w:rFonts w:ascii="Times" w:eastAsia="Times New Roman" w:hAnsi="Times" w:cs="Times New Roman"/>
              </w:rPr>
            </w:pPr>
            <w:r>
              <w:rPr>
                <w:rStyle w:val="HTMLCode"/>
              </w:rPr>
              <w:t>H5Z_FILTER_DEFLATE</w:t>
            </w:r>
          </w:p>
        </w:tc>
        <w:tc>
          <w:tcPr>
            <w:tcW w:w="0" w:type="auto"/>
            <w:hideMark/>
          </w:tcPr>
          <w:p w14:paraId="378AC69C" w14:textId="58178C7A" w:rsidR="00C40158" w:rsidRPr="00F17319" w:rsidRDefault="00C40158" w:rsidP="00274739">
            <w:pPr>
              <w:rPr>
                <w:rFonts w:ascii="Times" w:eastAsia="Times New Roman" w:hAnsi="Times" w:cs="Times New Roman"/>
              </w:rPr>
            </w:pPr>
            <w:r>
              <w:rPr>
                <w:rFonts w:eastAsia="Times New Roman" w:cs="Times New Roman"/>
              </w:rPr>
              <w:t xml:space="preserve">The </w:t>
            </w:r>
            <w:proofErr w:type="spellStart"/>
            <w:r>
              <w:rPr>
                <w:rFonts w:eastAsia="Times New Roman" w:cs="Times New Roman"/>
              </w:rPr>
              <w:t>gzip</w:t>
            </w:r>
            <w:proofErr w:type="spellEnd"/>
            <w:r>
              <w:rPr>
                <w:rFonts w:eastAsia="Times New Roman" w:cs="Times New Roman"/>
              </w:rPr>
              <w:t xml:space="preserve"> compression, or deflation, filter </w:t>
            </w:r>
          </w:p>
        </w:tc>
      </w:tr>
      <w:tr w:rsidR="00C40158" w:rsidRPr="00F17319" w14:paraId="09E596E6" w14:textId="77777777" w:rsidTr="00C40158">
        <w:trPr>
          <w:tblCellSpacing w:w="15" w:type="dxa"/>
        </w:trPr>
        <w:tc>
          <w:tcPr>
            <w:tcW w:w="0" w:type="auto"/>
            <w:vAlign w:val="center"/>
            <w:hideMark/>
          </w:tcPr>
          <w:p w14:paraId="2367AB7C" w14:textId="19CAC894" w:rsidR="00C40158" w:rsidRPr="00F17319" w:rsidRDefault="00C40158" w:rsidP="00274739">
            <w:pPr>
              <w:rPr>
                <w:rFonts w:ascii="Times" w:eastAsia="Times New Roman" w:hAnsi="Times" w:cs="Times New Roman"/>
              </w:rPr>
            </w:pPr>
            <w:r>
              <w:rPr>
                <w:rStyle w:val="HTMLCode"/>
              </w:rPr>
              <w:t>H5Z_FILTER_SZIP</w:t>
            </w:r>
          </w:p>
        </w:tc>
        <w:tc>
          <w:tcPr>
            <w:tcW w:w="0" w:type="auto"/>
            <w:vAlign w:val="center"/>
            <w:hideMark/>
          </w:tcPr>
          <w:p w14:paraId="5B2A8964" w14:textId="56A72BE9" w:rsidR="00C40158" w:rsidRPr="00F17319" w:rsidRDefault="00C40158" w:rsidP="00274739">
            <w:pPr>
              <w:rPr>
                <w:rFonts w:ascii="Times" w:eastAsia="Times New Roman" w:hAnsi="Times" w:cs="Times New Roman"/>
              </w:rPr>
            </w:pPr>
            <w:r>
              <w:rPr>
                <w:rFonts w:eastAsia="Times New Roman" w:cs="Times New Roman"/>
              </w:rPr>
              <w:t xml:space="preserve">The SZIP compression filter </w:t>
            </w:r>
          </w:p>
        </w:tc>
      </w:tr>
      <w:tr w:rsidR="00C40158" w:rsidRPr="00F17319" w14:paraId="1555FFE3" w14:textId="77777777" w:rsidTr="00C40158">
        <w:trPr>
          <w:tblCellSpacing w:w="15" w:type="dxa"/>
        </w:trPr>
        <w:tc>
          <w:tcPr>
            <w:tcW w:w="0" w:type="auto"/>
            <w:vAlign w:val="center"/>
            <w:hideMark/>
          </w:tcPr>
          <w:p w14:paraId="47DAB9AA" w14:textId="1FC46D5A" w:rsidR="00C40158" w:rsidRPr="00F17319" w:rsidRDefault="00C40158" w:rsidP="00274739">
            <w:pPr>
              <w:rPr>
                <w:rFonts w:ascii="Times" w:eastAsia="Times New Roman" w:hAnsi="Times" w:cs="Times New Roman"/>
              </w:rPr>
            </w:pPr>
            <w:r>
              <w:rPr>
                <w:rStyle w:val="HTMLCode"/>
              </w:rPr>
              <w:lastRenderedPageBreak/>
              <w:t>H5Z_FILTER_NBIT</w:t>
            </w:r>
          </w:p>
        </w:tc>
        <w:tc>
          <w:tcPr>
            <w:tcW w:w="0" w:type="auto"/>
            <w:vAlign w:val="center"/>
            <w:hideMark/>
          </w:tcPr>
          <w:p w14:paraId="2D118CDF" w14:textId="241538DC" w:rsidR="00C40158" w:rsidRPr="00F17319" w:rsidRDefault="00C40158" w:rsidP="00274739">
            <w:pPr>
              <w:rPr>
                <w:rFonts w:ascii="Times" w:eastAsia="Times New Roman" w:hAnsi="Times" w:cs="Times New Roman"/>
              </w:rPr>
            </w:pPr>
            <w:r>
              <w:rPr>
                <w:rFonts w:eastAsia="Times New Roman" w:cs="Times New Roman"/>
              </w:rPr>
              <w:t xml:space="preserve">The N-bit compression filter </w:t>
            </w:r>
          </w:p>
        </w:tc>
      </w:tr>
      <w:tr w:rsidR="00C40158" w:rsidRPr="00F17319" w14:paraId="2B0A56A4" w14:textId="77777777" w:rsidTr="00C40158">
        <w:trPr>
          <w:tblCellSpacing w:w="15" w:type="dxa"/>
        </w:trPr>
        <w:tc>
          <w:tcPr>
            <w:tcW w:w="0" w:type="auto"/>
            <w:vAlign w:val="center"/>
            <w:hideMark/>
          </w:tcPr>
          <w:p w14:paraId="1F4655C6" w14:textId="0AD0DDD0" w:rsidR="00C40158" w:rsidRPr="00F17319" w:rsidRDefault="00C40158" w:rsidP="00274739">
            <w:pPr>
              <w:rPr>
                <w:rFonts w:ascii="Times" w:eastAsia="Times New Roman" w:hAnsi="Times" w:cs="Times New Roman"/>
              </w:rPr>
            </w:pPr>
            <w:r>
              <w:rPr>
                <w:rStyle w:val="HTMLCode"/>
              </w:rPr>
              <w:t>H5Z_FILTER_</w:t>
            </w:r>
            <w:proofErr w:type="gramStart"/>
            <w:r>
              <w:rPr>
                <w:rStyle w:val="HTMLCode"/>
              </w:rPr>
              <w:t>SCALEOFFSET  </w:t>
            </w:r>
            <w:proofErr w:type="gramEnd"/>
          </w:p>
        </w:tc>
        <w:tc>
          <w:tcPr>
            <w:tcW w:w="0" w:type="auto"/>
            <w:vAlign w:val="center"/>
            <w:hideMark/>
          </w:tcPr>
          <w:p w14:paraId="68554A25" w14:textId="13CE3BD2" w:rsidR="00C40158" w:rsidRPr="00F17319" w:rsidRDefault="00C40158" w:rsidP="00274739">
            <w:pPr>
              <w:rPr>
                <w:rFonts w:ascii="Times" w:eastAsia="Times New Roman" w:hAnsi="Times" w:cs="Times New Roman"/>
              </w:rPr>
            </w:pPr>
            <w:r>
              <w:rPr>
                <w:rFonts w:eastAsia="Times New Roman" w:cs="Times New Roman"/>
              </w:rPr>
              <w:t xml:space="preserve">The scale-offset compression filter </w:t>
            </w:r>
          </w:p>
        </w:tc>
      </w:tr>
      <w:tr w:rsidR="00682A61" w:rsidRPr="00F17319" w14:paraId="26B0B476" w14:textId="77777777" w:rsidTr="00682A61">
        <w:trPr>
          <w:tblCellSpacing w:w="15" w:type="dxa"/>
        </w:trPr>
        <w:tc>
          <w:tcPr>
            <w:tcW w:w="0" w:type="auto"/>
            <w:vAlign w:val="center"/>
          </w:tcPr>
          <w:p w14:paraId="3A48B29F" w14:textId="57946705" w:rsidR="00682A61" w:rsidRPr="00F17319" w:rsidRDefault="00682A61" w:rsidP="00274739">
            <w:pPr>
              <w:rPr>
                <w:rFonts w:ascii="Courier" w:hAnsi="Courier" w:cs="Courier"/>
              </w:rPr>
            </w:pPr>
            <w:r>
              <w:rPr>
                <w:rStyle w:val="HTMLCode"/>
              </w:rPr>
              <w:t>H5Z_FILTER_SHUFFLE</w:t>
            </w:r>
          </w:p>
        </w:tc>
        <w:tc>
          <w:tcPr>
            <w:tcW w:w="0" w:type="auto"/>
            <w:vAlign w:val="center"/>
          </w:tcPr>
          <w:p w14:paraId="11F95EA6" w14:textId="734104F4" w:rsidR="00682A61" w:rsidRPr="00F17319" w:rsidRDefault="00682A61" w:rsidP="00274739">
            <w:pPr>
              <w:rPr>
                <w:rFonts w:ascii="Times" w:eastAsia="Times New Roman" w:hAnsi="Times" w:cs="Times New Roman"/>
              </w:rPr>
            </w:pPr>
            <w:r>
              <w:rPr>
                <w:rFonts w:eastAsia="Times New Roman" w:cs="Times New Roman"/>
              </w:rPr>
              <w:t xml:space="preserve">The shuffle algorithm filter </w:t>
            </w:r>
          </w:p>
        </w:tc>
      </w:tr>
    </w:tbl>
    <w:p w14:paraId="1CA177FE" w14:textId="77777777" w:rsidR="00DE1FA5" w:rsidRPr="00F17319" w:rsidRDefault="00DE1FA5" w:rsidP="00DF3088">
      <w:pPr>
        <w:pStyle w:val="Heading2"/>
      </w:pPr>
      <w:r w:rsidRPr="00F17319">
        <w:t>Classes of data types</w:t>
      </w:r>
    </w:p>
    <w:p w14:paraId="79851992" w14:textId="1605E67B" w:rsidR="00DE1FA5" w:rsidRPr="00F17319" w:rsidRDefault="007920C3" w:rsidP="00274739">
      <w:r>
        <w:t xml:space="preserve">The tool </w:t>
      </w:r>
      <w:r w:rsidR="00DE1FA5" w:rsidRPr="00F17319">
        <w:t>default</w:t>
      </w:r>
      <w:r>
        <w:t>s</w:t>
      </w:r>
      <w:r w:rsidR="00DE1FA5" w:rsidRPr="00F17319">
        <w:t xml:space="preserve"> to use the BYTE data type</w:t>
      </w:r>
      <w:r>
        <w:t xml:space="preserve"> initial</w:t>
      </w:r>
      <w:r w:rsidR="00704379">
        <w:t>ly</w:t>
      </w:r>
      <w:r>
        <w:t xml:space="preserve">. Integer and </w:t>
      </w:r>
      <w:r w:rsidR="00253272">
        <w:t>floating-point</w:t>
      </w:r>
      <w:r>
        <w:t xml:space="preserve"> classes are then added</w:t>
      </w:r>
      <w:r w:rsidR="00DE1FA5" w:rsidRPr="00F17319">
        <w:t xml:space="preserve">. </w:t>
      </w:r>
      <w:r>
        <w:t>More HDF5 data types such as compound type may be added later.</w:t>
      </w:r>
    </w:p>
    <w:p w14:paraId="0232EF21" w14:textId="77777777" w:rsidR="00DE1FA5" w:rsidRPr="00F17319" w:rsidRDefault="00DE1FA5" w:rsidP="00DE1FA5">
      <w:pPr>
        <w:pStyle w:val="Heading2"/>
      </w:pPr>
      <w:r w:rsidRPr="00F17319">
        <w:t>Access Patterns</w:t>
      </w:r>
    </w:p>
    <w:p w14:paraId="770C667A" w14:textId="18C752E8" w:rsidR="00DE1FA5" w:rsidRPr="00F17319" w:rsidRDefault="00DE1FA5" w:rsidP="00274739">
      <w:r w:rsidRPr="00F17319">
        <w:t>The tool should support access pattern by all legal combinations of orders of dimensions.</w:t>
      </w:r>
      <w:r w:rsidR="00704379">
        <w:t xml:space="preserve"> For example, if the data file consists of 3-D (</w:t>
      </w:r>
      <w:proofErr w:type="spellStart"/>
      <w:r w:rsidR="00704379">
        <w:t>x</w:t>
      </w:r>
      <w:proofErr w:type="gramStart"/>
      <w:r w:rsidR="00704379">
        <w:t>,y,z</w:t>
      </w:r>
      <w:proofErr w:type="spellEnd"/>
      <w:proofErr w:type="gramEnd"/>
      <w:r w:rsidR="00704379">
        <w:t>) datasets, it should support all 6 access patterns of (</w:t>
      </w:r>
      <w:proofErr w:type="spellStart"/>
      <w:r w:rsidR="00704379">
        <w:t>x,y,z</w:t>
      </w:r>
      <w:proofErr w:type="spellEnd"/>
      <w:r w:rsidR="00704379">
        <w:t>), (</w:t>
      </w:r>
      <w:proofErr w:type="spellStart"/>
      <w:r w:rsidR="00253272">
        <w:t>x,z,y</w:t>
      </w:r>
      <w:proofErr w:type="spellEnd"/>
      <w:r w:rsidR="00253272">
        <w:t>), (</w:t>
      </w:r>
      <w:proofErr w:type="spellStart"/>
      <w:r w:rsidR="00253272">
        <w:t>y,x,z</w:t>
      </w:r>
      <w:proofErr w:type="spellEnd"/>
      <w:r w:rsidR="00253272">
        <w:t>), (</w:t>
      </w:r>
      <w:proofErr w:type="spellStart"/>
      <w:r w:rsidR="00253272">
        <w:t>y,z,x</w:t>
      </w:r>
      <w:proofErr w:type="spellEnd"/>
      <w:r w:rsidR="00253272">
        <w:t>), (</w:t>
      </w:r>
      <w:proofErr w:type="spellStart"/>
      <w:r w:rsidR="00253272">
        <w:t>z,x,y</w:t>
      </w:r>
      <w:proofErr w:type="spellEnd"/>
      <w:r w:rsidR="00253272">
        <w:t>) and (</w:t>
      </w:r>
      <w:proofErr w:type="spellStart"/>
      <w:r w:rsidR="00253272">
        <w:t>z,y,x</w:t>
      </w:r>
      <w:proofErr w:type="spellEnd"/>
      <w:r w:rsidR="00253272">
        <w:t>). The access pattern of (</w:t>
      </w:r>
      <w:proofErr w:type="spellStart"/>
      <w:r w:rsidR="00253272">
        <w:t>z</w:t>
      </w:r>
      <w:proofErr w:type="gramStart"/>
      <w:r w:rsidR="00253272">
        <w:t>,y,</w:t>
      </w:r>
      <w:r w:rsidR="00704379">
        <w:t>x</w:t>
      </w:r>
      <w:proofErr w:type="spellEnd"/>
      <w:proofErr w:type="gramEnd"/>
      <w:r w:rsidR="00704379">
        <w:t xml:space="preserve">) means </w:t>
      </w:r>
      <w:r w:rsidR="00BD010A">
        <w:t>the x-dimension varies the fastest while the z-dimension the slowest.</w:t>
      </w:r>
    </w:p>
    <w:p w14:paraId="31C45DF2" w14:textId="4884210A" w:rsidR="00DE1FA5" w:rsidRPr="00F17319" w:rsidRDefault="00343381" w:rsidP="00C40158">
      <w:pPr>
        <w:pStyle w:val="Heading2"/>
      </w:pPr>
      <w:r>
        <w:t>Memory</w:t>
      </w:r>
      <w:r w:rsidR="00DE1FA5" w:rsidRPr="00F17319">
        <w:t xml:space="preserve"> buffer sizes</w:t>
      </w:r>
    </w:p>
    <w:p w14:paraId="5554CEA0" w14:textId="275CF66B" w:rsidR="00DE1FA5" w:rsidRDefault="00DE1FA5" w:rsidP="00274739">
      <w:r w:rsidRPr="00F17319">
        <w:t xml:space="preserve">The </w:t>
      </w:r>
      <w:proofErr w:type="gramStart"/>
      <w:r w:rsidR="00DF42BD">
        <w:t xml:space="preserve">memory buffer </w:t>
      </w:r>
      <w:r w:rsidR="00343381">
        <w:t xml:space="preserve">is used </w:t>
      </w:r>
      <w:r w:rsidR="00DF42BD">
        <w:t xml:space="preserve">by the user </w:t>
      </w:r>
      <w:r w:rsidRPr="00F17319">
        <w:t xml:space="preserve">to </w:t>
      </w:r>
      <w:r w:rsidR="00DF42BD">
        <w:t>perform the</w:t>
      </w:r>
      <w:r w:rsidR="00BD010A">
        <w:t xml:space="preserve"> read or write operation</w:t>
      </w:r>
      <w:proofErr w:type="gramEnd"/>
      <w:r w:rsidRPr="00F17319">
        <w:t>. The C</w:t>
      </w:r>
      <w:r w:rsidR="00BD010A">
        <w:t>C</w:t>
      </w:r>
      <w:r w:rsidRPr="00F17319">
        <w:t>P tool should support any legal buffer sizes.</w:t>
      </w:r>
    </w:p>
    <w:p w14:paraId="6BA6BF6D" w14:textId="0A93D326" w:rsidR="00C4636F" w:rsidRDefault="00C4636F" w:rsidP="00C40158">
      <w:pPr>
        <w:pStyle w:val="Heading2"/>
      </w:pPr>
      <w:r>
        <w:t>Dataset creation properties</w:t>
      </w:r>
    </w:p>
    <w:p w14:paraId="770A9D13" w14:textId="4303E7AE" w:rsidR="00C4636F" w:rsidRDefault="00C4636F" w:rsidP="00274739">
      <w:r>
        <w:t>The CCP tool should support user provided fill values, fill time and allocation times, chunk storage sizes during dataset creation and writing.</w:t>
      </w:r>
    </w:p>
    <w:p w14:paraId="2D5CA40F" w14:textId="6417FCD8" w:rsidR="00C4636F" w:rsidRDefault="00C4636F" w:rsidP="00C4636F">
      <w:pPr>
        <w:pStyle w:val="Heading2"/>
      </w:pPr>
      <w:r>
        <w:t>Dataset access properties</w:t>
      </w:r>
    </w:p>
    <w:p w14:paraId="424743E1" w14:textId="07DBC8FE" w:rsidR="00C4636F" w:rsidRDefault="00C4636F" w:rsidP="00274739">
      <w:r>
        <w:t>The tool should support user provided cache and chunk caches sizes during write and read operations.</w:t>
      </w:r>
    </w:p>
    <w:p w14:paraId="55DB6AB5" w14:textId="64DC5FBE" w:rsidR="00D2080C" w:rsidRDefault="00D2080C" w:rsidP="00C40158">
      <w:pPr>
        <w:pStyle w:val="Heading2"/>
      </w:pPr>
      <w:r>
        <w:t>User provided data file</w:t>
      </w:r>
    </w:p>
    <w:p w14:paraId="29219A76" w14:textId="092F6E1F" w:rsidR="00D2080C" w:rsidRPr="00D2080C" w:rsidRDefault="00D2080C" w:rsidP="00D2080C">
      <w:pPr>
        <w:pStyle w:val="Heading3"/>
      </w:pPr>
      <w:r>
        <w:t>Read performance only</w:t>
      </w:r>
    </w:p>
    <w:p w14:paraId="5D998050" w14:textId="60CB2257" w:rsidR="00D2080C" w:rsidRDefault="00D2080C" w:rsidP="00D2080C">
      <w:r>
        <w:t>The tool should, instead of creating its own data files for performance measurement, accept user provided data files to measure read performance.</w:t>
      </w:r>
    </w:p>
    <w:p w14:paraId="039DFC2F" w14:textId="78973701" w:rsidR="00D2080C" w:rsidRPr="00D2080C" w:rsidRDefault="00D2080C" w:rsidP="00D2080C">
      <w:pPr>
        <w:pStyle w:val="Heading3"/>
      </w:pPr>
      <w:r>
        <w:t>Read and Write performance</w:t>
      </w:r>
    </w:p>
    <w:p w14:paraId="6BF15E1C" w14:textId="40B5619E" w:rsidR="00D2080C" w:rsidRPr="00D2080C" w:rsidRDefault="00D2080C" w:rsidP="00D2080C">
      <w:r>
        <w:t>The tool should support reading from user provided input data file to create user specified output data file and measure the read and write performance.</w:t>
      </w:r>
    </w:p>
    <w:p w14:paraId="074BD279" w14:textId="6C2D2F3C" w:rsidR="00C4636F" w:rsidRDefault="00C4636F" w:rsidP="00C4636F">
      <w:pPr>
        <w:pStyle w:val="Heading2"/>
      </w:pPr>
      <w:r>
        <w:t>Performance statistics output</w:t>
      </w:r>
    </w:p>
    <w:p w14:paraId="02D623EF" w14:textId="0CD49F59" w:rsidR="00C4636F" w:rsidRDefault="00790F4A" w:rsidP="00C4636F">
      <w:r>
        <w:t>The tool should provide a summary of all parameters used for the performance measure and should provide 4 kinds of performance result:</w:t>
      </w:r>
    </w:p>
    <w:p w14:paraId="3242D02E" w14:textId="3522ED41" w:rsidR="00790F4A" w:rsidRDefault="00790F4A" w:rsidP="00790F4A">
      <w:pPr>
        <w:pStyle w:val="ListParagraph"/>
        <w:numPr>
          <w:ilvl w:val="0"/>
          <w:numId w:val="41"/>
        </w:numPr>
      </w:pPr>
      <w:r>
        <w:t>Statistics of writing data</w:t>
      </w:r>
    </w:p>
    <w:p w14:paraId="5DB99F58" w14:textId="27742453" w:rsidR="00790F4A" w:rsidRDefault="00790F4A" w:rsidP="00790F4A">
      <w:pPr>
        <w:pStyle w:val="ListParagraph"/>
        <w:numPr>
          <w:ilvl w:val="0"/>
          <w:numId w:val="41"/>
        </w:numPr>
      </w:pPr>
      <w:r>
        <w:t>Statistic of file open, writing data, and file close</w:t>
      </w:r>
    </w:p>
    <w:p w14:paraId="2FD3E912" w14:textId="0A99A4CD" w:rsidR="00790F4A" w:rsidRDefault="00790F4A" w:rsidP="00790F4A">
      <w:pPr>
        <w:pStyle w:val="ListParagraph"/>
        <w:numPr>
          <w:ilvl w:val="0"/>
          <w:numId w:val="41"/>
        </w:numPr>
      </w:pPr>
      <w:r>
        <w:lastRenderedPageBreak/>
        <w:t>Statistic of reading data</w:t>
      </w:r>
    </w:p>
    <w:p w14:paraId="15BA7664" w14:textId="4A2A7E6A" w:rsidR="00C4636F" w:rsidRPr="00F17319" w:rsidRDefault="00790F4A" w:rsidP="00274739">
      <w:pPr>
        <w:pStyle w:val="ListParagraph"/>
        <w:numPr>
          <w:ilvl w:val="0"/>
          <w:numId w:val="41"/>
        </w:numPr>
      </w:pPr>
      <w:r>
        <w:t>Statistic of file open, reading data, and file close</w:t>
      </w:r>
    </w:p>
    <w:p w14:paraId="08749123" w14:textId="6AE9D2CA" w:rsidR="00336968" w:rsidRPr="00656CCD" w:rsidRDefault="00124977" w:rsidP="00656CCD">
      <w:pPr>
        <w:spacing w:after="0"/>
        <w:rPr>
          <w:rFonts w:asciiTheme="majorHAnsi" w:eastAsiaTheme="majorEastAsia" w:hAnsiTheme="majorHAnsi" w:cstheme="majorBidi"/>
          <w:b/>
          <w:bCs/>
          <w:color w:val="000000" w:themeColor="text1"/>
          <w:sz w:val="32"/>
          <w:szCs w:val="32"/>
        </w:rPr>
      </w:pPr>
      <w:r>
        <w:br w:type="page"/>
      </w:r>
      <w:r w:rsidR="00336968">
        <w:lastRenderedPageBreak/>
        <w:t>Revision History</w:t>
      </w:r>
    </w:p>
    <w:tbl>
      <w:tblPr>
        <w:tblStyle w:val="TableGrid"/>
        <w:tblW w:w="100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7743"/>
      </w:tblGrid>
      <w:tr w:rsidR="00656CCD" w:rsidRPr="009D6CFF" w14:paraId="7BE09F1A" w14:textId="77777777" w:rsidTr="0095158D">
        <w:trPr>
          <w:jc w:val="center"/>
        </w:trPr>
        <w:tc>
          <w:tcPr>
            <w:tcW w:w="2337" w:type="dxa"/>
          </w:tcPr>
          <w:p w14:paraId="5500722D" w14:textId="7D266BD5" w:rsidR="00656CCD" w:rsidRDefault="00656CCD" w:rsidP="0095158D">
            <w:pPr>
              <w:rPr>
                <w:i/>
              </w:rPr>
            </w:pPr>
            <w:r>
              <w:rPr>
                <w:i/>
              </w:rPr>
              <w:t>August 25</w:t>
            </w:r>
            <w:r w:rsidRPr="009D6CFF">
              <w:rPr>
                <w:i/>
              </w:rPr>
              <w:t>, 20</w:t>
            </w:r>
            <w:r>
              <w:rPr>
                <w:i/>
              </w:rPr>
              <w:t>14:</w:t>
            </w:r>
          </w:p>
        </w:tc>
        <w:tc>
          <w:tcPr>
            <w:tcW w:w="7743" w:type="dxa"/>
          </w:tcPr>
          <w:p w14:paraId="0D291393" w14:textId="3E767570" w:rsidR="00656CCD" w:rsidRDefault="00656CCD" w:rsidP="0095158D">
            <w:r>
              <w:t>Rev 1: Function requirements drafted</w:t>
            </w:r>
            <w:r w:rsidRPr="009D6CFF">
              <w:t>.</w:t>
            </w:r>
          </w:p>
        </w:tc>
      </w:tr>
      <w:tr w:rsidR="00656CCD" w:rsidRPr="009D6CFF" w14:paraId="0395A908" w14:textId="77777777" w:rsidTr="0095158D">
        <w:trPr>
          <w:jc w:val="center"/>
        </w:trPr>
        <w:tc>
          <w:tcPr>
            <w:tcW w:w="2337" w:type="dxa"/>
          </w:tcPr>
          <w:p w14:paraId="5ECCEBB7" w14:textId="62035DC2" w:rsidR="00656CCD" w:rsidRDefault="00656CCD" w:rsidP="0095158D">
            <w:pPr>
              <w:rPr>
                <w:i/>
              </w:rPr>
            </w:pPr>
            <w:r>
              <w:rPr>
                <w:i/>
              </w:rPr>
              <w:t>November 13, 2014:</w:t>
            </w:r>
          </w:p>
        </w:tc>
        <w:tc>
          <w:tcPr>
            <w:tcW w:w="7743" w:type="dxa"/>
          </w:tcPr>
          <w:p w14:paraId="767BB9D9" w14:textId="5BE02010" w:rsidR="00656CCD" w:rsidRDefault="00656CCD" w:rsidP="0095158D">
            <w:r>
              <w:t>Rev 2: Use cases added and implementation stages proposed.</w:t>
            </w:r>
          </w:p>
        </w:tc>
      </w:tr>
      <w:tr w:rsidR="00336968" w:rsidRPr="009D6CFF" w14:paraId="51A2A9F0" w14:textId="77777777" w:rsidTr="003E740F">
        <w:trPr>
          <w:jc w:val="center"/>
        </w:trPr>
        <w:tc>
          <w:tcPr>
            <w:tcW w:w="2337" w:type="dxa"/>
          </w:tcPr>
          <w:p w14:paraId="7B8832F0" w14:textId="0B40D82D" w:rsidR="00336968" w:rsidRPr="009D6CFF" w:rsidRDefault="00336968" w:rsidP="00656CCD">
            <w:pPr>
              <w:rPr>
                <w:i/>
              </w:rPr>
            </w:pPr>
            <w:r>
              <w:rPr>
                <w:i/>
              </w:rPr>
              <w:t xml:space="preserve">November </w:t>
            </w:r>
            <w:r w:rsidR="00656CCD">
              <w:rPr>
                <w:i/>
              </w:rPr>
              <w:t>23</w:t>
            </w:r>
            <w:r>
              <w:rPr>
                <w:i/>
              </w:rPr>
              <w:t>, 2014:</w:t>
            </w:r>
          </w:p>
        </w:tc>
        <w:tc>
          <w:tcPr>
            <w:tcW w:w="7743" w:type="dxa"/>
          </w:tcPr>
          <w:p w14:paraId="1A0BCC20" w14:textId="3F50CBF0" w:rsidR="00336968" w:rsidRPr="009D6CFF" w:rsidRDefault="00656CCD" w:rsidP="00656CCD">
            <w:r>
              <w:t>Rev 3</w:t>
            </w:r>
            <w:r w:rsidR="00336968">
              <w:t xml:space="preserve">: </w:t>
            </w:r>
            <w:r>
              <w:t>Motivation</w:t>
            </w:r>
            <w:r w:rsidR="00336968">
              <w:t xml:space="preserve"> added and </w:t>
            </w:r>
            <w:r>
              <w:t>more features proposed</w:t>
            </w:r>
            <w:r w:rsidR="00336968">
              <w:t>.</w:t>
            </w:r>
          </w:p>
        </w:tc>
      </w:tr>
      <w:tr w:rsidR="00DF3088" w:rsidRPr="009D6CFF" w14:paraId="4C9D7FC9" w14:textId="77777777" w:rsidTr="003E740F">
        <w:trPr>
          <w:jc w:val="center"/>
        </w:trPr>
        <w:tc>
          <w:tcPr>
            <w:tcW w:w="2337" w:type="dxa"/>
          </w:tcPr>
          <w:p w14:paraId="605AB70D" w14:textId="0A56C9F7" w:rsidR="00DF3088" w:rsidRDefault="001A495F" w:rsidP="001A495F">
            <w:pPr>
              <w:rPr>
                <w:i/>
              </w:rPr>
            </w:pPr>
            <w:r>
              <w:rPr>
                <w:i/>
              </w:rPr>
              <w:t>February 15, 2015:</w:t>
            </w:r>
          </w:p>
        </w:tc>
        <w:tc>
          <w:tcPr>
            <w:tcW w:w="7743" w:type="dxa"/>
          </w:tcPr>
          <w:p w14:paraId="132D5188" w14:textId="0721748C" w:rsidR="00DF3088" w:rsidRDefault="00DF3088" w:rsidP="00656CCD">
            <w:r>
              <w:t>Rev</w:t>
            </w:r>
            <w:r w:rsidR="001A495F">
              <w:t xml:space="preserve"> 4: Abstract added.</w:t>
            </w:r>
          </w:p>
        </w:tc>
      </w:tr>
    </w:tbl>
    <w:p w14:paraId="05F43F73" w14:textId="6BD73D3B" w:rsidR="00336968" w:rsidRDefault="00336968" w:rsidP="00656CCD">
      <w:pPr>
        <w:spacing w:after="0"/>
        <w:rPr>
          <w:rFonts w:asciiTheme="majorHAnsi" w:eastAsiaTheme="majorEastAsia" w:hAnsiTheme="majorHAnsi" w:cstheme="majorBidi"/>
          <w:b/>
          <w:bCs/>
          <w:sz w:val="32"/>
          <w:szCs w:val="32"/>
        </w:rPr>
      </w:pPr>
    </w:p>
    <w:sectPr w:rsidR="00336968" w:rsidSect="00611674">
      <w:headerReference w:type="default" r:id="rId9"/>
      <w:footerReference w:type="default" r:id="rId10"/>
      <w:headerReference w:type="first" r:id="rId11"/>
      <w:footerReference w:type="first" r:id="rId12"/>
      <w:pgSz w:w="12240" w:h="15840" w:code="1"/>
      <w:pgMar w:top="1152" w:right="1152" w:bottom="1440" w:left="1152" w:header="432"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B3A5E0" w14:textId="77777777" w:rsidR="006A6DB0" w:rsidRDefault="006A6DB0" w:rsidP="00611674">
      <w:r>
        <w:separator/>
      </w:r>
    </w:p>
  </w:endnote>
  <w:endnote w:type="continuationSeparator" w:id="0">
    <w:p w14:paraId="20622FD9" w14:textId="77777777" w:rsidR="006A6DB0" w:rsidRDefault="006A6DB0" w:rsidP="00611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Content>
      <w:sdt>
        <w:sdtPr>
          <w:id w:val="1478426"/>
          <w:docPartObj>
            <w:docPartGallery w:val="Page Numbers (Top of Page)"/>
            <w:docPartUnique/>
          </w:docPartObj>
        </w:sdtPr>
        <w:sdtContent>
          <w:p w14:paraId="5348FAC2" w14:textId="77777777" w:rsidR="006A6DB0" w:rsidRDefault="006A6DB0" w:rsidP="00611674">
            <w:pPr>
              <w:pStyle w:val="HDFFooter"/>
            </w:pPr>
            <w:r>
              <w:rPr>
                <w:noProof/>
              </w:rPr>
              <w:drawing>
                <wp:anchor distT="0" distB="0" distL="0" distR="0" simplePos="0" relativeHeight="251658240" behindDoc="0" locked="0" layoutInCell="1" allowOverlap="1" wp14:anchorId="1FF96A66" wp14:editId="3E73A0B3">
                  <wp:simplePos x="0" y="0"/>
                  <wp:positionH relativeFrom="leftMargin">
                    <wp:posOffset>822960</wp:posOffset>
                  </wp:positionH>
                  <wp:positionV relativeFrom="bottomMargin">
                    <wp:posOffset>288290</wp:posOffset>
                  </wp:positionV>
                  <wp:extent cx="594360" cy="360680"/>
                  <wp:effectExtent l="19050" t="0" r="0" b="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1A495F">
              <w:rPr>
                <w:noProof/>
              </w:rPr>
              <w:t>3</w:t>
            </w:r>
            <w:r>
              <w:rPr>
                <w:noProof/>
              </w:rPr>
              <w:fldChar w:fldCharType="end"/>
            </w:r>
            <w:r>
              <w:t xml:space="preserve"> of </w:t>
            </w:r>
            <w:fldSimple w:instr=" NUMPAGES  ">
              <w:r w:rsidR="001A495F">
                <w:rPr>
                  <w:noProof/>
                </w:rPr>
                <w:t>7</w:t>
              </w:r>
            </w:fldSimple>
          </w:p>
        </w:sdtContent>
      </w:sdt>
    </w:sdtContent>
  </w:sdt>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83"/>
      <w:docPartObj>
        <w:docPartGallery w:val="Page Numbers (Bottom of Page)"/>
        <w:docPartUnique/>
      </w:docPartObj>
    </w:sdtPr>
    <w:sdtContent>
      <w:sdt>
        <w:sdtPr>
          <w:id w:val="1478484"/>
          <w:docPartObj>
            <w:docPartGallery w:val="Page Numbers (Top of Page)"/>
            <w:docPartUnique/>
          </w:docPartObj>
        </w:sdtPr>
        <w:sdtContent>
          <w:p w14:paraId="0CEA9E1A" w14:textId="77777777" w:rsidR="006A6DB0" w:rsidRDefault="006A6DB0" w:rsidP="00611674">
            <w:pPr>
              <w:pStyle w:val="HDFFooter"/>
            </w:pPr>
            <w:r>
              <w:rPr>
                <w:noProof/>
              </w:rPr>
              <w:drawing>
                <wp:anchor distT="0" distB="0" distL="0" distR="0" simplePos="0" relativeHeight="251660288" behindDoc="0" locked="0" layoutInCell="1" allowOverlap="1" wp14:anchorId="74E8BE1A" wp14:editId="1FD1EBCD">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1A495F">
              <w:rPr>
                <w:noProof/>
              </w:rPr>
              <w:t>1</w:t>
            </w:r>
            <w:r>
              <w:rPr>
                <w:noProof/>
              </w:rPr>
              <w:fldChar w:fldCharType="end"/>
            </w:r>
            <w:r>
              <w:t xml:space="preserve"> of </w:t>
            </w:r>
            <w:fldSimple w:instr=" NUMPAGES  ">
              <w:r w:rsidR="001A495F">
                <w:rPr>
                  <w:noProof/>
                </w:rPr>
                <w:t>7</w:t>
              </w:r>
            </w:fldSimple>
          </w:p>
        </w:sdtContent>
      </w:sdt>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6FE7B7" w14:textId="77777777" w:rsidR="006A6DB0" w:rsidRDefault="006A6DB0" w:rsidP="00611674">
      <w:r>
        <w:separator/>
      </w:r>
    </w:p>
  </w:footnote>
  <w:footnote w:type="continuationSeparator" w:id="0">
    <w:p w14:paraId="379CBBEB" w14:textId="77777777" w:rsidR="006A6DB0" w:rsidRDefault="006A6DB0" w:rsidP="0061167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C67FEC" w14:textId="77777777" w:rsidR="001A495F" w:rsidRPr="006D4EA4" w:rsidRDefault="001A495F" w:rsidP="001A495F">
    <w:pPr>
      <w:pStyle w:val="THGHeader"/>
    </w:pPr>
    <w:r>
      <w:t>February 15, 2015</w:t>
    </w:r>
    <w:r>
      <w:ptab w:relativeTo="margin" w:alignment="center" w:leader="none"/>
    </w:r>
    <w:r>
      <w:ptab w:relativeTo="margin" w:alignment="right" w:leader="none"/>
    </w:r>
    <w:r>
      <w:t>RFC THG 2014-08-27.v4</w:t>
    </w:r>
  </w:p>
  <w:p w14:paraId="2CE348D3" w14:textId="2B5778EA" w:rsidR="006A6DB0" w:rsidRPr="001A495F" w:rsidRDefault="006A6DB0" w:rsidP="001A495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EE906D" w14:textId="708FA571" w:rsidR="00343381" w:rsidRPr="006D4EA4" w:rsidRDefault="001A495F" w:rsidP="00611674">
    <w:pPr>
      <w:pStyle w:val="THGHeader"/>
    </w:pPr>
    <w:r>
      <w:t>February</w:t>
    </w:r>
    <w:r w:rsidR="00343381">
      <w:t xml:space="preserve"> </w:t>
    </w:r>
    <w:r>
      <w:t>15</w:t>
    </w:r>
    <w:r w:rsidR="00343381">
      <w:t>, 201</w:t>
    </w:r>
    <w:r>
      <w:t>5</w:t>
    </w:r>
    <w:r w:rsidR="00343381">
      <w:ptab w:relativeTo="margin" w:alignment="center" w:leader="none"/>
    </w:r>
    <w:r w:rsidR="00343381">
      <w:ptab w:relativeTo="margin" w:alignment="right" w:leader="none"/>
    </w:r>
    <w:r>
      <w:t>RFC THG 2014-08-27.v4</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0"/>
    <w:multiLevelType w:val="singleLevel"/>
    <w:tmpl w:val="DB6C3E8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9D287A2E"/>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CA0233E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B19AECF2"/>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A7D08074"/>
    <w:lvl w:ilvl="0">
      <w:start w:val="1"/>
      <w:numFmt w:val="decimal"/>
      <w:pStyle w:val="ListNumberReference"/>
      <w:lvlText w:val="%1."/>
      <w:lvlJc w:val="left"/>
      <w:pPr>
        <w:ind w:left="360" w:hanging="360"/>
      </w:pPr>
    </w:lvl>
  </w:abstractNum>
  <w:abstractNum w:abstractNumId="8">
    <w:nsid w:val="FFFFFF89"/>
    <w:multiLevelType w:val="singleLevel"/>
    <w:tmpl w:val="E348CE72"/>
    <w:lvl w:ilvl="0">
      <w:start w:val="1"/>
      <w:numFmt w:val="bullet"/>
      <w:lvlText w:val=""/>
      <w:lvlJc w:val="left"/>
      <w:pPr>
        <w:tabs>
          <w:tab w:val="num" w:pos="360"/>
        </w:tabs>
        <w:ind w:left="360" w:hanging="360"/>
      </w:pPr>
      <w:rPr>
        <w:rFonts w:ascii="Symbol" w:hAnsi="Symbol" w:hint="default"/>
      </w:rPr>
    </w:lvl>
  </w:abstractNum>
  <w:abstractNum w:abstractNumId="9">
    <w:nsid w:val="07591A68"/>
    <w:multiLevelType w:val="multilevel"/>
    <w:tmpl w:val="FF841974"/>
    <w:lvl w:ilvl="0">
      <w:start w:val="1"/>
      <w:numFmt w:val="decimal"/>
      <w:pStyle w:val="Heading1"/>
      <w:lvlText w:val="%1"/>
      <w:lvlJc w:val="left"/>
      <w:pPr>
        <w:ind w:left="432" w:hanging="432"/>
      </w:pPr>
      <w:rPr>
        <w:sz w:val="28"/>
        <w:szCs w:val="28"/>
      </w:rPr>
    </w:lvl>
    <w:lvl w:ilvl="1">
      <w:start w:val="1"/>
      <w:numFmt w:val="decimal"/>
      <w:pStyle w:val="Heading2"/>
      <w:lvlText w:val="%1.%2"/>
      <w:lvlJc w:val="left"/>
      <w:pPr>
        <w:ind w:left="576" w:hanging="576"/>
      </w:pPr>
      <w:rPr>
        <w:sz w:val="26"/>
        <w:szCs w:val="26"/>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13346CA0"/>
    <w:multiLevelType w:val="hybridMultilevel"/>
    <w:tmpl w:val="F1D64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0411525"/>
    <w:multiLevelType w:val="hybridMultilevel"/>
    <w:tmpl w:val="AF7CA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A604B2"/>
    <w:multiLevelType w:val="hybridMultilevel"/>
    <w:tmpl w:val="7E8E9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99431F"/>
    <w:multiLevelType w:val="multilevel"/>
    <w:tmpl w:val="1A1CFDD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nsid w:val="3FEA2E7E"/>
    <w:multiLevelType w:val="hybridMultilevel"/>
    <w:tmpl w:val="97669FEA"/>
    <w:lvl w:ilvl="0" w:tplc="33C43CD0">
      <w:start w:val="1"/>
      <w:numFmt w:val="decimal"/>
      <w:lvlText w:val="%1)"/>
      <w:lvlJc w:val="left"/>
      <w:pPr>
        <w:ind w:left="1080" w:hanging="360"/>
      </w:pPr>
      <w:rPr>
        <w:rFonts w:hint="default"/>
      </w:r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0984340"/>
    <w:multiLevelType w:val="hybridMultilevel"/>
    <w:tmpl w:val="4E769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C0007C"/>
    <w:multiLevelType w:val="hybridMultilevel"/>
    <w:tmpl w:val="737E4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515007"/>
    <w:multiLevelType w:val="hybridMultilevel"/>
    <w:tmpl w:val="C5E0C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9"/>
  </w:num>
  <w:num w:numId="3">
    <w:abstractNumId w:val="7"/>
  </w:num>
  <w:num w:numId="4">
    <w:abstractNumId w:val="2"/>
  </w:num>
  <w:num w:numId="5">
    <w:abstractNumId w:val="1"/>
  </w:num>
  <w:num w:numId="6">
    <w:abstractNumId w:val="0"/>
  </w:num>
  <w:num w:numId="7">
    <w:abstractNumId w:val="19"/>
    <w:lvlOverride w:ilvl="0">
      <w:startOverride w:val="1"/>
    </w:lvlOverride>
  </w:num>
  <w:num w:numId="8">
    <w:abstractNumId w:val="19"/>
    <w:lvlOverride w:ilvl="0">
      <w:startOverride w:val="1"/>
    </w:lvlOverride>
  </w:num>
  <w:num w:numId="9">
    <w:abstractNumId w:val="19"/>
    <w:lvlOverride w:ilvl="0">
      <w:startOverride w:val="1"/>
    </w:lvlOverride>
  </w:num>
  <w:num w:numId="10">
    <w:abstractNumId w:val="19"/>
    <w:lvlOverride w:ilvl="0">
      <w:startOverride w:val="1"/>
    </w:lvlOverride>
  </w:num>
  <w:num w:numId="11">
    <w:abstractNumId w:val="19"/>
    <w:lvlOverride w:ilvl="0">
      <w:startOverride w:val="1"/>
    </w:lvlOverride>
  </w:num>
  <w:num w:numId="12">
    <w:abstractNumId w:val="19"/>
    <w:lvlOverride w:ilvl="0">
      <w:startOverride w:val="1"/>
    </w:lvlOverride>
  </w:num>
  <w:num w:numId="13">
    <w:abstractNumId w:val="19"/>
    <w:lvlOverride w:ilvl="0">
      <w:startOverride w:val="1"/>
    </w:lvlOverride>
  </w:num>
  <w:num w:numId="14">
    <w:abstractNumId w:val="19"/>
    <w:lvlOverride w:ilvl="0">
      <w:startOverride w:val="1"/>
    </w:lvlOverride>
  </w:num>
  <w:num w:numId="15">
    <w:abstractNumId w:val="19"/>
    <w:lvlOverride w:ilvl="0">
      <w:startOverride w:val="1"/>
    </w:lvlOverride>
  </w:num>
  <w:num w:numId="16">
    <w:abstractNumId w:val="19"/>
    <w:lvlOverride w:ilvl="0">
      <w:startOverride w:val="1"/>
    </w:lvlOverride>
  </w:num>
  <w:num w:numId="17">
    <w:abstractNumId w:val="19"/>
    <w:lvlOverride w:ilvl="0">
      <w:startOverride w:val="1"/>
    </w:lvlOverride>
  </w:num>
  <w:num w:numId="18">
    <w:abstractNumId w:val="19"/>
    <w:lvlOverride w:ilvl="0">
      <w:startOverride w:val="1"/>
    </w:lvlOverride>
  </w:num>
  <w:num w:numId="19">
    <w:abstractNumId w:val="15"/>
  </w:num>
  <w:num w:numId="20">
    <w:abstractNumId w:val="11"/>
  </w:num>
  <w:num w:numId="21">
    <w:abstractNumId w:val="19"/>
    <w:lvlOverride w:ilvl="0">
      <w:startOverride w:val="1"/>
    </w:lvlOverride>
  </w:num>
  <w:num w:numId="22">
    <w:abstractNumId w:val="19"/>
    <w:lvlOverride w:ilvl="0">
      <w:startOverride w:val="1"/>
    </w:lvlOverride>
  </w:num>
  <w:num w:numId="23">
    <w:abstractNumId w:val="19"/>
    <w:lvlOverride w:ilvl="0">
      <w:startOverride w:val="1"/>
    </w:lvlOverride>
  </w:num>
  <w:num w:numId="24">
    <w:abstractNumId w:val="19"/>
    <w:lvlOverride w:ilvl="0">
      <w:startOverride w:val="1"/>
    </w:lvlOverride>
  </w:num>
  <w:num w:numId="25">
    <w:abstractNumId w:val="19"/>
    <w:lvlOverride w:ilvl="0">
      <w:startOverride w:val="1"/>
    </w:lvlOverride>
  </w:num>
  <w:num w:numId="26">
    <w:abstractNumId w:val="19"/>
    <w:lvlOverride w:ilvl="0">
      <w:startOverride w:val="1"/>
    </w:lvlOverride>
  </w:num>
  <w:num w:numId="27">
    <w:abstractNumId w:val="19"/>
    <w:lvlOverride w:ilvl="0">
      <w:startOverride w:val="1"/>
    </w:lvlOverride>
  </w:num>
  <w:num w:numId="28">
    <w:abstractNumId w:val="8"/>
  </w:num>
  <w:num w:numId="29">
    <w:abstractNumId w:val="6"/>
  </w:num>
  <w:num w:numId="30">
    <w:abstractNumId w:val="5"/>
  </w:num>
  <w:num w:numId="31">
    <w:abstractNumId w:val="4"/>
  </w:num>
  <w:num w:numId="32">
    <w:abstractNumId w:val="3"/>
  </w:num>
  <w:num w:numId="33">
    <w:abstractNumId w:val="7"/>
  </w:num>
  <w:num w:numId="34">
    <w:abstractNumId w:val="7"/>
    <w:lvlOverride w:ilvl="0">
      <w:startOverride w:val="1"/>
    </w:lvlOverride>
  </w:num>
  <w:num w:numId="35">
    <w:abstractNumId w:val="10"/>
  </w:num>
  <w:num w:numId="36">
    <w:abstractNumId w:val="12"/>
  </w:num>
  <w:num w:numId="37">
    <w:abstractNumId w:val="13"/>
  </w:num>
  <w:num w:numId="38">
    <w:abstractNumId w:val="14"/>
  </w:num>
  <w:num w:numId="39">
    <w:abstractNumId w:val="16"/>
  </w:num>
  <w:num w:numId="40">
    <w:abstractNumId w:val="18"/>
  </w:num>
  <w:num w:numId="41">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DAB"/>
    <w:rsid w:val="000017B0"/>
    <w:rsid w:val="000224B8"/>
    <w:rsid w:val="0005271C"/>
    <w:rsid w:val="00062E14"/>
    <w:rsid w:val="00063D05"/>
    <w:rsid w:val="000755D7"/>
    <w:rsid w:val="00082782"/>
    <w:rsid w:val="000C3C12"/>
    <w:rsid w:val="00124977"/>
    <w:rsid w:val="001559D7"/>
    <w:rsid w:val="0018059F"/>
    <w:rsid w:val="001962F3"/>
    <w:rsid w:val="001A495F"/>
    <w:rsid w:val="001E37C8"/>
    <w:rsid w:val="0021719B"/>
    <w:rsid w:val="0022752B"/>
    <w:rsid w:val="00253272"/>
    <w:rsid w:val="00274739"/>
    <w:rsid w:val="00275598"/>
    <w:rsid w:val="002A2CA0"/>
    <w:rsid w:val="002A7BC6"/>
    <w:rsid w:val="002B7DAB"/>
    <w:rsid w:val="002C027A"/>
    <w:rsid w:val="002E16D7"/>
    <w:rsid w:val="002F0DC9"/>
    <w:rsid w:val="002F1F8F"/>
    <w:rsid w:val="00336968"/>
    <w:rsid w:val="00343381"/>
    <w:rsid w:val="00385772"/>
    <w:rsid w:val="00386B2E"/>
    <w:rsid w:val="003C1CCC"/>
    <w:rsid w:val="003D40A5"/>
    <w:rsid w:val="003E740F"/>
    <w:rsid w:val="00440F77"/>
    <w:rsid w:val="004641E7"/>
    <w:rsid w:val="004A07EB"/>
    <w:rsid w:val="004A34A5"/>
    <w:rsid w:val="004B77C7"/>
    <w:rsid w:val="004D2779"/>
    <w:rsid w:val="004E2FBF"/>
    <w:rsid w:val="0051310E"/>
    <w:rsid w:val="00544BD0"/>
    <w:rsid w:val="00561EF4"/>
    <w:rsid w:val="0057328D"/>
    <w:rsid w:val="005E74A6"/>
    <w:rsid w:val="005E7FF4"/>
    <w:rsid w:val="00611674"/>
    <w:rsid w:val="00656CCD"/>
    <w:rsid w:val="00682A61"/>
    <w:rsid w:val="006A350D"/>
    <w:rsid w:val="006A6DB0"/>
    <w:rsid w:val="006A7EF4"/>
    <w:rsid w:val="006D1D0F"/>
    <w:rsid w:val="00704379"/>
    <w:rsid w:val="00790F4A"/>
    <w:rsid w:val="007920C3"/>
    <w:rsid w:val="00794E5F"/>
    <w:rsid w:val="007C1AE8"/>
    <w:rsid w:val="007C364B"/>
    <w:rsid w:val="007C5A8B"/>
    <w:rsid w:val="007D0ED8"/>
    <w:rsid w:val="0080147F"/>
    <w:rsid w:val="00804ECA"/>
    <w:rsid w:val="00874EBB"/>
    <w:rsid w:val="0088049F"/>
    <w:rsid w:val="0089295D"/>
    <w:rsid w:val="00892CF7"/>
    <w:rsid w:val="008C1D9E"/>
    <w:rsid w:val="008D4061"/>
    <w:rsid w:val="00921595"/>
    <w:rsid w:val="0095158D"/>
    <w:rsid w:val="00954804"/>
    <w:rsid w:val="009E350D"/>
    <w:rsid w:val="00A11C0C"/>
    <w:rsid w:val="00A36DF2"/>
    <w:rsid w:val="00A6360B"/>
    <w:rsid w:val="00A838BA"/>
    <w:rsid w:val="00AA1D0B"/>
    <w:rsid w:val="00AC2ED7"/>
    <w:rsid w:val="00AC4FF2"/>
    <w:rsid w:val="00AE10D7"/>
    <w:rsid w:val="00AF1881"/>
    <w:rsid w:val="00AF1D2B"/>
    <w:rsid w:val="00B57EB0"/>
    <w:rsid w:val="00BB7870"/>
    <w:rsid w:val="00BD010A"/>
    <w:rsid w:val="00BF3171"/>
    <w:rsid w:val="00C14495"/>
    <w:rsid w:val="00C40158"/>
    <w:rsid w:val="00C42633"/>
    <w:rsid w:val="00C4636F"/>
    <w:rsid w:val="00C63434"/>
    <w:rsid w:val="00C82DAF"/>
    <w:rsid w:val="00C97608"/>
    <w:rsid w:val="00CC433A"/>
    <w:rsid w:val="00D2080C"/>
    <w:rsid w:val="00D9637E"/>
    <w:rsid w:val="00DE1FA5"/>
    <w:rsid w:val="00DF3088"/>
    <w:rsid w:val="00DF42BD"/>
    <w:rsid w:val="00E136B4"/>
    <w:rsid w:val="00E3626D"/>
    <w:rsid w:val="00E93499"/>
    <w:rsid w:val="00EB15B4"/>
    <w:rsid w:val="00EE0F05"/>
    <w:rsid w:val="00F13778"/>
    <w:rsid w:val="00F17319"/>
    <w:rsid w:val="00F224BB"/>
    <w:rsid w:val="00F32EB4"/>
    <w:rsid w:val="00F61F8F"/>
    <w:rsid w:val="00F74050"/>
    <w:rsid w:val="00F80658"/>
    <w:rsid w:val="00FC07E4"/>
    <w:rsid w:val="00FE10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809D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76">
    <w:lsdException w:name="heading 1" w:uiPriority="2" w:qFormat="1"/>
    <w:lsdException w:name="heading 2" w:uiPriority="2" w:qFormat="1"/>
    <w:lsdException w:name="heading 3" w:uiPriority="2" w:qFormat="1"/>
    <w:lsdException w:name="heading 4" w:uiPriority="16" w:qFormat="1"/>
    <w:lsdException w:name="heading 5" w:uiPriority="16"/>
    <w:lsdException w:name="heading 6" w:uiPriority="16"/>
    <w:lsdException w:name="heading 7" w:uiPriority="16"/>
    <w:lsdException w:name="heading 8" w:uiPriority="16" w:qFormat="1"/>
    <w:lsdException w:name="heading 9" w:uiPriority="16" w:qFormat="1"/>
    <w:lsdException w:name="Normal (Web)" w:uiPriority="99"/>
    <w:lsdException w:name="HTML Code" w:uiPriority="99"/>
  </w:latentStyles>
  <w:style w:type="paragraph" w:default="1" w:styleId="Normal">
    <w:name w:val="Normal"/>
    <w:qFormat/>
    <w:rsid w:val="002A2CA0"/>
    <w:pPr>
      <w:spacing w:after="120"/>
    </w:pPr>
    <w:rPr>
      <w:rFonts w:asciiTheme="minorHAnsi" w:hAnsiTheme="minorHAnsi"/>
      <w:sz w:val="24"/>
    </w:rPr>
  </w:style>
  <w:style w:type="paragraph" w:styleId="Heading1">
    <w:name w:val="heading 1"/>
    <w:basedOn w:val="Normal"/>
    <w:next w:val="Normal"/>
    <w:link w:val="Heading1Char"/>
    <w:autoRedefine/>
    <w:uiPriority w:val="2"/>
    <w:qFormat/>
    <w:rsid w:val="00274739"/>
    <w:pPr>
      <w:keepNext/>
      <w:keepLines/>
      <w:numPr>
        <w:numId w:val="1"/>
      </w:numPr>
      <w:spacing w:before="480" w:after="0"/>
      <w:outlineLvl w:val="0"/>
    </w:pPr>
    <w:rPr>
      <w:rFonts w:asciiTheme="majorHAnsi" w:eastAsiaTheme="majorEastAsia" w:hAnsiTheme="majorHAnsi" w:cstheme="majorBidi"/>
      <w:b/>
      <w:bCs/>
      <w:color w:val="000000" w:themeColor="text1"/>
      <w:sz w:val="32"/>
      <w:szCs w:val="32"/>
    </w:rPr>
  </w:style>
  <w:style w:type="paragraph" w:styleId="Heading2">
    <w:name w:val="heading 2"/>
    <w:basedOn w:val="Normal"/>
    <w:next w:val="Normal"/>
    <w:link w:val="Heading2Char"/>
    <w:autoRedefine/>
    <w:uiPriority w:val="2"/>
    <w:qFormat/>
    <w:rsid w:val="00DF3088"/>
    <w:pPr>
      <w:keepNext/>
      <w:keepLines/>
      <w:numPr>
        <w:ilvl w:val="1"/>
        <w:numId w:val="1"/>
      </w:numPr>
      <w:spacing w:before="200" w:after="0"/>
      <w:outlineLvl w:val="1"/>
    </w:pPr>
    <w:rPr>
      <w:rFonts w:asciiTheme="majorHAnsi" w:eastAsiaTheme="majorEastAsia" w:hAnsiTheme="majorHAnsi" w:cstheme="majorBidi"/>
      <w:b/>
      <w:bCs/>
      <w:color w:val="000000" w:themeColor="text1"/>
      <w:sz w:val="32"/>
      <w:szCs w:val="32"/>
    </w:rPr>
  </w:style>
  <w:style w:type="paragraph" w:styleId="Heading3">
    <w:name w:val="heading 3"/>
    <w:basedOn w:val="Normal"/>
    <w:next w:val="Normal"/>
    <w:link w:val="Heading3Char"/>
    <w:autoRedefine/>
    <w:uiPriority w:val="2"/>
    <w:qFormat/>
    <w:rsid w:val="00D95412"/>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C63434"/>
    <w:pPr>
      <w:spacing w:after="0"/>
    </w:pPr>
    <w:rPr>
      <w:rFonts w:ascii="Courier New" w:hAnsi="Courier New"/>
      <w:sz w:val="18"/>
      <w:szCs w:val="21"/>
    </w:rPr>
  </w:style>
  <w:style w:type="character" w:customStyle="1" w:styleId="PlainTextChar">
    <w:name w:val="Plain Text Char"/>
    <w:basedOn w:val="DefaultParagraphFont"/>
    <w:link w:val="PlainText"/>
    <w:uiPriority w:val="7"/>
    <w:rsid w:val="00C63434"/>
    <w:rPr>
      <w:rFonts w:ascii="Courier New" w:hAnsi="Courier New"/>
      <w:sz w:val="18"/>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274739"/>
    <w:rPr>
      <w:rFonts w:eastAsiaTheme="majorEastAsia" w:cstheme="majorBidi"/>
      <w:b/>
      <w:bCs/>
      <w:color w:val="000000" w:themeColor="text1"/>
      <w:sz w:val="32"/>
      <w:szCs w:val="32"/>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DF3088"/>
    <w:rPr>
      <w:rFonts w:eastAsiaTheme="majorEastAsia" w:cstheme="majorBidi"/>
      <w:b/>
      <w:bCs/>
      <w:color w:val="000000" w:themeColor="text1"/>
      <w:sz w:val="32"/>
      <w:szCs w:val="32"/>
    </w:rPr>
  </w:style>
  <w:style w:type="character" w:customStyle="1" w:styleId="Heading3Char">
    <w:name w:val="Heading 3 Char"/>
    <w:basedOn w:val="DefaultParagraphFont"/>
    <w:link w:val="Heading3"/>
    <w:uiPriority w:val="2"/>
    <w:rsid w:val="00945E9B"/>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985AAE"/>
    <w:rPr>
      <w:rFonts w:eastAsiaTheme="majorEastAsia" w:cstheme="majorBidi"/>
      <w:b/>
      <w:bCs/>
      <w:i/>
      <w:iCs/>
      <w:sz w:val="24"/>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qFormat/>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ind w:left="360" w:hanging="360"/>
      <w:contextualSpacing/>
    </w:pPr>
  </w:style>
  <w:style w:type="paragraph" w:styleId="ListNumber2">
    <w:name w:val="List Number 2"/>
    <w:basedOn w:val="Normal"/>
    <w:uiPriority w:val="5"/>
    <w:qFormat/>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20"/>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Caption">
    <w:name w:val="Table Caption"/>
    <w:basedOn w:val="Caption"/>
    <w:qFormat/>
    <w:rsid w:val="00A51A91"/>
    <w:pPr>
      <w:keepNext/>
      <w:spacing w:before="240" w:after="120"/>
    </w:pPr>
    <w:rPr>
      <w:rFonts w:eastAsiaTheme="minorEastAsia"/>
      <w:color w:val="000000" w:themeColor="text1"/>
      <w:sz w:val="24"/>
      <w:lang w:bidi="en-US"/>
    </w:rPr>
  </w:style>
  <w:style w:type="paragraph" w:customStyle="1" w:styleId="TableHeading">
    <w:name w:val="Table Heading"/>
    <w:basedOn w:val="Normal"/>
    <w:qFormat/>
    <w:rsid w:val="00A51A91"/>
    <w:pPr>
      <w:spacing w:before="160"/>
    </w:pPr>
  </w:style>
  <w:style w:type="paragraph" w:customStyle="1" w:styleId="TableFootnote">
    <w:name w:val="Table Footnote"/>
    <w:basedOn w:val="Normal"/>
    <w:qFormat/>
    <w:rsid w:val="00A51A91"/>
    <w:rPr>
      <w:sz w:val="20"/>
    </w:rPr>
  </w:style>
  <w:style w:type="paragraph" w:styleId="Caption">
    <w:name w:val="caption"/>
    <w:basedOn w:val="Normal"/>
    <w:next w:val="Normal"/>
    <w:uiPriority w:val="35"/>
    <w:unhideWhenUsed/>
    <w:qFormat/>
    <w:rsid w:val="00A51A91"/>
    <w:pPr>
      <w:spacing w:after="200"/>
    </w:pPr>
    <w:rPr>
      <w:b/>
      <w:bCs/>
      <w:color w:val="4F81BD" w:themeColor="accent1"/>
      <w:sz w:val="18"/>
      <w:szCs w:val="18"/>
    </w:rPr>
  </w:style>
  <w:style w:type="paragraph" w:customStyle="1" w:styleId="Figure">
    <w:name w:val="Figure"/>
    <w:basedOn w:val="Normal"/>
    <w:qFormat/>
    <w:rsid w:val="00804785"/>
    <w:pPr>
      <w:jc w:val="center"/>
    </w:pPr>
  </w:style>
  <w:style w:type="paragraph" w:customStyle="1" w:styleId="FigureCaption">
    <w:name w:val="Figure Caption"/>
    <w:basedOn w:val="TableCaption"/>
    <w:qFormat/>
    <w:rsid w:val="00804785"/>
  </w:style>
  <w:style w:type="paragraph" w:customStyle="1" w:styleId="ListNumberReference">
    <w:name w:val="List Number Reference"/>
    <w:basedOn w:val="ListNumber"/>
    <w:qFormat/>
    <w:rsid w:val="00440352"/>
    <w:pPr>
      <w:numPr>
        <w:numId w:val="33"/>
      </w:numPr>
    </w:pPr>
  </w:style>
  <w:style w:type="paragraph" w:styleId="NormalWeb">
    <w:name w:val="Normal (Web)"/>
    <w:basedOn w:val="Normal"/>
    <w:uiPriority w:val="99"/>
    <w:unhideWhenUsed/>
    <w:rsid w:val="00A838BA"/>
    <w:pPr>
      <w:spacing w:before="100" w:beforeAutospacing="1" w:after="100" w:afterAutospacing="1"/>
    </w:pPr>
    <w:rPr>
      <w:rFonts w:ascii="Times" w:eastAsiaTheme="minorEastAsia" w:hAnsi="Times" w:cs="Times New Roman"/>
      <w:sz w:val="20"/>
      <w:szCs w:val="20"/>
    </w:rPr>
  </w:style>
  <w:style w:type="character" w:styleId="HTMLCode">
    <w:name w:val="HTML Code"/>
    <w:basedOn w:val="DefaultParagraphFont"/>
    <w:uiPriority w:val="99"/>
    <w:unhideWhenUsed/>
    <w:rsid w:val="00682A61"/>
    <w:rPr>
      <w:rFonts w:ascii="Courier" w:eastAsiaTheme="minorHAnsi" w:hAnsi="Courier" w:cs="Courie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76">
    <w:lsdException w:name="heading 1" w:uiPriority="2" w:qFormat="1"/>
    <w:lsdException w:name="heading 2" w:uiPriority="2" w:qFormat="1"/>
    <w:lsdException w:name="heading 3" w:uiPriority="2" w:qFormat="1"/>
    <w:lsdException w:name="heading 4" w:uiPriority="16" w:qFormat="1"/>
    <w:lsdException w:name="heading 5" w:uiPriority="16"/>
    <w:lsdException w:name="heading 6" w:uiPriority="16"/>
    <w:lsdException w:name="heading 7" w:uiPriority="16"/>
    <w:lsdException w:name="heading 8" w:uiPriority="16" w:qFormat="1"/>
    <w:lsdException w:name="heading 9" w:uiPriority="16" w:qFormat="1"/>
    <w:lsdException w:name="Normal (Web)" w:uiPriority="99"/>
    <w:lsdException w:name="HTML Code" w:uiPriority="99"/>
  </w:latentStyles>
  <w:style w:type="paragraph" w:default="1" w:styleId="Normal">
    <w:name w:val="Normal"/>
    <w:qFormat/>
    <w:rsid w:val="002A2CA0"/>
    <w:pPr>
      <w:spacing w:after="120"/>
    </w:pPr>
    <w:rPr>
      <w:rFonts w:asciiTheme="minorHAnsi" w:hAnsiTheme="minorHAnsi"/>
      <w:sz w:val="24"/>
    </w:rPr>
  </w:style>
  <w:style w:type="paragraph" w:styleId="Heading1">
    <w:name w:val="heading 1"/>
    <w:basedOn w:val="Normal"/>
    <w:next w:val="Normal"/>
    <w:link w:val="Heading1Char"/>
    <w:autoRedefine/>
    <w:uiPriority w:val="2"/>
    <w:qFormat/>
    <w:rsid w:val="00274739"/>
    <w:pPr>
      <w:keepNext/>
      <w:keepLines/>
      <w:numPr>
        <w:numId w:val="1"/>
      </w:numPr>
      <w:spacing w:before="480" w:after="0"/>
      <w:outlineLvl w:val="0"/>
    </w:pPr>
    <w:rPr>
      <w:rFonts w:asciiTheme="majorHAnsi" w:eastAsiaTheme="majorEastAsia" w:hAnsiTheme="majorHAnsi" w:cstheme="majorBidi"/>
      <w:b/>
      <w:bCs/>
      <w:color w:val="000000" w:themeColor="text1"/>
      <w:sz w:val="32"/>
      <w:szCs w:val="32"/>
    </w:rPr>
  </w:style>
  <w:style w:type="paragraph" w:styleId="Heading2">
    <w:name w:val="heading 2"/>
    <w:basedOn w:val="Normal"/>
    <w:next w:val="Normal"/>
    <w:link w:val="Heading2Char"/>
    <w:autoRedefine/>
    <w:uiPriority w:val="2"/>
    <w:qFormat/>
    <w:rsid w:val="00DF3088"/>
    <w:pPr>
      <w:keepNext/>
      <w:keepLines/>
      <w:numPr>
        <w:ilvl w:val="1"/>
        <w:numId w:val="1"/>
      </w:numPr>
      <w:spacing w:before="200" w:after="0"/>
      <w:outlineLvl w:val="1"/>
    </w:pPr>
    <w:rPr>
      <w:rFonts w:asciiTheme="majorHAnsi" w:eastAsiaTheme="majorEastAsia" w:hAnsiTheme="majorHAnsi" w:cstheme="majorBidi"/>
      <w:b/>
      <w:bCs/>
      <w:color w:val="000000" w:themeColor="text1"/>
      <w:sz w:val="32"/>
      <w:szCs w:val="32"/>
    </w:rPr>
  </w:style>
  <w:style w:type="paragraph" w:styleId="Heading3">
    <w:name w:val="heading 3"/>
    <w:basedOn w:val="Normal"/>
    <w:next w:val="Normal"/>
    <w:link w:val="Heading3Char"/>
    <w:autoRedefine/>
    <w:uiPriority w:val="2"/>
    <w:qFormat/>
    <w:rsid w:val="00D95412"/>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C63434"/>
    <w:pPr>
      <w:spacing w:after="0"/>
    </w:pPr>
    <w:rPr>
      <w:rFonts w:ascii="Courier New" w:hAnsi="Courier New"/>
      <w:sz w:val="18"/>
      <w:szCs w:val="21"/>
    </w:rPr>
  </w:style>
  <w:style w:type="character" w:customStyle="1" w:styleId="PlainTextChar">
    <w:name w:val="Plain Text Char"/>
    <w:basedOn w:val="DefaultParagraphFont"/>
    <w:link w:val="PlainText"/>
    <w:uiPriority w:val="7"/>
    <w:rsid w:val="00C63434"/>
    <w:rPr>
      <w:rFonts w:ascii="Courier New" w:hAnsi="Courier New"/>
      <w:sz w:val="18"/>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274739"/>
    <w:rPr>
      <w:rFonts w:eastAsiaTheme="majorEastAsia" w:cstheme="majorBidi"/>
      <w:b/>
      <w:bCs/>
      <w:color w:val="000000" w:themeColor="text1"/>
      <w:sz w:val="32"/>
      <w:szCs w:val="32"/>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DF3088"/>
    <w:rPr>
      <w:rFonts w:eastAsiaTheme="majorEastAsia" w:cstheme="majorBidi"/>
      <w:b/>
      <w:bCs/>
      <w:color w:val="000000" w:themeColor="text1"/>
      <w:sz w:val="32"/>
      <w:szCs w:val="32"/>
    </w:rPr>
  </w:style>
  <w:style w:type="character" w:customStyle="1" w:styleId="Heading3Char">
    <w:name w:val="Heading 3 Char"/>
    <w:basedOn w:val="DefaultParagraphFont"/>
    <w:link w:val="Heading3"/>
    <w:uiPriority w:val="2"/>
    <w:rsid w:val="00945E9B"/>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985AAE"/>
    <w:rPr>
      <w:rFonts w:eastAsiaTheme="majorEastAsia" w:cstheme="majorBidi"/>
      <w:b/>
      <w:bCs/>
      <w:i/>
      <w:iCs/>
      <w:sz w:val="24"/>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qFormat/>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ind w:left="360" w:hanging="360"/>
      <w:contextualSpacing/>
    </w:pPr>
  </w:style>
  <w:style w:type="paragraph" w:styleId="ListNumber2">
    <w:name w:val="List Number 2"/>
    <w:basedOn w:val="Normal"/>
    <w:uiPriority w:val="5"/>
    <w:qFormat/>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20"/>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Caption">
    <w:name w:val="Table Caption"/>
    <w:basedOn w:val="Caption"/>
    <w:qFormat/>
    <w:rsid w:val="00A51A91"/>
    <w:pPr>
      <w:keepNext/>
      <w:spacing w:before="240" w:after="120"/>
    </w:pPr>
    <w:rPr>
      <w:rFonts w:eastAsiaTheme="minorEastAsia"/>
      <w:color w:val="000000" w:themeColor="text1"/>
      <w:sz w:val="24"/>
      <w:lang w:bidi="en-US"/>
    </w:rPr>
  </w:style>
  <w:style w:type="paragraph" w:customStyle="1" w:styleId="TableHeading">
    <w:name w:val="Table Heading"/>
    <w:basedOn w:val="Normal"/>
    <w:qFormat/>
    <w:rsid w:val="00A51A91"/>
    <w:pPr>
      <w:spacing w:before="160"/>
    </w:pPr>
  </w:style>
  <w:style w:type="paragraph" w:customStyle="1" w:styleId="TableFootnote">
    <w:name w:val="Table Footnote"/>
    <w:basedOn w:val="Normal"/>
    <w:qFormat/>
    <w:rsid w:val="00A51A91"/>
    <w:rPr>
      <w:sz w:val="20"/>
    </w:rPr>
  </w:style>
  <w:style w:type="paragraph" w:styleId="Caption">
    <w:name w:val="caption"/>
    <w:basedOn w:val="Normal"/>
    <w:next w:val="Normal"/>
    <w:uiPriority w:val="35"/>
    <w:unhideWhenUsed/>
    <w:qFormat/>
    <w:rsid w:val="00A51A91"/>
    <w:pPr>
      <w:spacing w:after="200"/>
    </w:pPr>
    <w:rPr>
      <w:b/>
      <w:bCs/>
      <w:color w:val="4F81BD" w:themeColor="accent1"/>
      <w:sz w:val="18"/>
      <w:szCs w:val="18"/>
    </w:rPr>
  </w:style>
  <w:style w:type="paragraph" w:customStyle="1" w:styleId="Figure">
    <w:name w:val="Figure"/>
    <w:basedOn w:val="Normal"/>
    <w:qFormat/>
    <w:rsid w:val="00804785"/>
    <w:pPr>
      <w:jc w:val="center"/>
    </w:pPr>
  </w:style>
  <w:style w:type="paragraph" w:customStyle="1" w:styleId="FigureCaption">
    <w:name w:val="Figure Caption"/>
    <w:basedOn w:val="TableCaption"/>
    <w:qFormat/>
    <w:rsid w:val="00804785"/>
  </w:style>
  <w:style w:type="paragraph" w:customStyle="1" w:styleId="ListNumberReference">
    <w:name w:val="List Number Reference"/>
    <w:basedOn w:val="ListNumber"/>
    <w:qFormat/>
    <w:rsid w:val="00440352"/>
    <w:pPr>
      <w:numPr>
        <w:numId w:val="33"/>
      </w:numPr>
    </w:pPr>
  </w:style>
  <w:style w:type="paragraph" w:styleId="NormalWeb">
    <w:name w:val="Normal (Web)"/>
    <w:basedOn w:val="Normal"/>
    <w:uiPriority w:val="99"/>
    <w:unhideWhenUsed/>
    <w:rsid w:val="00A838BA"/>
    <w:pPr>
      <w:spacing w:before="100" w:beforeAutospacing="1" w:after="100" w:afterAutospacing="1"/>
    </w:pPr>
    <w:rPr>
      <w:rFonts w:ascii="Times" w:eastAsiaTheme="minorEastAsia" w:hAnsi="Times" w:cs="Times New Roman"/>
      <w:sz w:val="20"/>
      <w:szCs w:val="20"/>
    </w:rPr>
  </w:style>
  <w:style w:type="character" w:styleId="HTMLCode">
    <w:name w:val="HTML Code"/>
    <w:basedOn w:val="DefaultParagraphFont"/>
    <w:uiPriority w:val="99"/>
    <w:unhideWhenUsed/>
    <w:rsid w:val="00682A61"/>
    <w:rPr>
      <w:rFonts w:ascii="Courier" w:eastAsiaTheme="minorHAnsi"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ratercula:Users:acheng:Documents:HDFSW:CompressPerf: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4D3ED-69DB-CA44-9E88-3D5C91DC7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doc.dotx</Template>
  <TotalTime>7826</TotalTime>
  <Pages>7</Pages>
  <Words>738</Words>
  <Characters>7330</Characters>
  <Application>Microsoft Macintosh Word</Application>
  <DocSecurity>0</DocSecurity>
  <Lines>563</Lines>
  <Paragraphs>384</Paragraphs>
  <ScaleCrop>false</ScaleCrop>
  <HeadingPairs>
    <vt:vector size="2" baseType="variant">
      <vt:variant>
        <vt:lpstr>Title</vt:lpstr>
      </vt:variant>
      <vt:variant>
        <vt:i4>1</vt:i4>
      </vt:variant>
    </vt:vector>
  </HeadingPairs>
  <TitlesOfParts>
    <vt:vector size="1" baseType="lpstr">
      <vt:lpstr>RFC Template</vt:lpstr>
    </vt:vector>
  </TitlesOfParts>
  <Company>The HDF Group</Company>
  <LinksUpToDate>false</LinksUpToDate>
  <CharactersWithSpaces>7684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 Template</dc:title>
  <dc:creator>Albert Cheng</dc:creator>
  <cp:lastModifiedBy>Albert Cheng</cp:lastModifiedBy>
  <cp:revision>26</cp:revision>
  <cp:lastPrinted>2014-11-25T20:16:00Z</cp:lastPrinted>
  <dcterms:created xsi:type="dcterms:W3CDTF">2014-08-27T22:51:00Z</dcterms:created>
  <dcterms:modified xsi:type="dcterms:W3CDTF">2015-02-15T18:23:00Z</dcterms:modified>
</cp:coreProperties>
</file>