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B3D1F" w14:textId="77777777" w:rsidR="004747D5" w:rsidRDefault="004747D5" w:rsidP="0014776B">
      <w:pPr>
        <w:pStyle w:val="BodyText"/>
      </w:pPr>
    </w:p>
    <w:p w14:paraId="0BC482B7" w14:textId="77777777" w:rsidR="003A5BFD" w:rsidRDefault="003A5BFD" w:rsidP="0014776B">
      <w:pPr>
        <w:pStyle w:val="BodyText"/>
      </w:pPr>
    </w:p>
    <w:p w14:paraId="0CD75FA7" w14:textId="77777777" w:rsidR="003A5BFD" w:rsidRDefault="003A5BFD" w:rsidP="0014776B">
      <w:pPr>
        <w:pStyle w:val="BodyText"/>
      </w:pPr>
    </w:p>
    <w:p w14:paraId="704034CB" w14:textId="0E964447" w:rsidR="003A5BFD" w:rsidRDefault="003A5BFD" w:rsidP="003A5BFD">
      <w:pPr>
        <w:pStyle w:val="BodyText"/>
        <w:spacing w:line="480" w:lineRule="auto"/>
        <w:jc w:val="center"/>
      </w:pPr>
    </w:p>
    <w:p w14:paraId="6A3642C2" w14:textId="5F1C7D97" w:rsidR="003A5BFD" w:rsidRDefault="00763834" w:rsidP="003A5BFD">
      <w:pPr>
        <w:pStyle w:val="BodyText"/>
        <w:spacing w:line="480" w:lineRule="auto"/>
        <w:jc w:val="center"/>
      </w:pPr>
      <w:r>
        <w:rPr>
          <w:noProof/>
        </w:rPr>
        <w:drawing>
          <wp:inline distT="0" distB="0" distL="0" distR="0" wp14:anchorId="630AEABC" wp14:editId="01023124">
            <wp:extent cx="2976880" cy="716548"/>
            <wp:effectExtent l="0" t="0" r="0" b="0"/>
            <wp:docPr id="6" name="Picture 6" descr="Macintosh HD:Users:dhr:Desktop:cinema logo title 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hr:Desktop:cinema logo title black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716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3E5DA" w14:textId="77777777" w:rsidR="00763834" w:rsidRDefault="00763834" w:rsidP="003A5BFD">
      <w:pPr>
        <w:pStyle w:val="BodyText"/>
        <w:spacing w:line="480" w:lineRule="auto"/>
        <w:jc w:val="center"/>
      </w:pPr>
    </w:p>
    <w:p w14:paraId="1835C9BF" w14:textId="77777777" w:rsidR="00763834" w:rsidRDefault="00763834" w:rsidP="003A5BFD">
      <w:pPr>
        <w:pStyle w:val="BodyText"/>
        <w:spacing w:line="480" w:lineRule="auto"/>
        <w:jc w:val="center"/>
      </w:pPr>
    </w:p>
    <w:p w14:paraId="3EAC05C9" w14:textId="77777777" w:rsidR="003A5BFD" w:rsidRDefault="003A5BFD" w:rsidP="003A5BFD">
      <w:pPr>
        <w:pStyle w:val="BodyText"/>
        <w:spacing w:line="480" w:lineRule="auto"/>
        <w:jc w:val="center"/>
      </w:pPr>
      <w:r>
        <w:t>Cinema Simple Database Specification</w:t>
      </w:r>
    </w:p>
    <w:p w14:paraId="6866CCC7" w14:textId="6AF7F232" w:rsidR="003A5BFD" w:rsidRDefault="00F52CAC" w:rsidP="003A5BFD">
      <w:pPr>
        <w:pStyle w:val="BodyText"/>
        <w:spacing w:line="480" w:lineRule="auto"/>
        <w:jc w:val="center"/>
      </w:pPr>
      <w:r>
        <w:t>v1.1, rev1</w:t>
      </w:r>
      <w:r w:rsidR="003A5BFD">
        <w:t>.0</w:t>
      </w:r>
    </w:p>
    <w:p w14:paraId="4ACAE98D" w14:textId="77777777" w:rsidR="003A5BFD" w:rsidRDefault="003A5BFD" w:rsidP="003A5BFD">
      <w:pPr>
        <w:pStyle w:val="BodyText"/>
        <w:spacing w:line="480" w:lineRule="auto"/>
        <w:jc w:val="center"/>
      </w:pPr>
    </w:p>
    <w:p w14:paraId="06578061" w14:textId="77777777" w:rsidR="00763834" w:rsidRDefault="00763834" w:rsidP="003A5BFD">
      <w:pPr>
        <w:pStyle w:val="BodyText"/>
        <w:spacing w:line="480" w:lineRule="auto"/>
        <w:jc w:val="center"/>
      </w:pPr>
      <w:bookmarkStart w:id="0" w:name="_GoBack"/>
      <w:bookmarkEnd w:id="0"/>
    </w:p>
    <w:p w14:paraId="656E9858" w14:textId="31568441" w:rsidR="003A5BFD" w:rsidRDefault="003A5BFD" w:rsidP="003A5BFD">
      <w:pPr>
        <w:pStyle w:val="BodyText"/>
        <w:spacing w:line="480" w:lineRule="auto"/>
        <w:jc w:val="center"/>
      </w:pPr>
      <w:r>
        <w:t>David Rogers</w:t>
      </w:r>
      <w:r w:rsidR="00F52CAC">
        <w:t xml:space="preserve"> (LANL)</w:t>
      </w:r>
    </w:p>
    <w:p w14:paraId="451356AF" w14:textId="11F14E6B" w:rsidR="00F52CAC" w:rsidRDefault="00F52CAC" w:rsidP="003A5BFD">
      <w:pPr>
        <w:pStyle w:val="BodyText"/>
        <w:spacing w:line="480" w:lineRule="auto"/>
        <w:jc w:val="center"/>
      </w:pPr>
      <w:r>
        <w:t>David DeMarle (Kitware, Inc.)</w:t>
      </w:r>
    </w:p>
    <w:p w14:paraId="5ED744CE" w14:textId="2A7E2F7A" w:rsidR="003A5BFD" w:rsidRDefault="003A5BFD" w:rsidP="003A5BFD">
      <w:pPr>
        <w:pStyle w:val="BodyText"/>
        <w:spacing w:line="480" w:lineRule="auto"/>
        <w:jc w:val="center"/>
      </w:pPr>
      <w:r>
        <w:t xml:space="preserve">James </w:t>
      </w:r>
      <w:r w:rsidR="006E6EB9">
        <w:t>Ahrens</w:t>
      </w:r>
      <w:r w:rsidR="00F52CAC">
        <w:t xml:space="preserve"> (LANL)</w:t>
      </w:r>
    </w:p>
    <w:p w14:paraId="3419ABA4" w14:textId="591FF09F" w:rsidR="003A5BFD" w:rsidRDefault="003A5BFD" w:rsidP="003A5BFD">
      <w:pPr>
        <w:pStyle w:val="BodyText"/>
        <w:spacing w:line="480" w:lineRule="auto"/>
        <w:jc w:val="center"/>
      </w:pPr>
      <w:r>
        <w:t>John Patchett</w:t>
      </w:r>
      <w:r w:rsidR="00F52CAC">
        <w:t xml:space="preserve"> (LANL)</w:t>
      </w:r>
    </w:p>
    <w:sectPr w:rsidR="003A5BFD" w:rsidSect="00DC2F1F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84" w:right="1008" w:bottom="1224" w:left="1008" w:header="576" w:footer="44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F37B3" w14:textId="77777777" w:rsidR="00803AA4" w:rsidRDefault="00803AA4" w:rsidP="008F348C">
      <w:r>
        <w:separator/>
      </w:r>
    </w:p>
  </w:endnote>
  <w:endnote w:type="continuationSeparator" w:id="0">
    <w:p w14:paraId="76C5E7C9" w14:textId="77777777" w:rsidR="00803AA4" w:rsidRDefault="00803AA4" w:rsidP="008F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2FC5F" w14:textId="77777777" w:rsidR="003419A8" w:rsidRPr="003419A8" w:rsidRDefault="003A5BFD" w:rsidP="003419A8">
    <w:pPr>
      <w:pStyle w:val="Footer"/>
      <w:ind w:left="7819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98176" behindDoc="0" locked="1" layoutInCell="1" allowOverlap="1" wp14:anchorId="79814850" wp14:editId="6FC014A1">
              <wp:simplePos x="0" y="0"/>
              <wp:positionH relativeFrom="page">
                <wp:posOffset>667385</wp:posOffset>
              </wp:positionH>
              <wp:positionV relativeFrom="page">
                <wp:posOffset>9418320</wp:posOffset>
              </wp:positionV>
              <wp:extent cx="6574790" cy="384175"/>
              <wp:effectExtent l="0" t="0" r="381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574790" cy="384175"/>
                        <a:chOff x="0" y="0"/>
                        <a:chExt cx="6572992" cy="380010"/>
                      </a:xfrm>
                    </wpg:grpSpPr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68" r="4666"/>
                        <a:stretch/>
                      </pic:blipFill>
                      <pic:spPr bwMode="auto">
                        <a:xfrm>
                          <a:off x="5569527" y="0"/>
                          <a:ext cx="1003465" cy="3800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5" name="Text Box 5"/>
                      <wps:cNvSpPr txBox="1">
                        <a:spLocks noChangeAspect="1"/>
                      </wps:cNvSpPr>
                      <wps:spPr>
                        <a:xfrm>
                          <a:off x="0" y="112815"/>
                          <a:ext cx="57150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50CE280F" w14:textId="77777777" w:rsidR="00320645" w:rsidRPr="005045DD" w:rsidRDefault="00320645" w:rsidP="00320645">
                            <w:pPr>
                              <w:pStyle w:val="Footer"/>
                              <w:tabs>
                                <w:tab w:val="clear" w:pos="9360"/>
                              </w:tabs>
                              <w:rPr>
                                <w:noProof/>
                                <w:spacing w:val="-2"/>
                              </w:rPr>
                            </w:pPr>
                            <w:r w:rsidRPr="005045DD">
                              <w:rPr>
                                <w:rFonts w:ascii="Arial" w:eastAsia="Times New Roman" w:hAnsi="Arial"/>
                                <w:color w:val="000000"/>
                                <w:spacing w:val="-2"/>
                                <w:sz w:val="16"/>
                              </w:rPr>
                              <w:t>An Equal Opportunity Employer / Operated by Los Alamos National Security, LLC for the U.S. Department of Energy’s NNSA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52.55pt;margin-top:741.6pt;width:517.7pt;height:30.25pt;z-index:251698176;mso-position-horizontal-relative:page;mso-position-vertical-relative:page;mso-width-relative:margin;mso-height-relative:margin" coordsize="6572992,38001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tAAxBZG9iZV9DTQAB/+4ADkFkb2JlAGSAAAAA&#10;Af/bAIQADAgICAkIDAkJDBELCgsRFQ8MDA8VGBMTFRMTGBEMDAwMDAwRDAwMDAwMDAwMDAwMDAwM&#10;DAwMDAwMDAwMDAwMDAENCwsNDg0QDg4QFA4ODhQUDg4ODhQRDAwMDAwREQwMDAwMDBEMDAwMDAwM&#10;DAwMDAwMDAwMDAwMDAwMDAwMDAwM/8AAEQgAO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/9f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left:5569527;width:1003465;height:3800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x8&#10;CYLCAAAA2gAAAA8AAABkcnMvZG93bnJldi54bWxEj8FqwzAQRO+B/IPYQG+J7NIW40YOoaXQXlJi&#10;5wMWaysbWytjyY7791UhkOMwM2+Y/WGxvZhp9K1jBekuAUFcO92yUXCpPrYZCB+QNfaOScEveTgU&#10;69Uec+2ufKa5DEZECPscFTQhDLmUvm7Iot+5gTh6P260GKIcjdQjXiPc9vIxSV6kxZbjQoMDvTVU&#10;d+VkFQxZ8v6cam+6Y1mV5us8nU7fk1IPm+X4CiLQEu7hW/tTK3iC/yvxBsjiD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sfAmCwgAAANoAAAAPAAAAAAAAAAAAAAAAAJwCAABk&#10;cnMvZG93bnJldi54bWxQSwUGAAAAAAQABAD3AAAAiwMAAAAA&#10;">
                <v:imagedata r:id="rId2" o:title="" cropleft="2732f" cropright="3058f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8" type="#_x0000_t202" style="position:absolute;top:112815;width:5715000;height:1828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fw8NwgAA&#10;ANoAAAAPAAAAZHJzL2Rvd25yZXYueG1sRI9PawIxFMTvgt8hvEJvmq2gldUoRZEWSg/+A4+PzXOz&#10;dPOyJOkav30jFHocZuY3zHKdbCt68qFxrOBlXIAgrpxuuFZwOu5GcxAhImtsHZOCOwVYr4aDJZba&#10;3XhP/SHWIkM4lKjAxNiVUobKkMUwdh1x9q7OW4xZ+lpqj7cMt62cFMVMWmw4LxjsaGOo+j78WAXn&#10;Tbf7TBeDX/1Uv28nr/u7r5JSz0/pbQEiUor/4b/2h1YwhceVf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V/Dw3CAAAA2gAAAA8AAAAAAAAAAAAAAAAAlwIAAGRycy9kb3du&#10;cmV2LnhtbFBLBQYAAAAABAAEAPUAAACGAwAAAAA=&#10;" filled="f" stroked="f">
                <v:path arrowok="t"/>
                <o:lock v:ext="edit" aspectratio="t"/>
                <v:textbox inset="0,0,0,0">
                  <w:txbxContent>
                    <w:p w:rsidR="00320645" w:rsidRPr="005045DD" w:rsidRDefault="00320645" w:rsidP="00320645">
                      <w:pPr>
                        <w:pStyle w:val="Footer"/>
                        <w:tabs>
                          <w:tab w:val="clear" w:pos="9360"/>
                        </w:tabs>
                        <w:rPr>
                          <w:noProof/>
                          <w:spacing w:val="-2"/>
                        </w:rPr>
                      </w:pPr>
                      <w:r w:rsidRPr="005045DD">
                        <w:rPr>
                          <w:rFonts w:ascii="Arial" w:eastAsia="Times New Roman" w:hAnsi="Arial"/>
                          <w:color w:val="000000"/>
                          <w:spacing w:val="-2"/>
                          <w:sz w:val="16"/>
                        </w:rPr>
                        <w:t>An Equal Opportunity Employer / Operated by Los Alamos National Security, LLC for the U.S. Department of Energy’s NNSA</w:t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6E45029" wp14:editId="6FE40F7B">
              <wp:simplePos x="0" y="0"/>
              <wp:positionH relativeFrom="page">
                <wp:posOffset>552450</wp:posOffset>
              </wp:positionH>
              <wp:positionV relativeFrom="page">
                <wp:posOffset>9500870</wp:posOffset>
              </wp:positionV>
              <wp:extent cx="5715000" cy="18288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1" name="Text Box 1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1500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txbx>
                      <w:txbxContent>
                        <w:p w14:paraId="2E559B86" w14:textId="77777777" w:rsidR="003419A8" w:rsidRPr="00A513BB" w:rsidRDefault="003419A8" w:rsidP="003419A8">
                          <w:pPr>
                            <w:pStyle w:val="Footer"/>
                            <w:rPr>
                              <w:noProof/>
                            </w:rPr>
                          </w:pPr>
                          <w:r>
                            <w:rPr>
                              <w:rFonts w:ascii="Arial" w:eastAsia="Times New Roman" w:hAnsi="Arial"/>
                              <w:color w:val="000000"/>
                              <w:sz w:val="16"/>
                            </w:rPr>
                            <w:t>An Equal Opportunity Employer / Operated by Los Alamos National Security, LLC for the U.S. Department of Energy’s NNSA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left:0;text-align:left;margin-left:43.5pt;margin-top:748.1pt;width:450pt;height:14.4pt;z-index:25168793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" filled="f" stroked="f">
              <v:path arrowok="t"/>
              <v:textbox inset="0,0,0,0">
                <w:txbxContent>
                  <w:p w:rsidR="003419A8" w:rsidRPr="00A513BB" w:rsidRDefault="003419A8" w:rsidP="003419A8">
                    <w:pPr>
                      <w:pStyle w:val="Footer"/>
                      <w:rPr>
                        <w:noProof/>
                      </w:rPr>
                    </w:pPr>
                    <w:r>
                      <w:rPr>
                        <w:rFonts w:ascii="Arial" w:eastAsia="Times New Roman" w:hAnsi="Arial"/>
                        <w:color w:val="000000"/>
                        <w:sz w:val="16"/>
                      </w:rPr>
                      <w:t>An Equal Opportunity Employer / Operated by Los Alamos National Security, LLC for the U.S. Department of Energy’s NNSA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07E0" w14:textId="77777777" w:rsidR="005045DD" w:rsidRDefault="003A5BFD" w:rsidP="00037233">
    <w:pPr>
      <w:pStyle w:val="Footer"/>
      <w:tabs>
        <w:tab w:val="clear" w:pos="4680"/>
        <w:tab w:val="clear" w:pos="9360"/>
      </w:tabs>
      <w:jc w:val="right"/>
      <w:rPr>
        <w:noProof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96128" behindDoc="0" locked="1" layoutInCell="1" allowOverlap="1" wp14:anchorId="4713874D" wp14:editId="533A63DF">
              <wp:simplePos x="0" y="0"/>
              <wp:positionH relativeFrom="page">
                <wp:posOffset>667385</wp:posOffset>
              </wp:positionH>
              <wp:positionV relativeFrom="page">
                <wp:posOffset>9418320</wp:posOffset>
              </wp:positionV>
              <wp:extent cx="6574790" cy="384175"/>
              <wp:effectExtent l="0" t="0" r="3810" b="0"/>
              <wp:wrapNone/>
              <wp:docPr id="18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574790" cy="384175"/>
                        <a:chOff x="0" y="0"/>
                        <a:chExt cx="6572992" cy="380010"/>
                      </a:xfrm>
                    </wpg:grpSpPr>
                    <pic:pic xmlns:pic="http://schemas.openxmlformats.org/drawingml/2006/picture">
                      <pic:nvPicPr>
                        <pic:cNvPr id="16" name="Picture 1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68" r="4666"/>
                        <a:stretch/>
                      </pic:blipFill>
                      <pic:spPr bwMode="auto">
                        <a:xfrm>
                          <a:off x="5569527" y="0"/>
                          <a:ext cx="1003465" cy="3800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17" name="Text Box 17"/>
                      <wps:cNvSpPr txBox="1">
                        <a:spLocks noChangeAspect="1"/>
                      </wps:cNvSpPr>
                      <wps:spPr>
                        <a:xfrm>
                          <a:off x="0" y="112815"/>
                          <a:ext cx="57150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138103F3" w14:textId="77777777" w:rsidR="005045DD" w:rsidRPr="005045DD" w:rsidRDefault="005045DD" w:rsidP="00DC2F1F">
                            <w:pPr>
                              <w:pStyle w:val="Footer"/>
                              <w:tabs>
                                <w:tab w:val="clear" w:pos="9360"/>
                              </w:tabs>
                              <w:rPr>
                                <w:noProof/>
                                <w:spacing w:val="-2"/>
                              </w:rPr>
                            </w:pPr>
                            <w:r w:rsidRPr="005045DD">
                              <w:rPr>
                                <w:rFonts w:ascii="Arial" w:eastAsia="Times New Roman" w:hAnsi="Arial"/>
                                <w:color w:val="000000"/>
                                <w:spacing w:val="-2"/>
                                <w:sz w:val="16"/>
                              </w:rPr>
                              <w:t>An Equal Opportunity Employer / Operated by Los Alamos National Security, LLC for the U.S. Department of Energy’s NNSA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8" o:spid="_x0000_s1030" style="position:absolute;left:0;text-align:left;margin-left:52.55pt;margin-top:741.6pt;width:517.7pt;height:30.25pt;z-index:251696128;mso-position-horizontal-relative:page;mso-position-vertical-relative:page;mso-width-relative:margin;mso-height-relative:margin" coordsize="6572992,38001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AggAAAABSZ2h0bG9uZwAAAXY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9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31" type="#_x0000_t75" style="position:absolute;left:5569527;width:1003465;height:3800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+q&#10;rzTAAAAA2wAAAA8AAABkcnMvZG93bnJldi54bWxET82KwjAQvgu+QxhhbzZ1QZHaWIqysF5crD7A&#10;0IxpsZmUJtXu228WFvY2H9/v5MVkO/GkwbeOFaySFARx7XTLRsHt+rHcgvABWWPnmBR8k4diP5/l&#10;mGn34gs9q2BEDGGfoYImhD6T0tcNWfSJ64kjd3eDxRDhYKQe8BXDbSff03QjLbYcGxrs6dBQ/ahG&#10;q6Dfpsf1SnvzKKtrZU6X8Xz+GpV6W0zlDkSgKfyL/9yfOs7fwO8v8QC5/wE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6qvNMAAAADbAAAADwAAAAAAAAAAAAAAAACcAgAAZHJz&#10;L2Rvd25yZXYueG1sUEsFBgAAAAAEAAQA9wAAAIkDAAAAAA==&#10;">
                <v:imagedata r:id="rId2" o:title="" cropleft="2732f" cropright="3058f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32" type="#_x0000_t202" style="position:absolute;top:112815;width:5715000;height:1828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sRYtwQAA&#10;ANsAAAAPAAAAZHJzL2Rvd25yZXYueG1sRE9LawIxEL4L/ocwhd40W6EqW6MURSpIDz4KPQ6b6Wbp&#10;ZrIk6Rr/vSkI3ubje85ilWwrevKhcazgZVyAIK6cbrhWcD5tR3MQISJrbB2TgisFWC2HgwWW2l34&#10;QP0x1iKHcChRgYmxK6UMlSGLYew64sz9OG8xZuhrqT1ecrht5aQoptJiw7nBYEdrQ9Xv8c8q+Fp3&#10;2336NvjZv+qPzWR2uPoqKfX8lN7fQERK8SG+u3c6z5/B/y/5ALm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rEWLcEAAADbAAAADwAAAAAAAAAAAAAAAACXAgAAZHJzL2Rvd25y&#10;ZXYueG1sUEsFBgAAAAAEAAQA9QAAAIUDAAAAAA==&#10;" filled="f" stroked="f">
                <v:path arrowok="t"/>
                <o:lock v:ext="edit" aspectratio="t"/>
                <v:textbox inset="0,0,0,0">
                  <w:txbxContent>
                    <w:p w:rsidR="005045DD" w:rsidRPr="005045DD" w:rsidRDefault="005045DD" w:rsidP="00DC2F1F">
                      <w:pPr>
                        <w:pStyle w:val="Footer"/>
                        <w:tabs>
                          <w:tab w:val="clear" w:pos="9360"/>
                        </w:tabs>
                        <w:rPr>
                          <w:noProof/>
                          <w:spacing w:val="-2"/>
                        </w:rPr>
                      </w:pPr>
                      <w:r w:rsidRPr="005045DD">
                        <w:rPr>
                          <w:rFonts w:ascii="Arial" w:eastAsia="Times New Roman" w:hAnsi="Arial"/>
                          <w:color w:val="000000"/>
                          <w:spacing w:val="-2"/>
                          <w:sz w:val="16"/>
                        </w:rPr>
                        <w:t>An Equal Opportunity Employer / Operated by Los Alamos National Security, LLC for the U.S. Department of Energy’s NNSA</w:t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  <w:p w14:paraId="68E0EC79" w14:textId="77777777" w:rsidR="009D5A86" w:rsidRPr="003314D8" w:rsidRDefault="003A5BFD" w:rsidP="00037233">
    <w:pPr>
      <w:pStyle w:val="Footer"/>
      <w:tabs>
        <w:tab w:val="clear" w:pos="4680"/>
        <w:tab w:val="clear" w:pos="9360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216461F" wp14:editId="2B8CBA27">
              <wp:simplePos x="0" y="0"/>
              <wp:positionH relativeFrom="page">
                <wp:posOffset>552450</wp:posOffset>
              </wp:positionH>
              <wp:positionV relativeFrom="page">
                <wp:posOffset>9500870</wp:posOffset>
              </wp:positionV>
              <wp:extent cx="5715000" cy="18288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3" name="Text Box 3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1500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txbx>
                      <w:txbxContent>
                        <w:p w14:paraId="11A98F1C" w14:textId="77777777" w:rsidR="003314D8" w:rsidRPr="00A513BB" w:rsidRDefault="003314D8" w:rsidP="003314D8">
                          <w:pPr>
                            <w:pStyle w:val="Footer"/>
                            <w:rPr>
                              <w:noProof/>
                            </w:rPr>
                          </w:pPr>
                          <w:r>
                            <w:rPr>
                              <w:rFonts w:ascii="Arial" w:eastAsia="Times New Roman" w:hAnsi="Arial"/>
                              <w:color w:val="000000"/>
                              <w:sz w:val="16"/>
                            </w:rPr>
                            <w:t>An Equal Opportunity Employer / Operated by Los Alamos National Security, LLC for the U.S. Department of Energy’s NNSA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33" type="#_x0000_t202" style="position:absolute;left:0;text-align:left;margin-left:43.5pt;margin-top:748.1pt;width:450pt;height:14.4pt;z-index:25168281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" filled="f" stroked="f">
              <v:path arrowok="t"/>
              <v:textbox inset="0,0,0,0">
                <w:txbxContent>
                  <w:p w:rsidR="003314D8" w:rsidRPr="00A513BB" w:rsidRDefault="003314D8" w:rsidP="003314D8">
                    <w:pPr>
                      <w:pStyle w:val="Footer"/>
                      <w:rPr>
                        <w:noProof/>
                      </w:rPr>
                    </w:pPr>
                    <w:r>
                      <w:rPr>
                        <w:rFonts w:ascii="Arial" w:eastAsia="Times New Roman" w:hAnsi="Arial"/>
                        <w:color w:val="000000"/>
                        <w:sz w:val="16"/>
                      </w:rPr>
                      <w:t>An Equal Opportunity Employer / Operated by Los Alamos National Security, LLC for the U.S. Department of Energy’s NNSA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A794F" w14:textId="77777777" w:rsidR="00803AA4" w:rsidRDefault="00803AA4" w:rsidP="008F348C">
      <w:r>
        <w:separator/>
      </w:r>
    </w:p>
  </w:footnote>
  <w:footnote w:type="continuationSeparator" w:id="0">
    <w:p w14:paraId="2CC951C5" w14:textId="77777777" w:rsidR="00803AA4" w:rsidRDefault="00803AA4" w:rsidP="008F348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464FA" w14:textId="77777777" w:rsidR="00024D1A" w:rsidRPr="00D25E7D" w:rsidRDefault="00D25E7D" w:rsidP="00D879AE">
    <w:pPr>
      <w:pStyle w:val="Header"/>
      <w:tabs>
        <w:tab w:val="clear" w:pos="4320"/>
        <w:tab w:val="clear" w:pos="8640"/>
        <w:tab w:val="center" w:pos="5040"/>
        <w:tab w:val="right" w:pos="10080"/>
      </w:tabs>
      <w:rPr>
        <w:rFonts w:ascii="Times New Roman" w:hAnsi="Times New Roman" w:cs="Times New Roman"/>
        <w:sz w:val="22"/>
        <w:szCs w:val="22"/>
      </w:rPr>
    </w:pPr>
    <w:r w:rsidRPr="00D25E7D">
      <w:rPr>
        <w:rFonts w:ascii="Times New Roman" w:hAnsi="Times New Roman" w:cs="Times New Roman"/>
        <w:sz w:val="22"/>
        <w:szCs w:val="22"/>
      </w:rPr>
      <w:t>Symbol</w:t>
    </w:r>
    <w:r w:rsidRPr="00D25E7D">
      <w:rPr>
        <w:rFonts w:ascii="Times New Roman" w:hAnsi="Times New Roman" w:cs="Times New Roman"/>
        <w:sz w:val="22"/>
        <w:szCs w:val="22"/>
      </w:rPr>
      <w:tab/>
      <w:t xml:space="preserve">- </w:t>
    </w:r>
    <w:r w:rsidR="00327B5C" w:rsidRPr="00D25E7D">
      <w:rPr>
        <w:rFonts w:ascii="Times New Roman" w:hAnsi="Times New Roman" w:cs="Times New Roman"/>
        <w:sz w:val="22"/>
        <w:szCs w:val="22"/>
      </w:rPr>
      <w:fldChar w:fldCharType="begin"/>
    </w:r>
    <w:r w:rsidRPr="00D25E7D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="00327B5C" w:rsidRPr="00D25E7D">
      <w:rPr>
        <w:rFonts w:ascii="Times New Roman" w:hAnsi="Times New Roman" w:cs="Times New Roman"/>
        <w:sz w:val="22"/>
        <w:szCs w:val="22"/>
      </w:rPr>
      <w:fldChar w:fldCharType="separate"/>
    </w:r>
    <w:r w:rsidR="00876D3E">
      <w:rPr>
        <w:rFonts w:ascii="Times New Roman" w:hAnsi="Times New Roman" w:cs="Times New Roman"/>
        <w:noProof/>
        <w:sz w:val="22"/>
        <w:szCs w:val="22"/>
      </w:rPr>
      <w:t>2</w:t>
    </w:r>
    <w:r w:rsidR="00327B5C" w:rsidRPr="00D25E7D">
      <w:rPr>
        <w:rFonts w:ascii="Times New Roman" w:hAnsi="Times New Roman" w:cs="Times New Roman"/>
        <w:noProof/>
        <w:sz w:val="22"/>
        <w:szCs w:val="22"/>
      </w:rPr>
      <w:fldChar w:fldCharType="end"/>
    </w:r>
    <w:r w:rsidRPr="00D25E7D">
      <w:rPr>
        <w:rFonts w:ascii="Times New Roman" w:hAnsi="Times New Roman" w:cs="Times New Roman"/>
        <w:noProof/>
        <w:sz w:val="22"/>
        <w:szCs w:val="22"/>
      </w:rPr>
      <w:t xml:space="preserve"> -</w:t>
    </w:r>
    <w:r w:rsidRPr="00D25E7D">
      <w:rPr>
        <w:rFonts w:ascii="Times New Roman" w:hAnsi="Times New Roman" w:cs="Times New Roman"/>
        <w:noProof/>
        <w:sz w:val="22"/>
        <w:szCs w:val="22"/>
      </w:rPr>
      <w:tab/>
      <w:t>Date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97F38B" w14:textId="77777777" w:rsidR="008D6CE1" w:rsidRDefault="00ED7EAE" w:rsidP="00D32445">
    <w:pPr>
      <w:pStyle w:val="Header"/>
      <w:tabs>
        <w:tab w:val="clear" w:pos="4320"/>
        <w:tab w:val="clear" w:pos="8640"/>
        <w:tab w:val="center" w:pos="5256"/>
      </w:tabs>
      <w:ind w:left="-450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91008" behindDoc="0" locked="1" layoutInCell="1" allowOverlap="1" wp14:anchorId="1B32D2AE" wp14:editId="07C90D6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63256" cy="1911096"/>
          <wp:effectExtent l="0" t="0" r="0" b="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.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91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A6A8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90AA5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6CEED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BE28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E9A6F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ECDD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C8E5E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78C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57C8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8204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AE"/>
    <w:rsid w:val="000010D4"/>
    <w:rsid w:val="000109EC"/>
    <w:rsid w:val="00024D1A"/>
    <w:rsid w:val="00037233"/>
    <w:rsid w:val="00043CFD"/>
    <w:rsid w:val="00046553"/>
    <w:rsid w:val="000A4EF5"/>
    <w:rsid w:val="000D593D"/>
    <w:rsid w:val="00107350"/>
    <w:rsid w:val="00135827"/>
    <w:rsid w:val="0014776B"/>
    <w:rsid w:val="00190168"/>
    <w:rsid w:val="001B498C"/>
    <w:rsid w:val="001C5915"/>
    <w:rsid w:val="001C6CD7"/>
    <w:rsid w:val="00245D53"/>
    <w:rsid w:val="00262406"/>
    <w:rsid w:val="002820E5"/>
    <w:rsid w:val="0028485F"/>
    <w:rsid w:val="00320645"/>
    <w:rsid w:val="00327B5C"/>
    <w:rsid w:val="003314D8"/>
    <w:rsid w:val="003419A8"/>
    <w:rsid w:val="003530E9"/>
    <w:rsid w:val="003A29F0"/>
    <w:rsid w:val="003A5BFD"/>
    <w:rsid w:val="003B22FC"/>
    <w:rsid w:val="003E3EBC"/>
    <w:rsid w:val="003F1675"/>
    <w:rsid w:val="0041497B"/>
    <w:rsid w:val="00457B72"/>
    <w:rsid w:val="004747D5"/>
    <w:rsid w:val="004A626E"/>
    <w:rsid w:val="004B3021"/>
    <w:rsid w:val="004C4FD9"/>
    <w:rsid w:val="004D117D"/>
    <w:rsid w:val="004E1AD4"/>
    <w:rsid w:val="004F0EFC"/>
    <w:rsid w:val="005045DD"/>
    <w:rsid w:val="00511E1C"/>
    <w:rsid w:val="00525023"/>
    <w:rsid w:val="0053688F"/>
    <w:rsid w:val="005B46B6"/>
    <w:rsid w:val="005C5825"/>
    <w:rsid w:val="0060649B"/>
    <w:rsid w:val="006470F2"/>
    <w:rsid w:val="006A1837"/>
    <w:rsid w:val="006C3351"/>
    <w:rsid w:val="006E6EB9"/>
    <w:rsid w:val="007038C3"/>
    <w:rsid w:val="00711CCC"/>
    <w:rsid w:val="00763834"/>
    <w:rsid w:val="007D5388"/>
    <w:rsid w:val="00803AA4"/>
    <w:rsid w:val="00863C12"/>
    <w:rsid w:val="00876D3E"/>
    <w:rsid w:val="00887912"/>
    <w:rsid w:val="008D6CE1"/>
    <w:rsid w:val="008F348C"/>
    <w:rsid w:val="00951D08"/>
    <w:rsid w:val="00962D7B"/>
    <w:rsid w:val="0098552E"/>
    <w:rsid w:val="009A622E"/>
    <w:rsid w:val="009D21AF"/>
    <w:rsid w:val="009D5A86"/>
    <w:rsid w:val="009E5CE8"/>
    <w:rsid w:val="00A02EC5"/>
    <w:rsid w:val="00A935AE"/>
    <w:rsid w:val="00B32CC2"/>
    <w:rsid w:val="00B77E73"/>
    <w:rsid w:val="00BB5DC3"/>
    <w:rsid w:val="00BE42E1"/>
    <w:rsid w:val="00C0528C"/>
    <w:rsid w:val="00C05A37"/>
    <w:rsid w:val="00C15227"/>
    <w:rsid w:val="00C2290F"/>
    <w:rsid w:val="00C26924"/>
    <w:rsid w:val="00CE49A1"/>
    <w:rsid w:val="00D21291"/>
    <w:rsid w:val="00D25E7D"/>
    <w:rsid w:val="00D31C6B"/>
    <w:rsid w:val="00D32445"/>
    <w:rsid w:val="00D879AE"/>
    <w:rsid w:val="00DC0DA8"/>
    <w:rsid w:val="00DC2F1F"/>
    <w:rsid w:val="00DC3E41"/>
    <w:rsid w:val="00DD17C2"/>
    <w:rsid w:val="00DF0A92"/>
    <w:rsid w:val="00E25977"/>
    <w:rsid w:val="00E4582E"/>
    <w:rsid w:val="00E51EB7"/>
    <w:rsid w:val="00E96BC4"/>
    <w:rsid w:val="00ED306B"/>
    <w:rsid w:val="00ED7EAE"/>
    <w:rsid w:val="00F11A84"/>
    <w:rsid w:val="00F276FA"/>
    <w:rsid w:val="00F52CA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C09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/>
    <w:lsdException w:name="heading 1" w:semiHidden="0" w:uiPriority="69"/>
    <w:lsdException w:name="heading 2" w:uiPriority="69" w:unhideWhenUsed="1"/>
    <w:lsdException w:name="heading 3" w:uiPriority="69" w:unhideWhenUsed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0" w:unhideWhenUsed="1" w:qFormat="1"/>
    <w:lsdException w:name="footer" w:uiPriority="0" w:unhideWhenUsed="1"/>
    <w:lsdException w:name="caption" w:qFormat="1"/>
    <w:lsdException w:name="table of figures" w:unhideWhenUsed="1"/>
    <w:lsdException w:name="table of authorities" w:unhideWhenUsed="1"/>
    <w:lsdException w:name="toa heading" w:unhideWhenUsed="1"/>
    <w:lsdException w:name="Title" w:qFormat="1"/>
    <w:lsdException w:name="Closing" w:semiHidden="0" w:uiPriority="0" w:qFormat="1"/>
    <w:lsdException w:name="Default Paragraph Font" w:uiPriority="1" w:unhideWhenUsed="1"/>
    <w:lsdException w:name="Body Text" w:semiHidden="0" w:uiPriority="0" w:qFormat="1"/>
    <w:lsdException w:name="Body Text Indent" w:uiPriority="0"/>
    <w:lsdException w:name="Salutation" w:uiPriority="0" w:unhideWhenUsed="1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Intense Emphasis" w:qFormat="1"/>
    <w:lsdException w:name="Intense Reference" w:qFormat="1"/>
    <w:lsdException w:name="Book Title" w:qFormat="1"/>
    <w:lsdException w:name="TOC Heading" w:qFormat="1"/>
  </w:latentStyles>
  <w:style w:type="paragraph" w:default="1" w:styleId="Normal">
    <w:name w:val="Normal"/>
    <w:semiHidden/>
    <w:rsid w:val="00C15227"/>
    <w:rPr>
      <w:rFonts w:ascii="Times New Roman" w:eastAsia="Times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69"/>
    <w:semiHidden/>
    <w:rsid w:val="00951D08"/>
    <w:pPr>
      <w:keepNext/>
      <w:widowControl w:val="0"/>
      <w:autoSpaceDE w:val="0"/>
      <w:autoSpaceDN w:val="0"/>
      <w:adjustRightInd w:val="0"/>
      <w:spacing w:after="60" w:line="320" w:lineRule="atLeast"/>
      <w:outlineLvl w:val="0"/>
    </w:pPr>
    <w:rPr>
      <w:rFonts w:eastAsia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69"/>
    <w:semiHidden/>
    <w:rsid w:val="00951D08"/>
    <w:pPr>
      <w:keepNext/>
      <w:outlineLvl w:val="1"/>
    </w:pPr>
    <w:rPr>
      <w:i/>
      <w:sz w:val="20"/>
    </w:rPr>
  </w:style>
  <w:style w:type="paragraph" w:styleId="Heading3">
    <w:name w:val="heading 3"/>
    <w:basedOn w:val="Normal"/>
    <w:next w:val="Normal"/>
    <w:link w:val="Heading3Char"/>
    <w:uiPriority w:val="69"/>
    <w:semiHidden/>
    <w:rsid w:val="00951D08"/>
    <w:pPr>
      <w:keepNext/>
      <w:widowControl w:val="0"/>
      <w:tabs>
        <w:tab w:val="right" w:pos="7200"/>
      </w:tabs>
      <w:autoSpaceDE w:val="0"/>
      <w:autoSpaceDN w:val="0"/>
      <w:adjustRightInd w:val="0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951D0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Cs w:val="24"/>
    </w:rPr>
  </w:style>
  <w:style w:type="character" w:customStyle="1" w:styleId="HeaderChar">
    <w:name w:val="Header Char"/>
    <w:basedOn w:val="DefaultParagraphFont"/>
    <w:link w:val="Header"/>
    <w:rsid w:val="00951D08"/>
  </w:style>
  <w:style w:type="paragraph" w:styleId="Footer">
    <w:name w:val="footer"/>
    <w:basedOn w:val="Normal"/>
    <w:link w:val="FooterChar"/>
    <w:semiHidden/>
    <w:rsid w:val="00951D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14776B"/>
    <w:rPr>
      <w:rFonts w:ascii="Times New Roman" w:eastAsia="Times" w:hAnsi="Times New Roman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69"/>
    <w:semiHidden/>
    <w:rsid w:val="0014776B"/>
    <w:rPr>
      <w:rFonts w:ascii="Times" w:eastAsia="Times New Roman" w:hAnsi="Times" w:cs="Times New Roman"/>
      <w:b/>
      <w:color w:val="000000"/>
      <w:szCs w:val="20"/>
    </w:rPr>
  </w:style>
  <w:style w:type="character" w:customStyle="1" w:styleId="Heading2Char">
    <w:name w:val="Heading 2 Char"/>
    <w:basedOn w:val="DefaultParagraphFont"/>
    <w:link w:val="Heading2"/>
    <w:uiPriority w:val="69"/>
    <w:semiHidden/>
    <w:rsid w:val="0014776B"/>
    <w:rPr>
      <w:rFonts w:ascii="Times" w:eastAsia="Times" w:hAnsi="Times" w:cs="Times New Roman"/>
      <w:i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69"/>
    <w:semiHidden/>
    <w:rsid w:val="0014776B"/>
    <w:rPr>
      <w:rFonts w:ascii="Arial" w:eastAsia="Times" w:hAnsi="Arial" w:cs="Times New Roman"/>
      <w:b/>
      <w:szCs w:val="20"/>
    </w:rPr>
  </w:style>
  <w:style w:type="paragraph" w:styleId="Salutation">
    <w:name w:val="Salutation"/>
    <w:basedOn w:val="Normal"/>
    <w:next w:val="Normal"/>
    <w:link w:val="SalutationChar"/>
    <w:qFormat/>
    <w:rsid w:val="00951D08"/>
    <w:pPr>
      <w:keepNext/>
      <w:spacing w:line="280" w:lineRule="exact"/>
    </w:pPr>
    <w:rPr>
      <w:szCs w:val="24"/>
    </w:rPr>
  </w:style>
  <w:style w:type="character" w:customStyle="1" w:styleId="SalutationChar">
    <w:name w:val="Salutation Char"/>
    <w:basedOn w:val="DefaultParagraphFont"/>
    <w:link w:val="Salutation"/>
    <w:rsid w:val="00951D08"/>
    <w:rPr>
      <w:rFonts w:ascii="Times New Roman" w:eastAsia="Times" w:hAnsi="Times New Roman" w:cs="Times New Roman"/>
    </w:rPr>
  </w:style>
  <w:style w:type="table" w:styleId="TableGrid">
    <w:name w:val="Table Grid"/>
    <w:basedOn w:val="TableNormal"/>
    <w:uiPriority w:val="59"/>
    <w:rsid w:val="00951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nter">
    <w:name w:val="Center"/>
    <w:aliases w:val="Project,or Division Name"/>
    <w:qFormat/>
    <w:rsid w:val="00951D08"/>
    <w:pPr>
      <w:keepNext/>
      <w:spacing w:before="60"/>
    </w:pPr>
    <w:rPr>
      <w:rFonts w:ascii="Times New Roman" w:eastAsia="Times" w:hAnsi="Times New Roman" w:cs="Times New Roman"/>
      <w:b/>
      <w:i/>
    </w:rPr>
  </w:style>
  <w:style w:type="paragraph" w:customStyle="1" w:styleId="Organization">
    <w:name w:val="Organization"/>
    <w:qFormat/>
    <w:rsid w:val="0014776B"/>
    <w:pPr>
      <w:keepNext/>
    </w:pPr>
    <w:rPr>
      <w:rFonts w:ascii="Times New Roman" w:eastAsia="Times" w:hAnsi="Times New Roman" w:cs="Times New Roman"/>
      <w:b/>
      <w:i/>
    </w:rPr>
  </w:style>
  <w:style w:type="paragraph" w:customStyle="1" w:styleId="Address">
    <w:name w:val="Address"/>
    <w:aliases w:val="Mail Stop"/>
    <w:qFormat/>
    <w:rsid w:val="00951D08"/>
    <w:pPr>
      <w:keepNext/>
      <w:autoSpaceDE w:val="0"/>
      <w:autoSpaceDN w:val="0"/>
      <w:adjustRightInd w:val="0"/>
      <w:spacing w:before="60"/>
    </w:pPr>
    <w:rPr>
      <w:rFonts w:ascii="Times New Roman" w:eastAsia="Times New Roman" w:hAnsi="Times New Roman" w:cs="Times New Roman"/>
    </w:rPr>
  </w:style>
  <w:style w:type="paragraph" w:customStyle="1" w:styleId="DateandSymbollines">
    <w:name w:val="Date and Symbol lines"/>
    <w:qFormat/>
    <w:rsid w:val="00951D08"/>
    <w:pPr>
      <w:widowControl w:val="0"/>
      <w:tabs>
        <w:tab w:val="left" w:pos="5130"/>
        <w:tab w:val="left" w:pos="6030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customStyle="1" w:styleId="SentTo-linesandspacing">
    <w:name w:val="Sent To - lines and spacing"/>
    <w:qFormat/>
    <w:rsid w:val="00951D08"/>
    <w:rPr>
      <w:rFonts w:ascii="Times New Roman" w:eastAsia="Times" w:hAnsi="Times New Roman" w:cs="Times New Roman"/>
    </w:rPr>
  </w:style>
  <w:style w:type="paragraph" w:styleId="BodyText">
    <w:name w:val="Body Text"/>
    <w:basedOn w:val="Normal"/>
    <w:link w:val="BodyTextChar"/>
    <w:qFormat/>
    <w:rsid w:val="00951D08"/>
    <w:pPr>
      <w:spacing w:line="280" w:lineRule="exact"/>
    </w:pPr>
    <w:rPr>
      <w:color w:val="000000"/>
      <w:szCs w:val="24"/>
    </w:rPr>
  </w:style>
  <w:style w:type="character" w:customStyle="1" w:styleId="BodyTextChar">
    <w:name w:val="Body Text Char"/>
    <w:basedOn w:val="DefaultParagraphFont"/>
    <w:link w:val="BodyText"/>
    <w:rsid w:val="00951D08"/>
    <w:rPr>
      <w:rFonts w:ascii="Times New Roman" w:eastAsia="Times" w:hAnsi="Times New Roman" w:cs="Times New Roman"/>
      <w:color w:val="000000"/>
    </w:rPr>
  </w:style>
  <w:style w:type="paragraph" w:styleId="Closing">
    <w:name w:val="Closing"/>
    <w:basedOn w:val="BodyText"/>
    <w:link w:val="ClosingChar"/>
    <w:qFormat/>
    <w:rsid w:val="0014776B"/>
  </w:style>
  <w:style w:type="character" w:customStyle="1" w:styleId="ClosingChar">
    <w:name w:val="Closing Char"/>
    <w:basedOn w:val="DefaultParagraphFont"/>
    <w:link w:val="Closing"/>
    <w:rsid w:val="0014776B"/>
    <w:rPr>
      <w:rFonts w:ascii="Times New Roman" w:eastAsia="Times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9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A8"/>
    <w:rPr>
      <w:rFonts w:ascii="Tahoma" w:eastAsia="Time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/>
    <w:lsdException w:name="heading 1" w:semiHidden="0" w:uiPriority="69"/>
    <w:lsdException w:name="heading 2" w:uiPriority="69" w:unhideWhenUsed="1"/>
    <w:lsdException w:name="heading 3" w:uiPriority="69" w:unhideWhenUsed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0" w:unhideWhenUsed="1" w:qFormat="1"/>
    <w:lsdException w:name="footer" w:uiPriority="0" w:unhideWhenUsed="1"/>
    <w:lsdException w:name="caption" w:qFormat="1"/>
    <w:lsdException w:name="table of figures" w:unhideWhenUsed="1"/>
    <w:lsdException w:name="table of authorities" w:unhideWhenUsed="1"/>
    <w:lsdException w:name="toa heading" w:unhideWhenUsed="1"/>
    <w:lsdException w:name="Title" w:qFormat="1"/>
    <w:lsdException w:name="Closing" w:semiHidden="0" w:uiPriority="0" w:qFormat="1"/>
    <w:lsdException w:name="Default Paragraph Font" w:uiPriority="1" w:unhideWhenUsed="1"/>
    <w:lsdException w:name="Body Text" w:semiHidden="0" w:uiPriority="0" w:qFormat="1"/>
    <w:lsdException w:name="Body Text Indent" w:uiPriority="0"/>
    <w:lsdException w:name="Salutation" w:uiPriority="0" w:unhideWhenUsed="1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Intense Emphasis" w:qFormat="1"/>
    <w:lsdException w:name="Intense Reference" w:qFormat="1"/>
    <w:lsdException w:name="Book Title" w:qFormat="1"/>
    <w:lsdException w:name="TOC Heading" w:qFormat="1"/>
  </w:latentStyles>
  <w:style w:type="paragraph" w:default="1" w:styleId="Normal">
    <w:name w:val="Normal"/>
    <w:semiHidden/>
    <w:rsid w:val="00C15227"/>
    <w:rPr>
      <w:rFonts w:ascii="Times New Roman" w:eastAsia="Times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69"/>
    <w:semiHidden/>
    <w:rsid w:val="00951D08"/>
    <w:pPr>
      <w:keepNext/>
      <w:widowControl w:val="0"/>
      <w:autoSpaceDE w:val="0"/>
      <w:autoSpaceDN w:val="0"/>
      <w:adjustRightInd w:val="0"/>
      <w:spacing w:after="60" w:line="320" w:lineRule="atLeast"/>
      <w:outlineLvl w:val="0"/>
    </w:pPr>
    <w:rPr>
      <w:rFonts w:eastAsia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69"/>
    <w:semiHidden/>
    <w:rsid w:val="00951D08"/>
    <w:pPr>
      <w:keepNext/>
      <w:outlineLvl w:val="1"/>
    </w:pPr>
    <w:rPr>
      <w:i/>
      <w:sz w:val="20"/>
    </w:rPr>
  </w:style>
  <w:style w:type="paragraph" w:styleId="Heading3">
    <w:name w:val="heading 3"/>
    <w:basedOn w:val="Normal"/>
    <w:next w:val="Normal"/>
    <w:link w:val="Heading3Char"/>
    <w:uiPriority w:val="69"/>
    <w:semiHidden/>
    <w:rsid w:val="00951D08"/>
    <w:pPr>
      <w:keepNext/>
      <w:widowControl w:val="0"/>
      <w:tabs>
        <w:tab w:val="right" w:pos="7200"/>
      </w:tabs>
      <w:autoSpaceDE w:val="0"/>
      <w:autoSpaceDN w:val="0"/>
      <w:adjustRightInd w:val="0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951D0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Cs w:val="24"/>
    </w:rPr>
  </w:style>
  <w:style w:type="character" w:customStyle="1" w:styleId="HeaderChar">
    <w:name w:val="Header Char"/>
    <w:basedOn w:val="DefaultParagraphFont"/>
    <w:link w:val="Header"/>
    <w:rsid w:val="00951D08"/>
  </w:style>
  <w:style w:type="paragraph" w:styleId="Footer">
    <w:name w:val="footer"/>
    <w:basedOn w:val="Normal"/>
    <w:link w:val="FooterChar"/>
    <w:semiHidden/>
    <w:rsid w:val="00951D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14776B"/>
    <w:rPr>
      <w:rFonts w:ascii="Times New Roman" w:eastAsia="Times" w:hAnsi="Times New Roman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69"/>
    <w:semiHidden/>
    <w:rsid w:val="0014776B"/>
    <w:rPr>
      <w:rFonts w:ascii="Times" w:eastAsia="Times New Roman" w:hAnsi="Times" w:cs="Times New Roman"/>
      <w:b/>
      <w:color w:val="000000"/>
      <w:szCs w:val="20"/>
    </w:rPr>
  </w:style>
  <w:style w:type="character" w:customStyle="1" w:styleId="Heading2Char">
    <w:name w:val="Heading 2 Char"/>
    <w:basedOn w:val="DefaultParagraphFont"/>
    <w:link w:val="Heading2"/>
    <w:uiPriority w:val="69"/>
    <w:semiHidden/>
    <w:rsid w:val="0014776B"/>
    <w:rPr>
      <w:rFonts w:ascii="Times" w:eastAsia="Times" w:hAnsi="Times" w:cs="Times New Roman"/>
      <w:i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69"/>
    <w:semiHidden/>
    <w:rsid w:val="0014776B"/>
    <w:rPr>
      <w:rFonts w:ascii="Arial" w:eastAsia="Times" w:hAnsi="Arial" w:cs="Times New Roman"/>
      <w:b/>
      <w:szCs w:val="20"/>
    </w:rPr>
  </w:style>
  <w:style w:type="paragraph" w:styleId="Salutation">
    <w:name w:val="Salutation"/>
    <w:basedOn w:val="Normal"/>
    <w:next w:val="Normal"/>
    <w:link w:val="SalutationChar"/>
    <w:qFormat/>
    <w:rsid w:val="00951D08"/>
    <w:pPr>
      <w:keepNext/>
      <w:spacing w:line="280" w:lineRule="exact"/>
    </w:pPr>
    <w:rPr>
      <w:szCs w:val="24"/>
    </w:rPr>
  </w:style>
  <w:style w:type="character" w:customStyle="1" w:styleId="SalutationChar">
    <w:name w:val="Salutation Char"/>
    <w:basedOn w:val="DefaultParagraphFont"/>
    <w:link w:val="Salutation"/>
    <w:rsid w:val="00951D08"/>
    <w:rPr>
      <w:rFonts w:ascii="Times New Roman" w:eastAsia="Times" w:hAnsi="Times New Roman" w:cs="Times New Roman"/>
    </w:rPr>
  </w:style>
  <w:style w:type="table" w:styleId="TableGrid">
    <w:name w:val="Table Grid"/>
    <w:basedOn w:val="TableNormal"/>
    <w:uiPriority w:val="59"/>
    <w:rsid w:val="00951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nter">
    <w:name w:val="Center"/>
    <w:aliases w:val="Project,or Division Name"/>
    <w:qFormat/>
    <w:rsid w:val="00951D08"/>
    <w:pPr>
      <w:keepNext/>
      <w:spacing w:before="60"/>
    </w:pPr>
    <w:rPr>
      <w:rFonts w:ascii="Times New Roman" w:eastAsia="Times" w:hAnsi="Times New Roman" w:cs="Times New Roman"/>
      <w:b/>
      <w:i/>
    </w:rPr>
  </w:style>
  <w:style w:type="paragraph" w:customStyle="1" w:styleId="Organization">
    <w:name w:val="Organization"/>
    <w:qFormat/>
    <w:rsid w:val="0014776B"/>
    <w:pPr>
      <w:keepNext/>
    </w:pPr>
    <w:rPr>
      <w:rFonts w:ascii="Times New Roman" w:eastAsia="Times" w:hAnsi="Times New Roman" w:cs="Times New Roman"/>
      <w:b/>
      <w:i/>
    </w:rPr>
  </w:style>
  <w:style w:type="paragraph" w:customStyle="1" w:styleId="Address">
    <w:name w:val="Address"/>
    <w:aliases w:val="Mail Stop"/>
    <w:qFormat/>
    <w:rsid w:val="00951D08"/>
    <w:pPr>
      <w:keepNext/>
      <w:autoSpaceDE w:val="0"/>
      <w:autoSpaceDN w:val="0"/>
      <w:adjustRightInd w:val="0"/>
      <w:spacing w:before="60"/>
    </w:pPr>
    <w:rPr>
      <w:rFonts w:ascii="Times New Roman" w:eastAsia="Times New Roman" w:hAnsi="Times New Roman" w:cs="Times New Roman"/>
    </w:rPr>
  </w:style>
  <w:style w:type="paragraph" w:customStyle="1" w:styleId="DateandSymbollines">
    <w:name w:val="Date and Symbol lines"/>
    <w:qFormat/>
    <w:rsid w:val="00951D08"/>
    <w:pPr>
      <w:widowControl w:val="0"/>
      <w:tabs>
        <w:tab w:val="left" w:pos="5130"/>
        <w:tab w:val="left" w:pos="6030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customStyle="1" w:styleId="SentTo-linesandspacing">
    <w:name w:val="Sent To - lines and spacing"/>
    <w:qFormat/>
    <w:rsid w:val="00951D08"/>
    <w:rPr>
      <w:rFonts w:ascii="Times New Roman" w:eastAsia="Times" w:hAnsi="Times New Roman" w:cs="Times New Roman"/>
    </w:rPr>
  </w:style>
  <w:style w:type="paragraph" w:styleId="BodyText">
    <w:name w:val="Body Text"/>
    <w:basedOn w:val="Normal"/>
    <w:link w:val="BodyTextChar"/>
    <w:qFormat/>
    <w:rsid w:val="00951D08"/>
    <w:pPr>
      <w:spacing w:line="280" w:lineRule="exact"/>
    </w:pPr>
    <w:rPr>
      <w:color w:val="000000"/>
      <w:szCs w:val="24"/>
    </w:rPr>
  </w:style>
  <w:style w:type="character" w:customStyle="1" w:styleId="BodyTextChar">
    <w:name w:val="Body Text Char"/>
    <w:basedOn w:val="DefaultParagraphFont"/>
    <w:link w:val="BodyText"/>
    <w:rsid w:val="00951D08"/>
    <w:rPr>
      <w:rFonts w:ascii="Times New Roman" w:eastAsia="Times" w:hAnsi="Times New Roman" w:cs="Times New Roman"/>
      <w:color w:val="000000"/>
    </w:rPr>
  </w:style>
  <w:style w:type="paragraph" w:styleId="Closing">
    <w:name w:val="Closing"/>
    <w:basedOn w:val="BodyText"/>
    <w:link w:val="ClosingChar"/>
    <w:qFormat/>
    <w:rsid w:val="0014776B"/>
  </w:style>
  <w:style w:type="character" w:customStyle="1" w:styleId="ClosingChar">
    <w:name w:val="Closing Char"/>
    <w:basedOn w:val="DefaultParagraphFont"/>
    <w:link w:val="Closing"/>
    <w:rsid w:val="0014776B"/>
    <w:rPr>
      <w:rFonts w:ascii="Times New Roman" w:eastAsia="Times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9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A8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7385\Documents\LANL%20Templates\sent%20for%20posting_011514\letterhead-2014_r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\Users\107385\Documents\LANL Templates\sent for posting_011514\letterhead-2014_r2.dotx</Template>
  <TotalTime>6</TotalTime>
  <Pages>1</Pages>
  <Words>22</Words>
  <Characters>129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LANL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Bingham, Dana A</dc:creator>
  <cp:lastModifiedBy>David Rogers</cp:lastModifiedBy>
  <cp:revision>8</cp:revision>
  <cp:lastPrinted>2015-01-29T17:48:00Z</cp:lastPrinted>
  <dcterms:created xsi:type="dcterms:W3CDTF">2015-01-29T17:49:00Z</dcterms:created>
  <dcterms:modified xsi:type="dcterms:W3CDTF">2015-03-09T22:27:00Z</dcterms:modified>
</cp:coreProperties>
</file>