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B3D1F" w14:textId="77777777" w:rsidR="004747D5" w:rsidRDefault="004747D5" w:rsidP="0014776B">
      <w:pPr>
        <w:pStyle w:val="BodyText"/>
      </w:pPr>
    </w:p>
    <w:p w14:paraId="0BC482B7" w14:textId="77777777" w:rsidR="003A5BFD" w:rsidRDefault="003A5BFD" w:rsidP="0014776B">
      <w:pPr>
        <w:pStyle w:val="BodyText"/>
      </w:pPr>
    </w:p>
    <w:p w14:paraId="0CD75FA7" w14:textId="77777777" w:rsidR="003A5BFD" w:rsidRDefault="003A5BFD" w:rsidP="0014776B">
      <w:pPr>
        <w:pStyle w:val="BodyText"/>
      </w:pPr>
    </w:p>
    <w:p w14:paraId="3D7D53D9" w14:textId="77777777" w:rsidR="003A5BFD" w:rsidRDefault="003A5BFD" w:rsidP="003A5BFD">
      <w:pPr>
        <w:pStyle w:val="BodyText"/>
        <w:spacing w:line="480" w:lineRule="auto"/>
        <w:jc w:val="center"/>
      </w:pPr>
    </w:p>
    <w:p w14:paraId="0C067EEE" w14:textId="77777777" w:rsidR="003A5BFD" w:rsidRDefault="003A5BFD" w:rsidP="003A5BFD">
      <w:pPr>
        <w:pStyle w:val="BodyText"/>
        <w:spacing w:line="480" w:lineRule="auto"/>
        <w:jc w:val="center"/>
      </w:pPr>
    </w:p>
    <w:p w14:paraId="704034CB" w14:textId="77777777" w:rsidR="003A5BFD" w:rsidRDefault="003A5BFD" w:rsidP="003A5BFD">
      <w:pPr>
        <w:pStyle w:val="BodyText"/>
        <w:spacing w:line="480" w:lineRule="auto"/>
        <w:jc w:val="center"/>
      </w:pPr>
    </w:p>
    <w:p w14:paraId="6A3642C2" w14:textId="77777777" w:rsidR="003A5BFD" w:rsidRDefault="003A5BFD" w:rsidP="003A5BFD">
      <w:pPr>
        <w:pStyle w:val="BodyText"/>
        <w:spacing w:line="480" w:lineRule="auto"/>
        <w:jc w:val="center"/>
      </w:pPr>
    </w:p>
    <w:p w14:paraId="3EAC05C9" w14:textId="77777777" w:rsidR="003A5BFD" w:rsidRDefault="003A5BFD" w:rsidP="003A5BFD">
      <w:pPr>
        <w:pStyle w:val="BodyText"/>
        <w:spacing w:line="480" w:lineRule="auto"/>
        <w:jc w:val="center"/>
      </w:pPr>
      <w:r>
        <w:t>Cinema Simple Database Specification</w:t>
      </w:r>
    </w:p>
    <w:p w14:paraId="6866CCC7" w14:textId="77777777" w:rsidR="003A5BFD" w:rsidRDefault="003A5BFD" w:rsidP="003A5BFD">
      <w:pPr>
        <w:pStyle w:val="BodyText"/>
        <w:spacing w:line="480" w:lineRule="auto"/>
        <w:jc w:val="center"/>
      </w:pPr>
      <w:r>
        <w:t>v1.0, rev3.0</w:t>
      </w:r>
    </w:p>
    <w:p w14:paraId="4ACAE98D" w14:textId="77777777" w:rsidR="003A5BFD" w:rsidRDefault="003A5BFD" w:rsidP="003A5BFD">
      <w:pPr>
        <w:pStyle w:val="BodyText"/>
        <w:spacing w:line="480" w:lineRule="auto"/>
        <w:jc w:val="center"/>
      </w:pPr>
    </w:p>
    <w:p w14:paraId="656E9858" w14:textId="77777777" w:rsidR="003A5BFD" w:rsidRDefault="003A5BFD" w:rsidP="003A5BFD">
      <w:pPr>
        <w:pStyle w:val="BodyText"/>
        <w:spacing w:line="480" w:lineRule="auto"/>
        <w:jc w:val="center"/>
      </w:pPr>
      <w:r>
        <w:t>David Rogers</w:t>
      </w:r>
    </w:p>
    <w:p w14:paraId="5ED744CE" w14:textId="4C9B4683" w:rsidR="003A5BFD" w:rsidRDefault="003A5BFD" w:rsidP="003A5BFD">
      <w:pPr>
        <w:pStyle w:val="BodyText"/>
        <w:spacing w:line="480" w:lineRule="auto"/>
        <w:jc w:val="center"/>
      </w:pPr>
      <w:r>
        <w:t xml:space="preserve">James </w:t>
      </w:r>
      <w:r w:rsidR="006E6EB9">
        <w:t>Ahrens</w:t>
      </w:r>
      <w:bookmarkStart w:id="0" w:name="_GoBack"/>
      <w:bookmarkEnd w:id="0"/>
    </w:p>
    <w:p w14:paraId="03776EB4" w14:textId="77777777" w:rsidR="003A5BFD" w:rsidRDefault="003A5BFD" w:rsidP="003A5BFD">
      <w:pPr>
        <w:pStyle w:val="BodyText"/>
        <w:spacing w:line="480" w:lineRule="auto"/>
        <w:jc w:val="center"/>
      </w:pPr>
      <w:r>
        <w:t>John Patchett</w:t>
      </w:r>
    </w:p>
    <w:p w14:paraId="17DE9708" w14:textId="77777777" w:rsidR="003A5BFD" w:rsidRDefault="003A5BFD" w:rsidP="003A5BFD">
      <w:pPr>
        <w:pStyle w:val="BodyText"/>
        <w:spacing w:line="480" w:lineRule="auto"/>
        <w:jc w:val="center"/>
      </w:pPr>
    </w:p>
    <w:p w14:paraId="5154C4C1" w14:textId="77777777" w:rsidR="003A5BFD" w:rsidRDefault="003A5BFD" w:rsidP="003A5BFD">
      <w:pPr>
        <w:pStyle w:val="BodyText"/>
        <w:spacing w:line="480" w:lineRule="auto"/>
        <w:jc w:val="center"/>
      </w:pPr>
    </w:p>
    <w:p w14:paraId="3C0CF874" w14:textId="77777777" w:rsidR="003A5BFD" w:rsidRDefault="003A5BFD" w:rsidP="003A5BFD">
      <w:pPr>
        <w:pStyle w:val="BodyText"/>
        <w:spacing w:line="480" w:lineRule="auto"/>
        <w:jc w:val="center"/>
      </w:pPr>
    </w:p>
    <w:p w14:paraId="58A459E6" w14:textId="77777777" w:rsidR="003A5BFD" w:rsidRDefault="003A5BFD" w:rsidP="003A5BFD">
      <w:pPr>
        <w:pStyle w:val="BodyText"/>
        <w:spacing w:line="480" w:lineRule="auto"/>
        <w:jc w:val="center"/>
      </w:pPr>
    </w:p>
    <w:p w14:paraId="3419ABA4" w14:textId="77777777" w:rsidR="003A5BFD" w:rsidRDefault="00A935AE" w:rsidP="003A5BFD">
      <w:pPr>
        <w:pStyle w:val="BodyText"/>
        <w:spacing w:line="480" w:lineRule="auto"/>
        <w:jc w:val="center"/>
      </w:pPr>
      <w:r>
        <w:t>LA-UR-15-20572</w:t>
      </w:r>
    </w:p>
    <w:sectPr w:rsidR="003A5BFD" w:rsidSect="00DC2F1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84" w:right="1008" w:bottom="1224" w:left="1008" w:header="576" w:footer="44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F37B3" w14:textId="77777777" w:rsidR="00803AA4" w:rsidRDefault="00803AA4" w:rsidP="008F348C">
      <w:r>
        <w:separator/>
      </w:r>
    </w:p>
  </w:endnote>
  <w:endnote w:type="continuationSeparator" w:id="0">
    <w:p w14:paraId="76C5E7C9" w14:textId="77777777" w:rsidR="00803AA4" w:rsidRDefault="00803AA4" w:rsidP="008F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FC5F" w14:textId="77777777" w:rsidR="003419A8" w:rsidRPr="003419A8" w:rsidRDefault="003A5BFD" w:rsidP="003419A8">
    <w:pPr>
      <w:pStyle w:val="Footer"/>
      <w:ind w:left="7819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1" layoutInCell="1" allowOverlap="1" wp14:anchorId="79814850" wp14:editId="6FC014A1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5" name="Text Box 5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50CE280F" w14:textId="77777777" w:rsidR="00320645" w:rsidRPr="005045DD" w:rsidRDefault="00320645" w:rsidP="00320645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2.55pt;margin-top:741.6pt;width:517.7pt;height:30.25pt;z-index:251698176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tAAxBZG9iZV9DTQAB/+4ADkFkb2JlAGSAAAAAAf/bAIQADAgICAkIDAkJ&#10;DBELCgsRFQ8MDA8VGBMTFRMTGBEMDAwMDAwRDAwMDAwMDAwMDAwMDAwMDAwMDAwMDAwMDAwMDAEN&#10;CwsNDg0QDg4QFA4ODhQUDg4ODhQRDAwMDAwREQwMDAwMDBEMDAwMDAwMDAwMDAwMDAwMDAwMDAwM&#10;DAwMDAwM/8AAEQgAOA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DhCSU0D7QAAAAAA&#10;EAEsAAAAAQABASwAAAABAAE4QklNBCYAAAAAAA4AAAAAAAAAAAAAP4AAADhCSU0EDQAAAAAABAAA&#10;AHg4QklNBBkAAAAAAAQAAAAeOEJJTQPzAAAAAAAJAAAAAAAAAAABADhCSU0nEAAAAAAACgABAAAA&#10;AAAAAAE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8P3hwYWNrZXQgZW5kPSJ3Ij8+&#10;/+IMWElDQ19QUk9GSUxFAAEBAAAMSExpbm8CEAAAbW50clJHQiBYWVogB84AAgAJAAYAMQAAYWNz&#10;cE1TRlQAAAAASUVDIHNSR0IAAAAAAAAAAAAAAAE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f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x8&#10;CYLCAAAA2gAAAA8AAABkcnMvZG93bnJldi54bWxEj8FqwzAQRO+B/IPYQG+J7NIW40YOoaXQXlJi&#10;5wMWaysbWytjyY7791UhkOMwM2+Y/WGxvZhp9K1jBekuAUFcO92yUXCpPrYZCB+QNfaOScEveTgU&#10;69Uec+2ufKa5DEZECPscFTQhDLmUvm7Iot+5gTh6P260GKIcjdQjXiPc9vIxSV6kxZbjQoMDvTVU&#10;d+VkFQxZ8v6cam+6Y1mV5us8nU7fk1IPm+X4CiLQEu7hW/tTK3iC/yvxBsji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sfAmCwgAAANoAAAAPAAAAAAAAAAAAAAAAAJwCAABk&#10;cnMvZG93bnJldi54bWxQSwUGAAAAAAQABAD3AAAAiwMAAAAA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w8NwgAA&#10;ANoAAAAPAAAAZHJzL2Rvd25yZXYueG1sRI9PawIxFMTvgt8hvEJvmq2gldUoRZEWSg/+A4+PzXOz&#10;dPOyJOkav30jFHocZuY3zHKdbCt68qFxrOBlXIAgrpxuuFZwOu5GcxAhImtsHZOCOwVYr4aDJZba&#10;3XhP/SHWIkM4lKjAxNiVUobKkMUwdh1x9q7OW4xZ+lpqj7cMt62cFMVMWmw4LxjsaGOo+j78WAXn&#10;Tbf7TBeDX/1Uv28nr/u7r5JSz0/pbQEiUor/4b/2h1YwhceVf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/Dw3CAAAA2gAAAA8AAAAAAAAAAAAAAAAAlwIAAGRycy9kb3du&#10;cmV2LnhtbFBLBQYAAAAABAAEAPUAAACGAwAAAAA=&#10;" filled="f" stroked="f">
                <v:path arrowok="t"/>
                <o:lock v:ext="edit" aspectratio="t"/>
                <v:textbox inset="0,0,0,0">
                  <w:txbxContent>
                    <w:p w:rsidR="00320645" w:rsidRPr="005045DD" w:rsidRDefault="00320645" w:rsidP="00320645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6E45029" wp14:editId="6FE40F7B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1" name="Text Box 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2E559B86" w14:textId="77777777" w:rsidR="003419A8" w:rsidRPr="00A513BB" w:rsidRDefault="003419A8" w:rsidP="003419A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43.5pt;margin-top:748.1pt;width:450pt;height:14.4pt;z-index:2516879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" filled="f" stroked="f">
              <v:path arrowok="t"/>
              <v:textbox inset="0,0,0,0">
                <w:txbxContent>
                  <w:p w:rsidR="003419A8" w:rsidRPr="00A513BB" w:rsidRDefault="003419A8" w:rsidP="003419A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7E0" w14:textId="77777777" w:rsidR="005045DD" w:rsidRDefault="003A5BFD" w:rsidP="00037233">
    <w:pPr>
      <w:pStyle w:val="Footer"/>
      <w:tabs>
        <w:tab w:val="clear" w:pos="4680"/>
        <w:tab w:val="clear" w:pos="9360"/>
      </w:tabs>
      <w:jc w:val="right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1" layoutInCell="1" allowOverlap="1" wp14:anchorId="4713874D" wp14:editId="533A63DF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7" name="Text Box 17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138103F3" w14:textId="77777777" w:rsidR="005045DD" w:rsidRPr="005045DD" w:rsidRDefault="005045DD" w:rsidP="00DC2F1F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8" o:spid="_x0000_s1030" style="position:absolute;left:0;text-align:left;margin-left:52.55pt;margin-top:741.6pt;width:517.7pt;height:30.25pt;z-index:251696128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0ADEFkb2JlX0NNAAH/7gAOQWRvYmUAZIAAAAAB/9sAhAAMCAgI&#10;CQgMCQkMEQsKCxEVDwwMDxUYExMVExMYEQwMDAwMDBEMDAwMDAwMDAwMDAwMDAwMDAwMDAwMDAwM&#10;DAwMAQ0LCw0ODRAODhAUDg4OFBQODg4OFBEMDAwMDBERDAwMDAwMEQwMDAwMDAwMDAwMDAwMDAwM&#10;DAwMDAwMDAwMDAz/wAARCAA4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ggAAAABSZ2h0bG9uZwAAAXY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Bk3AAAAAQAAAKAAAAA4AAAB4AAAaQAAABkb&#10;ABgAAf/Y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0ADEFkb2JlX0NNAAH/7gAOQWRvYmUA&#10;ZIAAAAAB/9sAhAAMCAgICQgMCQkMEQsKCxEVDwwMDxUYExMVExMYEQwMDAwMDBEMDAwMDAwMDAwM&#10;DAwMDAwMDAwMDAwMDAwMDAwMAQ0LCw0ODRAODhAUDg4OFBQODg4OFBEMDAwMDBERDAwMDAwMEQwM&#10;DAwMDAwMDAwMDAwMDAwMDAwMDAwMDAwMDAz/wAARCAA4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4gxYSUNDX1BST0ZJTEUAAQEAAAxITGlubwIQAABtbnRyUkdCIFhZWiAHzgACAAkABgAx&#10;AABhY3NwTVNGVAAAAABJRUMgc1JHQgAAAAAAAAAAAAAAAQ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31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+q&#10;rzTAAAAA2wAAAA8AAABkcnMvZG93bnJldi54bWxET82KwjAQvgu+QxhhbzZ1QZHaWIqysF5crD7A&#10;0IxpsZmUJtXu228WFvY2H9/v5MVkO/GkwbeOFaySFARx7XTLRsHt+rHcgvABWWPnmBR8k4diP5/l&#10;mGn34gs9q2BEDGGfoYImhD6T0tcNWfSJ64kjd3eDxRDhYKQe8BXDbSff03QjLbYcGxrs6dBQ/ahG&#10;q6Dfpsf1SnvzKKtrZU6X8Xz+GpV6W0zlDkSgKfyL/9yfOs7fwO8v8QC5/w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6qvNMAAAADbAAAADwAAAAAAAAAAAAAAAACcAgAAZHJz&#10;L2Rvd25yZXYueG1sUEsFBgAAAAAEAAQA9wAAAIkDAAAAAA==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32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sRYtwQAA&#10;ANsAAAAPAAAAZHJzL2Rvd25yZXYueG1sRE9LawIxEL4L/ocwhd40W6EqW6MURSpIDz4KPQ6b6Wbp&#10;ZrIk6Rr/vSkI3ubje85ilWwrevKhcazgZVyAIK6cbrhWcD5tR3MQISJrbB2TgisFWC2HgwWW2l34&#10;QP0x1iKHcChRgYmxK6UMlSGLYew64sz9OG8xZuhrqT1ecrht5aQoptJiw7nBYEdrQ9Xv8c8q+Fp3&#10;2336NvjZv+qPzWR2uPoqKfX8lN7fQERK8SG+u3c6z5/B/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rEWLcEAAADbAAAADwAAAAAAAAAAAAAAAACXAgAAZHJzL2Rvd25y&#10;ZXYueG1sUEsFBgAAAAAEAAQA9QAAAIUDAAAAAA==&#10;" filled="f" stroked="f">
                <v:path arrowok="t"/>
                <o:lock v:ext="edit" aspectratio="t"/>
                <v:textbox inset="0,0,0,0">
                  <w:txbxContent>
                    <w:p w:rsidR="005045DD" w:rsidRPr="005045DD" w:rsidRDefault="005045DD" w:rsidP="00DC2F1F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  <w:p w14:paraId="68E0EC79" w14:textId="77777777" w:rsidR="009D5A86" w:rsidRPr="003314D8" w:rsidRDefault="003A5BFD" w:rsidP="00037233">
    <w:pPr>
      <w:pStyle w:val="Footer"/>
      <w:tabs>
        <w:tab w:val="clear" w:pos="4680"/>
        <w:tab w:val="clear" w:pos="936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216461F" wp14:editId="2B8CBA27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3" name="Text Box 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11A98F1C" w14:textId="77777777" w:rsidR="003314D8" w:rsidRPr="00A513BB" w:rsidRDefault="003314D8" w:rsidP="003314D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left:0;text-align:left;margin-left:43.5pt;margin-top:748.1pt;width:450pt;height:14.4pt;z-index:25168281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" filled="f" stroked="f">
              <v:path arrowok="t"/>
              <v:textbox inset="0,0,0,0">
                <w:txbxContent>
                  <w:p w:rsidR="003314D8" w:rsidRPr="00A513BB" w:rsidRDefault="003314D8" w:rsidP="003314D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794F" w14:textId="77777777" w:rsidR="00803AA4" w:rsidRDefault="00803AA4" w:rsidP="008F348C">
      <w:r>
        <w:separator/>
      </w:r>
    </w:p>
  </w:footnote>
  <w:footnote w:type="continuationSeparator" w:id="0">
    <w:p w14:paraId="2CC951C5" w14:textId="77777777" w:rsidR="00803AA4" w:rsidRDefault="00803AA4" w:rsidP="008F34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464FA" w14:textId="77777777" w:rsidR="00024D1A" w:rsidRPr="00D25E7D" w:rsidRDefault="00D25E7D" w:rsidP="00D879AE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Times New Roman" w:hAnsi="Times New Roman" w:cs="Times New Roman"/>
        <w:sz w:val="22"/>
        <w:szCs w:val="22"/>
      </w:rPr>
    </w:pPr>
    <w:r w:rsidRPr="00D25E7D">
      <w:rPr>
        <w:rFonts w:ascii="Times New Roman" w:hAnsi="Times New Roman" w:cs="Times New Roman"/>
        <w:sz w:val="22"/>
        <w:szCs w:val="22"/>
      </w:rPr>
      <w:t>Symbol</w:t>
    </w:r>
    <w:r w:rsidRPr="00D25E7D">
      <w:rPr>
        <w:rFonts w:ascii="Times New Roman" w:hAnsi="Times New Roman" w:cs="Times New Roman"/>
        <w:sz w:val="22"/>
        <w:szCs w:val="22"/>
      </w:rPr>
      <w:tab/>
      <w:t xml:space="preserve">- </w:t>
    </w:r>
    <w:r w:rsidR="00327B5C" w:rsidRPr="00D25E7D">
      <w:rPr>
        <w:rFonts w:ascii="Times New Roman" w:hAnsi="Times New Roman" w:cs="Times New Roman"/>
        <w:sz w:val="22"/>
        <w:szCs w:val="22"/>
      </w:rPr>
      <w:fldChar w:fldCharType="begin"/>
    </w:r>
    <w:r w:rsidRPr="00D25E7D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="00327B5C" w:rsidRPr="00D25E7D">
      <w:rPr>
        <w:rFonts w:ascii="Times New Roman" w:hAnsi="Times New Roman" w:cs="Times New Roman"/>
        <w:sz w:val="22"/>
        <w:szCs w:val="22"/>
      </w:rPr>
      <w:fldChar w:fldCharType="separate"/>
    </w:r>
    <w:r w:rsidR="00320645">
      <w:rPr>
        <w:rFonts w:ascii="Times New Roman" w:hAnsi="Times New Roman" w:cs="Times New Roman"/>
        <w:noProof/>
        <w:sz w:val="22"/>
        <w:szCs w:val="22"/>
      </w:rPr>
      <w:t>2</w:t>
    </w:r>
    <w:r w:rsidR="00327B5C" w:rsidRPr="00D25E7D">
      <w:rPr>
        <w:rFonts w:ascii="Times New Roman" w:hAnsi="Times New Roman" w:cs="Times New Roman"/>
        <w:noProof/>
        <w:sz w:val="22"/>
        <w:szCs w:val="22"/>
      </w:rPr>
      <w:fldChar w:fldCharType="end"/>
    </w:r>
    <w:r w:rsidRPr="00D25E7D">
      <w:rPr>
        <w:rFonts w:ascii="Times New Roman" w:hAnsi="Times New Roman" w:cs="Times New Roman"/>
        <w:noProof/>
        <w:sz w:val="22"/>
        <w:szCs w:val="22"/>
      </w:rPr>
      <w:t xml:space="preserve"> -</w:t>
    </w:r>
    <w:r w:rsidRPr="00D25E7D">
      <w:rPr>
        <w:rFonts w:ascii="Times New Roman" w:hAnsi="Times New Roman" w:cs="Times New Roman"/>
        <w:noProof/>
        <w:sz w:val="22"/>
        <w:szCs w:val="22"/>
      </w:rPr>
      <w:tab/>
      <w:t>Date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7F38B" w14:textId="77777777" w:rsidR="008D6CE1" w:rsidRDefault="00ED7EAE" w:rsidP="00D32445">
    <w:pPr>
      <w:pStyle w:val="Header"/>
      <w:tabs>
        <w:tab w:val="clear" w:pos="4320"/>
        <w:tab w:val="clear" w:pos="8640"/>
        <w:tab w:val="center" w:pos="5256"/>
      </w:tabs>
      <w:ind w:left="-450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91008" behindDoc="0" locked="1" layoutInCell="1" allowOverlap="1" wp14:anchorId="1B32D2AE" wp14:editId="07C90D6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63256" cy="1911096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.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91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6A8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0AA5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6CEE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BE28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E9A6F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CDD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C8E5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78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7C8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8204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AE"/>
    <w:rsid w:val="000010D4"/>
    <w:rsid w:val="000109EC"/>
    <w:rsid w:val="00024D1A"/>
    <w:rsid w:val="00037233"/>
    <w:rsid w:val="00043CFD"/>
    <w:rsid w:val="00046553"/>
    <w:rsid w:val="000A4EF5"/>
    <w:rsid w:val="000D593D"/>
    <w:rsid w:val="00107350"/>
    <w:rsid w:val="00135827"/>
    <w:rsid w:val="0014776B"/>
    <w:rsid w:val="00190168"/>
    <w:rsid w:val="001B498C"/>
    <w:rsid w:val="001C5915"/>
    <w:rsid w:val="001C6CD7"/>
    <w:rsid w:val="00245D53"/>
    <w:rsid w:val="00262406"/>
    <w:rsid w:val="002820E5"/>
    <w:rsid w:val="0028485F"/>
    <w:rsid w:val="00320645"/>
    <w:rsid w:val="00327B5C"/>
    <w:rsid w:val="003314D8"/>
    <w:rsid w:val="003419A8"/>
    <w:rsid w:val="003530E9"/>
    <w:rsid w:val="003A29F0"/>
    <w:rsid w:val="003A5BFD"/>
    <w:rsid w:val="003B22FC"/>
    <w:rsid w:val="003E3EBC"/>
    <w:rsid w:val="003F1675"/>
    <w:rsid w:val="0041497B"/>
    <w:rsid w:val="00457B72"/>
    <w:rsid w:val="004747D5"/>
    <w:rsid w:val="004A626E"/>
    <w:rsid w:val="004B3021"/>
    <w:rsid w:val="004C4FD9"/>
    <w:rsid w:val="004D117D"/>
    <w:rsid w:val="004E1AD4"/>
    <w:rsid w:val="004F0EFC"/>
    <w:rsid w:val="005045DD"/>
    <w:rsid w:val="00511E1C"/>
    <w:rsid w:val="00525023"/>
    <w:rsid w:val="0053688F"/>
    <w:rsid w:val="005B46B6"/>
    <w:rsid w:val="005C5825"/>
    <w:rsid w:val="0060649B"/>
    <w:rsid w:val="006470F2"/>
    <w:rsid w:val="006A1837"/>
    <w:rsid w:val="006C3351"/>
    <w:rsid w:val="006E6EB9"/>
    <w:rsid w:val="007038C3"/>
    <w:rsid w:val="00711CCC"/>
    <w:rsid w:val="007D5388"/>
    <w:rsid w:val="00803AA4"/>
    <w:rsid w:val="00863C12"/>
    <w:rsid w:val="00887912"/>
    <w:rsid w:val="008D6CE1"/>
    <w:rsid w:val="008F348C"/>
    <w:rsid w:val="00951D08"/>
    <w:rsid w:val="00962D7B"/>
    <w:rsid w:val="0098552E"/>
    <w:rsid w:val="009A622E"/>
    <w:rsid w:val="009D21AF"/>
    <w:rsid w:val="009D5A86"/>
    <w:rsid w:val="009E5CE8"/>
    <w:rsid w:val="00A02EC5"/>
    <w:rsid w:val="00A935AE"/>
    <w:rsid w:val="00B32CC2"/>
    <w:rsid w:val="00B77E73"/>
    <w:rsid w:val="00BB5DC3"/>
    <w:rsid w:val="00C0528C"/>
    <w:rsid w:val="00C05A37"/>
    <w:rsid w:val="00C15227"/>
    <w:rsid w:val="00C2290F"/>
    <w:rsid w:val="00C26924"/>
    <w:rsid w:val="00CE49A1"/>
    <w:rsid w:val="00D21291"/>
    <w:rsid w:val="00D25E7D"/>
    <w:rsid w:val="00D31C6B"/>
    <w:rsid w:val="00D32445"/>
    <w:rsid w:val="00D879AE"/>
    <w:rsid w:val="00DC0DA8"/>
    <w:rsid w:val="00DC2F1F"/>
    <w:rsid w:val="00DC3E41"/>
    <w:rsid w:val="00DD17C2"/>
    <w:rsid w:val="00DF0A92"/>
    <w:rsid w:val="00E25977"/>
    <w:rsid w:val="00E4582E"/>
    <w:rsid w:val="00E51EB7"/>
    <w:rsid w:val="00E96BC4"/>
    <w:rsid w:val="00ED306B"/>
    <w:rsid w:val="00ED7EAE"/>
    <w:rsid w:val="00F11A84"/>
    <w:rsid w:val="00F276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C09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7385\Documents\LANL%20Templates\sent%20for%20posting_011514\letterhead-2014_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\Users\107385\Documents\LANL Templates\sent for posting_011514\letterhead-2014_r2.dotx</Template>
  <TotalTime>3</TotalTime>
  <Pages>1</Pages>
  <Words>17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LANL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Bingham, Dana A</dc:creator>
  <cp:lastModifiedBy>David Rogers</cp:lastModifiedBy>
  <cp:revision>4</cp:revision>
  <cp:lastPrinted>2015-01-29T17:48:00Z</cp:lastPrinted>
  <dcterms:created xsi:type="dcterms:W3CDTF">2015-01-29T17:49:00Z</dcterms:created>
  <dcterms:modified xsi:type="dcterms:W3CDTF">2015-02-02T16:53:00Z</dcterms:modified>
</cp:coreProperties>
</file>