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DB3D1F" w14:textId="77777777" w:rsidR="004747D5" w:rsidRDefault="004747D5" w:rsidP="0014776B">
      <w:pPr>
        <w:pStyle w:val="BodyText"/>
      </w:pPr>
    </w:p>
    <w:p w14:paraId="0BC482B7" w14:textId="77777777" w:rsidR="003A5BFD" w:rsidRDefault="003A5BFD" w:rsidP="0014776B">
      <w:pPr>
        <w:pStyle w:val="BodyText"/>
      </w:pPr>
    </w:p>
    <w:p w14:paraId="0CD75FA7" w14:textId="77777777" w:rsidR="003A5BFD" w:rsidRDefault="003A5BFD" w:rsidP="0014776B">
      <w:pPr>
        <w:pStyle w:val="BodyText"/>
      </w:pPr>
    </w:p>
    <w:p w14:paraId="704034CB" w14:textId="77777777" w:rsidR="003A5BFD" w:rsidRDefault="003A5BFD" w:rsidP="003A5BFD">
      <w:pPr>
        <w:pStyle w:val="BodyText"/>
        <w:spacing w:line="480" w:lineRule="auto"/>
        <w:jc w:val="center"/>
      </w:pPr>
    </w:p>
    <w:p w14:paraId="6A3642C2" w14:textId="77777777" w:rsidR="003A5BFD" w:rsidRDefault="003A5BFD" w:rsidP="003A5BFD">
      <w:pPr>
        <w:pStyle w:val="BodyText"/>
        <w:spacing w:line="480" w:lineRule="auto"/>
        <w:jc w:val="center"/>
      </w:pPr>
    </w:p>
    <w:p w14:paraId="386AA5EB" w14:textId="1488955E" w:rsidR="00C1607F" w:rsidRDefault="003A5BFD" w:rsidP="003A5BFD">
      <w:pPr>
        <w:pStyle w:val="BodyText"/>
        <w:spacing w:line="480" w:lineRule="auto"/>
        <w:jc w:val="center"/>
      </w:pPr>
      <w:r>
        <w:t xml:space="preserve">Cinema Database </w:t>
      </w:r>
    </w:p>
    <w:p w14:paraId="45FCF67B" w14:textId="2BC2AD7C" w:rsidR="00C1607F" w:rsidRDefault="003A5BFD" w:rsidP="003A5BFD">
      <w:pPr>
        <w:pStyle w:val="BodyText"/>
        <w:spacing w:line="480" w:lineRule="auto"/>
        <w:jc w:val="center"/>
      </w:pPr>
      <w:r>
        <w:t>Specification</w:t>
      </w:r>
      <w:r w:rsidR="00C1607F">
        <w:t xml:space="preserve"> "B" (Composite)</w:t>
      </w:r>
    </w:p>
    <w:p w14:paraId="6866CCC7" w14:textId="2D5BA934" w:rsidR="003A5BFD" w:rsidRDefault="00DC664B" w:rsidP="003A5BFD">
      <w:pPr>
        <w:pStyle w:val="BodyText"/>
        <w:spacing w:line="480" w:lineRule="auto"/>
        <w:jc w:val="center"/>
      </w:pPr>
      <w:r>
        <w:t>v1.0, rev1</w:t>
      </w:r>
      <w:r w:rsidR="003A5BFD">
        <w:t>.0</w:t>
      </w:r>
    </w:p>
    <w:p w14:paraId="4ACAE98D" w14:textId="77777777" w:rsidR="003A5BFD" w:rsidRDefault="003A5BFD" w:rsidP="003A5BFD">
      <w:pPr>
        <w:pStyle w:val="BodyText"/>
        <w:spacing w:line="480" w:lineRule="auto"/>
        <w:jc w:val="center"/>
      </w:pPr>
    </w:p>
    <w:p w14:paraId="668647F5" w14:textId="77777777" w:rsidR="00C1607F" w:rsidRDefault="00C1607F" w:rsidP="003A5BFD">
      <w:pPr>
        <w:pStyle w:val="BodyText"/>
        <w:spacing w:line="480" w:lineRule="auto"/>
        <w:jc w:val="center"/>
      </w:pPr>
    </w:p>
    <w:p w14:paraId="48838102" w14:textId="77777777" w:rsidR="00C1607F" w:rsidRDefault="00C1607F" w:rsidP="003A5BFD">
      <w:pPr>
        <w:pStyle w:val="BodyText"/>
        <w:spacing w:line="480" w:lineRule="auto"/>
        <w:jc w:val="center"/>
      </w:pPr>
      <w:bookmarkStart w:id="0" w:name="_GoBack"/>
      <w:bookmarkEnd w:id="0"/>
    </w:p>
    <w:p w14:paraId="799C611A" w14:textId="7F462425" w:rsidR="00EB7277" w:rsidRDefault="00EB7277" w:rsidP="003A5BFD">
      <w:pPr>
        <w:pStyle w:val="BodyText"/>
        <w:spacing w:line="480" w:lineRule="auto"/>
        <w:jc w:val="center"/>
      </w:pPr>
      <w:r>
        <w:t>David DeMarle (Kitware)</w:t>
      </w:r>
    </w:p>
    <w:p w14:paraId="656E9858" w14:textId="40E58977" w:rsidR="003A5BFD" w:rsidRDefault="003A5BFD" w:rsidP="003A5BFD">
      <w:pPr>
        <w:pStyle w:val="BodyText"/>
        <w:spacing w:line="480" w:lineRule="auto"/>
        <w:jc w:val="center"/>
      </w:pPr>
      <w:r>
        <w:t>David Rogers</w:t>
      </w:r>
      <w:r w:rsidR="00EB7277">
        <w:t xml:space="preserve"> (LANL)</w:t>
      </w:r>
    </w:p>
    <w:p w14:paraId="03776EB4" w14:textId="40D774F8" w:rsidR="003A5BFD" w:rsidRDefault="003A5BFD" w:rsidP="003A5BFD">
      <w:pPr>
        <w:pStyle w:val="BodyText"/>
        <w:spacing w:line="480" w:lineRule="auto"/>
        <w:jc w:val="center"/>
      </w:pPr>
      <w:r>
        <w:t>John Patchett</w:t>
      </w:r>
      <w:r w:rsidR="00EB7277">
        <w:t xml:space="preserve"> (LANL)</w:t>
      </w:r>
    </w:p>
    <w:p w14:paraId="24AF26A9" w14:textId="6E6AEFB1" w:rsidR="00EB7277" w:rsidRDefault="00EB7277" w:rsidP="003A5BFD">
      <w:pPr>
        <w:pStyle w:val="BodyText"/>
        <w:spacing w:line="480" w:lineRule="auto"/>
        <w:jc w:val="center"/>
      </w:pPr>
      <w:r>
        <w:t>Berk Geveci (Kitware)</w:t>
      </w:r>
    </w:p>
    <w:p w14:paraId="17DE9708" w14:textId="77777777" w:rsidR="003A5BFD" w:rsidRDefault="003A5BFD" w:rsidP="003A5BFD">
      <w:pPr>
        <w:pStyle w:val="BodyText"/>
        <w:spacing w:line="480" w:lineRule="auto"/>
        <w:jc w:val="center"/>
      </w:pPr>
    </w:p>
    <w:p w14:paraId="5154C4C1" w14:textId="77777777" w:rsidR="003A5BFD" w:rsidRDefault="003A5BFD" w:rsidP="003A5BFD">
      <w:pPr>
        <w:pStyle w:val="BodyText"/>
        <w:spacing w:line="480" w:lineRule="auto"/>
        <w:jc w:val="center"/>
      </w:pPr>
    </w:p>
    <w:p w14:paraId="3C0CF874" w14:textId="77777777" w:rsidR="003A5BFD" w:rsidRDefault="003A5BFD" w:rsidP="003A5BFD">
      <w:pPr>
        <w:pStyle w:val="BodyText"/>
        <w:spacing w:line="480" w:lineRule="auto"/>
        <w:jc w:val="center"/>
      </w:pPr>
    </w:p>
    <w:p w14:paraId="58A459E6" w14:textId="77777777" w:rsidR="003A5BFD" w:rsidRDefault="003A5BFD" w:rsidP="003A5BFD">
      <w:pPr>
        <w:pStyle w:val="BodyText"/>
        <w:spacing w:line="480" w:lineRule="auto"/>
        <w:jc w:val="center"/>
      </w:pPr>
    </w:p>
    <w:p w14:paraId="3419ABA4" w14:textId="59F9193F" w:rsidR="003A5BFD" w:rsidRDefault="00DC664B" w:rsidP="003A5BFD">
      <w:pPr>
        <w:pStyle w:val="BodyText"/>
        <w:spacing w:line="480" w:lineRule="auto"/>
        <w:jc w:val="center"/>
      </w:pPr>
      <w:r>
        <w:t>LA-UR-15</w:t>
      </w:r>
      <w:r w:rsidR="00D635C0">
        <w:t>-20572</w:t>
      </w:r>
    </w:p>
    <w:sectPr w:rsidR="003A5BFD" w:rsidSect="00DC2F1F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584" w:right="1008" w:bottom="1224" w:left="1008" w:header="576" w:footer="446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EF37B3" w14:textId="77777777" w:rsidR="00803AA4" w:rsidRDefault="00803AA4" w:rsidP="008F348C">
      <w:r>
        <w:separator/>
      </w:r>
    </w:p>
  </w:endnote>
  <w:endnote w:type="continuationSeparator" w:id="0">
    <w:p w14:paraId="76C5E7C9" w14:textId="77777777" w:rsidR="00803AA4" w:rsidRDefault="00803AA4" w:rsidP="008F3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B2FC5F" w14:textId="77777777" w:rsidR="003419A8" w:rsidRPr="003419A8" w:rsidRDefault="003A5BFD" w:rsidP="003419A8">
    <w:pPr>
      <w:pStyle w:val="Footer"/>
      <w:ind w:left="7819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98176" behindDoc="0" locked="1" layoutInCell="1" allowOverlap="1" wp14:anchorId="79814850" wp14:editId="6FC014A1">
              <wp:simplePos x="0" y="0"/>
              <wp:positionH relativeFrom="page">
                <wp:posOffset>667385</wp:posOffset>
              </wp:positionH>
              <wp:positionV relativeFrom="page">
                <wp:posOffset>9418320</wp:posOffset>
              </wp:positionV>
              <wp:extent cx="6574790" cy="384175"/>
              <wp:effectExtent l="0" t="0" r="3810" b="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574790" cy="384175"/>
                        <a:chOff x="0" y="0"/>
                        <a:chExt cx="6572992" cy="380010"/>
                      </a:xfrm>
                    </wpg:grpSpPr>
                    <pic:pic xmlns:pic="http://schemas.openxmlformats.org/drawingml/2006/picture">
                      <pic:nvPicPr>
                        <pic:cNvPr id="4" name="Picture 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168" r="4666"/>
                        <a:stretch/>
                      </pic:blipFill>
                      <pic:spPr bwMode="auto">
                        <a:xfrm>
                          <a:off x="5569527" y="0"/>
                          <a:ext cx="1003465" cy="38001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5" name="Text Box 5"/>
                      <wps:cNvSpPr txBox="1">
                        <a:spLocks noChangeAspect="1"/>
                      </wps:cNvSpPr>
                      <wps:spPr>
                        <a:xfrm>
                          <a:off x="0" y="112815"/>
                          <a:ext cx="571500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14:paraId="50CE280F" w14:textId="77777777" w:rsidR="00320645" w:rsidRPr="005045DD" w:rsidRDefault="00320645" w:rsidP="00320645">
                            <w:pPr>
                              <w:pStyle w:val="Footer"/>
                              <w:tabs>
                                <w:tab w:val="clear" w:pos="9360"/>
                              </w:tabs>
                              <w:rPr>
                                <w:noProof/>
                                <w:spacing w:val="-2"/>
                              </w:rPr>
                            </w:pPr>
                            <w:r w:rsidRPr="005045DD">
                              <w:rPr>
                                <w:rFonts w:ascii="Arial" w:eastAsia="Times New Roman" w:hAnsi="Arial"/>
                                <w:color w:val="000000"/>
                                <w:spacing w:val="-2"/>
                                <w:sz w:val="16"/>
                              </w:rPr>
                              <w:t>An Equal Opportunity Employer / Operated by Los Alamos National Security, LLC for the U.S. Department of Energy’s NNSA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2" o:spid="_x0000_s1026" style="position:absolute;left:0;text-align:left;margin-left:52.55pt;margin-top:741.6pt;width:517.7pt;height:30.25pt;z-index:251698176;mso-position-horizontal-relative:page;mso-position-vertical-relative:page;mso-width-relative:margin;mso-height-relative:margin" coordsize="6572992,380010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/9f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style="position:absolute;left:5569527;width:1003465;height:38001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">
                <v:imagedata r:id="rId2" o:title="" cropleft="2732f" cropright="3058f"/>
                <v:path arrowok="t"/>
              </v:shape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8" type="#_x0000_t202" style="position:absolute;top:112815;width:5715000;height:1828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fw8NwgAA&#10;ANoAAAAPAAAAZHJzL2Rvd25yZXYueG1sRI9PawIxFMTvgt8hvEJvmq2gldUoRZEWSg/+A4+PzXOz&#10;dPOyJOkav30jFHocZuY3zHKdbCt68qFxrOBlXIAgrpxuuFZwOu5GcxAhImtsHZOCOwVYr4aDJZba&#10;3XhP/SHWIkM4lKjAxNiVUobKkMUwdh1x9q7OW4xZ+lpqj7cMt62cFMVMWmw4LxjsaGOo+j78WAXn&#10;Tbf7TBeDX/1Uv28nr/u7r5JSz0/pbQEiUor/4b/2h1YwhceVfAPk6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V/Dw3CAAAA2gAAAA8AAAAAAAAAAAAAAAAAlwIAAGRycy9kb3du&#10;cmV2LnhtbFBLBQYAAAAABAAEAPUAAACGAwAAAAA=&#10;" filled="f" stroked="f">
                <v:path arrowok="t"/>
                <o:lock v:ext="edit" aspectratio="t"/>
                <v:textbox inset="0,0,0,0">
                  <w:txbxContent>
                    <w:p w:rsidR="00320645" w:rsidRPr="005045DD" w:rsidRDefault="00320645" w:rsidP="00320645">
                      <w:pPr>
                        <w:pStyle w:val="Footer"/>
                        <w:tabs>
                          <w:tab w:val="clear" w:pos="9360"/>
                        </w:tabs>
                        <w:rPr>
                          <w:noProof/>
                          <w:spacing w:val="-2"/>
                        </w:rPr>
                      </w:pPr>
                      <w:r w:rsidRPr="005045DD">
                        <w:rPr>
                          <w:rFonts w:ascii="Arial" w:eastAsia="Times New Roman" w:hAnsi="Arial"/>
                          <w:color w:val="000000"/>
                          <w:spacing w:val="-2"/>
                          <w:sz w:val="16"/>
                        </w:rPr>
                        <w:t>An Equal Opportunity Employer / Operated by Los Alamos National Security, LLC for the U.S. Department of Energy’s NNSA</w:t>
                      </w: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36E45029" wp14:editId="6FE40F7B">
              <wp:simplePos x="0" y="0"/>
              <wp:positionH relativeFrom="page">
                <wp:posOffset>552450</wp:posOffset>
              </wp:positionH>
              <wp:positionV relativeFrom="page">
                <wp:posOffset>9500870</wp:posOffset>
              </wp:positionV>
              <wp:extent cx="5715000" cy="182880"/>
              <wp:effectExtent l="0" t="0" r="0" b="0"/>
              <wp:wrapThrough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hrough>
              <wp:docPr id="1" name="Text Box 1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1500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/>
                    </wps:spPr>
                    <wps:txbx>
                      <w:txbxContent>
                        <w:p w14:paraId="2E559B86" w14:textId="77777777" w:rsidR="003419A8" w:rsidRPr="00A513BB" w:rsidRDefault="003419A8" w:rsidP="003419A8">
                          <w:pPr>
                            <w:pStyle w:val="Footer"/>
                            <w:rPr>
                              <w:noProof/>
                            </w:rPr>
                          </w:pPr>
                          <w:r>
                            <w:rPr>
                              <w:rFonts w:ascii="Arial" w:eastAsia="Times New Roman" w:hAnsi="Arial"/>
                              <w:color w:val="000000"/>
                              <w:sz w:val="16"/>
                            </w:rPr>
                            <w:t>An Equal Opportunity Employer / Operated by Los Alamos National Security, LLC for the U.S. Department of Energy’s NNSA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29" type="#_x0000_t202" style="position:absolute;left:0;text-align:left;margin-left:43.5pt;margin-top:748.1pt;width:450pt;height:14.4pt;z-index:251687936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" filled="f" stroked="f">
              <v:path arrowok="t"/>
              <v:textbox inset="0,0,0,0">
                <w:txbxContent>
                  <w:p w:rsidR="003419A8" w:rsidRPr="00A513BB" w:rsidRDefault="003419A8" w:rsidP="003419A8">
                    <w:pPr>
                      <w:pStyle w:val="Footer"/>
                      <w:rPr>
                        <w:noProof/>
                      </w:rPr>
                    </w:pPr>
                    <w:r>
                      <w:rPr>
                        <w:rFonts w:ascii="Arial" w:eastAsia="Times New Roman" w:hAnsi="Arial"/>
                        <w:color w:val="000000"/>
                        <w:sz w:val="16"/>
                      </w:rPr>
                      <w:t>An Equal Opportunity Employer / Operated by Los Alamos National Security, LLC for the U.S. Department of Energy’s NNSA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07E0" w14:textId="77777777" w:rsidR="005045DD" w:rsidRDefault="003A5BFD" w:rsidP="00037233">
    <w:pPr>
      <w:pStyle w:val="Footer"/>
      <w:tabs>
        <w:tab w:val="clear" w:pos="4680"/>
        <w:tab w:val="clear" w:pos="9360"/>
      </w:tabs>
      <w:jc w:val="right"/>
      <w:rPr>
        <w:noProof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96128" behindDoc="0" locked="1" layoutInCell="1" allowOverlap="1" wp14:anchorId="4713874D" wp14:editId="533A63DF">
              <wp:simplePos x="0" y="0"/>
              <wp:positionH relativeFrom="page">
                <wp:posOffset>667385</wp:posOffset>
              </wp:positionH>
              <wp:positionV relativeFrom="page">
                <wp:posOffset>9418320</wp:posOffset>
              </wp:positionV>
              <wp:extent cx="6574790" cy="384175"/>
              <wp:effectExtent l="0" t="0" r="3810" b="0"/>
              <wp:wrapNone/>
              <wp:docPr id="18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574790" cy="384175"/>
                        <a:chOff x="0" y="0"/>
                        <a:chExt cx="6572992" cy="380010"/>
                      </a:xfrm>
                    </wpg:grpSpPr>
                    <pic:pic xmlns:pic="http://schemas.openxmlformats.org/drawingml/2006/picture">
                      <pic:nvPicPr>
                        <pic:cNvPr id="16" name="Picture 16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168" r="4666"/>
                        <a:stretch/>
                      </pic:blipFill>
                      <pic:spPr bwMode="auto">
                        <a:xfrm>
                          <a:off x="5569527" y="0"/>
                          <a:ext cx="1003465" cy="38001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17" name="Text Box 17"/>
                      <wps:cNvSpPr txBox="1">
                        <a:spLocks noChangeAspect="1"/>
                      </wps:cNvSpPr>
                      <wps:spPr>
                        <a:xfrm>
                          <a:off x="0" y="112815"/>
                          <a:ext cx="571500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/>
                      </wps:spPr>
                      <wps:txbx>
                        <w:txbxContent>
                          <w:p w14:paraId="138103F3" w14:textId="77777777" w:rsidR="005045DD" w:rsidRPr="005045DD" w:rsidRDefault="005045DD" w:rsidP="00DC2F1F">
                            <w:pPr>
                              <w:pStyle w:val="Footer"/>
                              <w:tabs>
                                <w:tab w:val="clear" w:pos="9360"/>
                              </w:tabs>
                              <w:rPr>
                                <w:noProof/>
                                <w:spacing w:val="-2"/>
                              </w:rPr>
                            </w:pPr>
                            <w:r w:rsidRPr="005045DD">
                              <w:rPr>
                                <w:rFonts w:ascii="Arial" w:eastAsia="Times New Roman" w:hAnsi="Arial"/>
                                <w:color w:val="000000"/>
                                <w:spacing w:val="-2"/>
                                <w:sz w:val="16"/>
                              </w:rPr>
                              <w:t>An Equal Opportunity Employer / Operated by Los Alamos National Security, LLC for the U.S. Department of Energy’s NNSA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8" o:spid="_x0000_s1030" style="position:absolute;left:0;text-align:left;margin-left:52.55pt;margin-top:741.6pt;width:517.7pt;height:30.25pt;z-index:251696128;mso-position-horizontal-relative:page;mso-position-vertical-relative:page;mso-width-relative:margin;mso-height-relative:margin" coordsize="6572992,380010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19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6" o:spid="_x0000_s1031" type="#_x0000_t75" style="position:absolute;left:5569527;width:1003465;height:38001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">
                <v:imagedata r:id="rId2" o:title="" cropleft="2732f" cropright="3058f"/>
                <v:path arrowok="t"/>
              </v:shape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7" o:spid="_x0000_s1032" type="#_x0000_t202" style="position:absolute;top:112815;width:5715000;height:1828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sRYtwQAA&#10;ANsAAAAPAAAAZHJzL2Rvd25yZXYueG1sRE9LawIxEL4L/ocwhd40W6EqW6MURSpIDz4KPQ6b6Wbp&#10;ZrIk6Rr/vSkI3ubje85ilWwrevKhcazgZVyAIK6cbrhWcD5tR3MQISJrbB2TgisFWC2HgwWW2l34&#10;QP0x1iKHcChRgYmxK6UMlSGLYew64sz9OG8xZuhrqT1ecrht5aQoptJiw7nBYEdrQ9Xv8c8q+Fp3&#10;2336NvjZv+qPzWR2uPoqKfX8lN7fQERK8SG+u3c6z5/B/y/5ALm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rEWLcEAAADbAAAADwAAAAAAAAAAAAAAAACXAgAAZHJzL2Rvd25y&#10;ZXYueG1sUEsFBgAAAAAEAAQA9QAAAIUDAAAAAA==&#10;" filled="f" stroked="f">
                <v:path arrowok="t"/>
                <o:lock v:ext="edit" aspectratio="t"/>
                <v:textbox inset="0,0,0,0">
                  <w:txbxContent>
                    <w:p w:rsidR="005045DD" w:rsidRPr="005045DD" w:rsidRDefault="005045DD" w:rsidP="00DC2F1F">
                      <w:pPr>
                        <w:pStyle w:val="Footer"/>
                        <w:tabs>
                          <w:tab w:val="clear" w:pos="9360"/>
                        </w:tabs>
                        <w:rPr>
                          <w:noProof/>
                          <w:spacing w:val="-2"/>
                        </w:rPr>
                      </w:pPr>
                      <w:r w:rsidRPr="005045DD">
                        <w:rPr>
                          <w:rFonts w:ascii="Arial" w:eastAsia="Times New Roman" w:hAnsi="Arial"/>
                          <w:color w:val="000000"/>
                          <w:spacing w:val="-2"/>
                          <w:sz w:val="16"/>
                        </w:rPr>
                        <w:t>An Equal Opportunity Employer / Operated by Los Alamos National Security, LLC for the U.S. Department of Energy’s NNSA</w:t>
                      </w:r>
                    </w:p>
                  </w:txbxContent>
                </v:textbox>
              </v:shape>
              <w10:wrap anchorx="page" anchory="page"/>
              <w10:anchorlock/>
            </v:group>
          </w:pict>
        </mc:Fallback>
      </mc:AlternateContent>
    </w:r>
  </w:p>
  <w:p w14:paraId="68E0EC79" w14:textId="77777777" w:rsidR="009D5A86" w:rsidRPr="003314D8" w:rsidRDefault="003A5BFD" w:rsidP="00037233">
    <w:pPr>
      <w:pStyle w:val="Footer"/>
      <w:tabs>
        <w:tab w:val="clear" w:pos="4680"/>
        <w:tab w:val="clear" w:pos="9360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0216461F" wp14:editId="2B8CBA27">
              <wp:simplePos x="0" y="0"/>
              <wp:positionH relativeFrom="page">
                <wp:posOffset>552450</wp:posOffset>
              </wp:positionH>
              <wp:positionV relativeFrom="page">
                <wp:posOffset>9500870</wp:posOffset>
              </wp:positionV>
              <wp:extent cx="5715000" cy="182880"/>
              <wp:effectExtent l="0" t="0" r="0" b="0"/>
              <wp:wrapThrough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hrough>
              <wp:docPr id="3" name="Text Box 3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1500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/>
                    </wps:spPr>
                    <wps:txbx>
                      <w:txbxContent>
                        <w:p w14:paraId="11A98F1C" w14:textId="77777777" w:rsidR="003314D8" w:rsidRPr="00A513BB" w:rsidRDefault="003314D8" w:rsidP="003314D8">
                          <w:pPr>
                            <w:pStyle w:val="Footer"/>
                            <w:rPr>
                              <w:noProof/>
                            </w:rPr>
                          </w:pPr>
                          <w:r>
                            <w:rPr>
                              <w:rFonts w:ascii="Arial" w:eastAsia="Times New Roman" w:hAnsi="Arial"/>
                              <w:color w:val="000000"/>
                              <w:sz w:val="16"/>
                            </w:rPr>
                            <w:t>An Equal Opportunity Employer / Operated by Los Alamos National Security, LLC for the U.S. Department of Energy’s NNSA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3" o:spid="_x0000_s1033" type="#_x0000_t202" style="position:absolute;left:0;text-align:left;margin-left:43.5pt;margin-top:748.1pt;width:450pt;height:14.4pt;z-index:251682816;visibility:hidden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" filled="f" stroked="f">
              <v:path arrowok="t"/>
              <v:textbox inset="0,0,0,0">
                <w:txbxContent>
                  <w:p w:rsidR="003314D8" w:rsidRPr="00A513BB" w:rsidRDefault="003314D8" w:rsidP="003314D8">
                    <w:pPr>
                      <w:pStyle w:val="Footer"/>
                      <w:rPr>
                        <w:noProof/>
                      </w:rPr>
                    </w:pPr>
                    <w:r>
                      <w:rPr>
                        <w:rFonts w:ascii="Arial" w:eastAsia="Times New Roman" w:hAnsi="Arial"/>
                        <w:color w:val="000000"/>
                        <w:sz w:val="16"/>
                      </w:rPr>
                      <w:t>An Equal Opportunity Employer / Operated by Los Alamos National Security, LLC for the U.S. Department of Energy’s NNSA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A794F" w14:textId="77777777" w:rsidR="00803AA4" w:rsidRDefault="00803AA4" w:rsidP="008F348C">
      <w:r>
        <w:separator/>
      </w:r>
    </w:p>
  </w:footnote>
  <w:footnote w:type="continuationSeparator" w:id="0">
    <w:p w14:paraId="2CC951C5" w14:textId="77777777" w:rsidR="00803AA4" w:rsidRDefault="00803AA4" w:rsidP="008F348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B464FA" w14:textId="77777777" w:rsidR="00024D1A" w:rsidRPr="00D25E7D" w:rsidRDefault="00D25E7D" w:rsidP="00D879AE">
    <w:pPr>
      <w:pStyle w:val="Header"/>
      <w:tabs>
        <w:tab w:val="clear" w:pos="4320"/>
        <w:tab w:val="clear" w:pos="8640"/>
        <w:tab w:val="center" w:pos="5040"/>
        <w:tab w:val="right" w:pos="10080"/>
      </w:tabs>
      <w:rPr>
        <w:rFonts w:ascii="Times New Roman" w:hAnsi="Times New Roman" w:cs="Times New Roman"/>
        <w:sz w:val="22"/>
        <w:szCs w:val="22"/>
      </w:rPr>
    </w:pPr>
    <w:r w:rsidRPr="00D25E7D">
      <w:rPr>
        <w:rFonts w:ascii="Times New Roman" w:hAnsi="Times New Roman" w:cs="Times New Roman"/>
        <w:sz w:val="22"/>
        <w:szCs w:val="22"/>
      </w:rPr>
      <w:t>Symbol</w:t>
    </w:r>
    <w:r w:rsidRPr="00D25E7D">
      <w:rPr>
        <w:rFonts w:ascii="Times New Roman" w:hAnsi="Times New Roman" w:cs="Times New Roman"/>
        <w:sz w:val="22"/>
        <w:szCs w:val="22"/>
      </w:rPr>
      <w:tab/>
      <w:t xml:space="preserve">- </w:t>
    </w:r>
    <w:r w:rsidR="00327B5C" w:rsidRPr="00D25E7D">
      <w:rPr>
        <w:rFonts w:ascii="Times New Roman" w:hAnsi="Times New Roman" w:cs="Times New Roman"/>
        <w:sz w:val="22"/>
        <w:szCs w:val="22"/>
      </w:rPr>
      <w:fldChar w:fldCharType="begin"/>
    </w:r>
    <w:r w:rsidRPr="00D25E7D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="00327B5C" w:rsidRPr="00D25E7D">
      <w:rPr>
        <w:rFonts w:ascii="Times New Roman" w:hAnsi="Times New Roman" w:cs="Times New Roman"/>
        <w:sz w:val="22"/>
        <w:szCs w:val="22"/>
      </w:rPr>
      <w:fldChar w:fldCharType="separate"/>
    </w:r>
    <w:r w:rsidR="00320645">
      <w:rPr>
        <w:rFonts w:ascii="Times New Roman" w:hAnsi="Times New Roman" w:cs="Times New Roman"/>
        <w:noProof/>
        <w:sz w:val="22"/>
        <w:szCs w:val="22"/>
      </w:rPr>
      <w:t>2</w:t>
    </w:r>
    <w:r w:rsidR="00327B5C" w:rsidRPr="00D25E7D">
      <w:rPr>
        <w:rFonts w:ascii="Times New Roman" w:hAnsi="Times New Roman" w:cs="Times New Roman"/>
        <w:noProof/>
        <w:sz w:val="22"/>
        <w:szCs w:val="22"/>
      </w:rPr>
      <w:fldChar w:fldCharType="end"/>
    </w:r>
    <w:r w:rsidRPr="00D25E7D">
      <w:rPr>
        <w:rFonts w:ascii="Times New Roman" w:hAnsi="Times New Roman" w:cs="Times New Roman"/>
        <w:noProof/>
        <w:sz w:val="22"/>
        <w:szCs w:val="22"/>
      </w:rPr>
      <w:t xml:space="preserve"> -</w:t>
    </w:r>
    <w:r w:rsidRPr="00D25E7D">
      <w:rPr>
        <w:rFonts w:ascii="Times New Roman" w:hAnsi="Times New Roman" w:cs="Times New Roman"/>
        <w:noProof/>
        <w:sz w:val="22"/>
        <w:szCs w:val="22"/>
      </w:rPr>
      <w:tab/>
      <w:t>Date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97F38B" w14:textId="77777777" w:rsidR="008D6CE1" w:rsidRDefault="00ED7EAE" w:rsidP="00D32445">
    <w:pPr>
      <w:pStyle w:val="Header"/>
      <w:tabs>
        <w:tab w:val="clear" w:pos="4320"/>
        <w:tab w:val="clear" w:pos="8640"/>
        <w:tab w:val="center" w:pos="5256"/>
      </w:tabs>
      <w:ind w:left="-450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</w:rPr>
      <w:drawing>
        <wp:anchor distT="0" distB="0" distL="114300" distR="114300" simplePos="0" relativeHeight="251691008" behindDoc="0" locked="1" layoutInCell="1" allowOverlap="1" wp14:anchorId="1B32D2AE" wp14:editId="07C90D6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763256" cy="1911096"/>
          <wp:effectExtent l="0" t="0" r="0" b="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.to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3256" cy="191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3A6A88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90AA56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86CEED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BE28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E9A6FB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7ECDD6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C8E5E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78C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57C85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18204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9AE"/>
    <w:rsid w:val="000010D4"/>
    <w:rsid w:val="000109EC"/>
    <w:rsid w:val="00024D1A"/>
    <w:rsid w:val="00037233"/>
    <w:rsid w:val="00043CFD"/>
    <w:rsid w:val="00046553"/>
    <w:rsid w:val="000A4EF5"/>
    <w:rsid w:val="000D593D"/>
    <w:rsid w:val="00107350"/>
    <w:rsid w:val="00135827"/>
    <w:rsid w:val="0014776B"/>
    <w:rsid w:val="00190168"/>
    <w:rsid w:val="001B498C"/>
    <w:rsid w:val="001C5915"/>
    <w:rsid w:val="001C6CD7"/>
    <w:rsid w:val="00245D53"/>
    <w:rsid w:val="00262406"/>
    <w:rsid w:val="002820E5"/>
    <w:rsid w:val="0028485F"/>
    <w:rsid w:val="00320645"/>
    <w:rsid w:val="00327B5C"/>
    <w:rsid w:val="003314D8"/>
    <w:rsid w:val="003419A8"/>
    <w:rsid w:val="003530E9"/>
    <w:rsid w:val="003A29F0"/>
    <w:rsid w:val="003A5BFD"/>
    <w:rsid w:val="003B22FC"/>
    <w:rsid w:val="003E3EBC"/>
    <w:rsid w:val="003F1675"/>
    <w:rsid w:val="0041497B"/>
    <w:rsid w:val="00457B72"/>
    <w:rsid w:val="004747D5"/>
    <w:rsid w:val="004A626E"/>
    <w:rsid w:val="004B3021"/>
    <w:rsid w:val="004C4FD9"/>
    <w:rsid w:val="004D117D"/>
    <w:rsid w:val="004E1AD4"/>
    <w:rsid w:val="004F0EFC"/>
    <w:rsid w:val="005045DD"/>
    <w:rsid w:val="00511E1C"/>
    <w:rsid w:val="00525023"/>
    <w:rsid w:val="0053688F"/>
    <w:rsid w:val="005B46B6"/>
    <w:rsid w:val="005C5825"/>
    <w:rsid w:val="0060649B"/>
    <w:rsid w:val="006470F2"/>
    <w:rsid w:val="006A1837"/>
    <w:rsid w:val="006C3351"/>
    <w:rsid w:val="006E6EB9"/>
    <w:rsid w:val="007038C3"/>
    <w:rsid w:val="00711CCC"/>
    <w:rsid w:val="007D5388"/>
    <w:rsid w:val="00803AA4"/>
    <w:rsid w:val="00863C12"/>
    <w:rsid w:val="00887912"/>
    <w:rsid w:val="008D6CE1"/>
    <w:rsid w:val="008F348C"/>
    <w:rsid w:val="00951D08"/>
    <w:rsid w:val="00962D7B"/>
    <w:rsid w:val="0098552E"/>
    <w:rsid w:val="009A622E"/>
    <w:rsid w:val="009D21AF"/>
    <w:rsid w:val="009D5A86"/>
    <w:rsid w:val="009E5CE8"/>
    <w:rsid w:val="00A02EC5"/>
    <w:rsid w:val="00A935AE"/>
    <w:rsid w:val="00B32CC2"/>
    <w:rsid w:val="00B77E73"/>
    <w:rsid w:val="00BB5DC3"/>
    <w:rsid w:val="00C0528C"/>
    <w:rsid w:val="00C05A37"/>
    <w:rsid w:val="00C15227"/>
    <w:rsid w:val="00C1607F"/>
    <w:rsid w:val="00C2290F"/>
    <w:rsid w:val="00C26924"/>
    <w:rsid w:val="00CE49A1"/>
    <w:rsid w:val="00D21291"/>
    <w:rsid w:val="00D25E7D"/>
    <w:rsid w:val="00D31C6B"/>
    <w:rsid w:val="00D32445"/>
    <w:rsid w:val="00D635C0"/>
    <w:rsid w:val="00D879AE"/>
    <w:rsid w:val="00DC0DA8"/>
    <w:rsid w:val="00DC2F1F"/>
    <w:rsid w:val="00DC3E41"/>
    <w:rsid w:val="00DC664B"/>
    <w:rsid w:val="00DD17C2"/>
    <w:rsid w:val="00DF0A92"/>
    <w:rsid w:val="00E25977"/>
    <w:rsid w:val="00E4582E"/>
    <w:rsid w:val="00E51EB7"/>
    <w:rsid w:val="00E96BC4"/>
    <w:rsid w:val="00EB7277"/>
    <w:rsid w:val="00ED306B"/>
    <w:rsid w:val="00ED7EAE"/>
    <w:rsid w:val="00F11A84"/>
    <w:rsid w:val="00F276F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DC09C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/>
    <w:lsdException w:name="heading 1" w:semiHidden="0" w:uiPriority="69"/>
    <w:lsdException w:name="heading 2" w:uiPriority="69" w:unhideWhenUsed="1"/>
    <w:lsdException w:name="heading 3" w:uiPriority="69" w:unhideWhenUsed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0" w:unhideWhenUsed="1" w:qFormat="1"/>
    <w:lsdException w:name="footer" w:uiPriority="0" w:unhideWhenUsed="1"/>
    <w:lsdException w:name="caption" w:qFormat="1"/>
    <w:lsdException w:name="table of figures" w:unhideWhenUsed="1"/>
    <w:lsdException w:name="table of authorities" w:unhideWhenUsed="1"/>
    <w:lsdException w:name="toa heading" w:unhideWhenUsed="1"/>
    <w:lsdException w:name="Title" w:qFormat="1"/>
    <w:lsdException w:name="Closing" w:semiHidden="0" w:uiPriority="0" w:qFormat="1"/>
    <w:lsdException w:name="Default Paragraph Font" w:uiPriority="1" w:unhideWhenUsed="1"/>
    <w:lsdException w:name="Body Text" w:semiHidden="0" w:uiPriority="0" w:qFormat="1"/>
    <w:lsdException w:name="Body Text Indent" w:uiPriority="0"/>
    <w:lsdException w:name="Salutation" w:uiPriority="0" w:unhideWhenUsed="1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Intense Emphasis" w:qFormat="1"/>
    <w:lsdException w:name="Intense Reference" w:qFormat="1"/>
    <w:lsdException w:name="Book Title" w:qFormat="1"/>
    <w:lsdException w:name="TOC Heading" w:qFormat="1"/>
  </w:latentStyles>
  <w:style w:type="paragraph" w:default="1" w:styleId="Normal">
    <w:name w:val="Normal"/>
    <w:semiHidden/>
    <w:rsid w:val="00C15227"/>
    <w:rPr>
      <w:rFonts w:ascii="Times New Roman" w:eastAsia="Times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69"/>
    <w:semiHidden/>
    <w:rsid w:val="00951D08"/>
    <w:pPr>
      <w:keepNext/>
      <w:widowControl w:val="0"/>
      <w:autoSpaceDE w:val="0"/>
      <w:autoSpaceDN w:val="0"/>
      <w:adjustRightInd w:val="0"/>
      <w:spacing w:after="60" w:line="320" w:lineRule="atLeast"/>
      <w:outlineLvl w:val="0"/>
    </w:pPr>
    <w:rPr>
      <w:rFonts w:eastAsia="Times New Roman"/>
      <w:b/>
      <w:color w:val="000000"/>
    </w:rPr>
  </w:style>
  <w:style w:type="paragraph" w:styleId="Heading2">
    <w:name w:val="heading 2"/>
    <w:basedOn w:val="Normal"/>
    <w:next w:val="Normal"/>
    <w:link w:val="Heading2Char"/>
    <w:uiPriority w:val="69"/>
    <w:semiHidden/>
    <w:rsid w:val="00951D08"/>
    <w:pPr>
      <w:keepNext/>
      <w:outlineLvl w:val="1"/>
    </w:pPr>
    <w:rPr>
      <w:i/>
      <w:sz w:val="20"/>
    </w:rPr>
  </w:style>
  <w:style w:type="paragraph" w:styleId="Heading3">
    <w:name w:val="heading 3"/>
    <w:basedOn w:val="Normal"/>
    <w:next w:val="Normal"/>
    <w:link w:val="Heading3Char"/>
    <w:uiPriority w:val="69"/>
    <w:semiHidden/>
    <w:rsid w:val="00951D08"/>
    <w:pPr>
      <w:keepNext/>
      <w:widowControl w:val="0"/>
      <w:tabs>
        <w:tab w:val="right" w:pos="7200"/>
      </w:tabs>
      <w:autoSpaceDE w:val="0"/>
      <w:autoSpaceDN w:val="0"/>
      <w:adjustRightInd w:val="0"/>
      <w:outlineLvl w:val="2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qFormat/>
    <w:rsid w:val="00951D0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szCs w:val="24"/>
    </w:rPr>
  </w:style>
  <w:style w:type="character" w:customStyle="1" w:styleId="HeaderChar">
    <w:name w:val="Header Char"/>
    <w:basedOn w:val="DefaultParagraphFont"/>
    <w:link w:val="Header"/>
    <w:rsid w:val="00951D08"/>
  </w:style>
  <w:style w:type="paragraph" w:styleId="Footer">
    <w:name w:val="footer"/>
    <w:basedOn w:val="Normal"/>
    <w:link w:val="FooterChar"/>
    <w:semiHidden/>
    <w:rsid w:val="00951D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14776B"/>
    <w:rPr>
      <w:rFonts w:ascii="Times New Roman" w:eastAsia="Times" w:hAnsi="Times New Roman" w:cs="Times New Roman"/>
      <w:szCs w:val="20"/>
    </w:rPr>
  </w:style>
  <w:style w:type="character" w:customStyle="1" w:styleId="Heading1Char">
    <w:name w:val="Heading 1 Char"/>
    <w:basedOn w:val="DefaultParagraphFont"/>
    <w:link w:val="Heading1"/>
    <w:uiPriority w:val="69"/>
    <w:semiHidden/>
    <w:rsid w:val="0014776B"/>
    <w:rPr>
      <w:rFonts w:ascii="Times" w:eastAsia="Times New Roman" w:hAnsi="Times" w:cs="Times New Roman"/>
      <w:b/>
      <w:color w:val="000000"/>
      <w:szCs w:val="20"/>
    </w:rPr>
  </w:style>
  <w:style w:type="character" w:customStyle="1" w:styleId="Heading2Char">
    <w:name w:val="Heading 2 Char"/>
    <w:basedOn w:val="DefaultParagraphFont"/>
    <w:link w:val="Heading2"/>
    <w:uiPriority w:val="69"/>
    <w:semiHidden/>
    <w:rsid w:val="0014776B"/>
    <w:rPr>
      <w:rFonts w:ascii="Times" w:eastAsia="Times" w:hAnsi="Times" w:cs="Times New Roman"/>
      <w:i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69"/>
    <w:semiHidden/>
    <w:rsid w:val="0014776B"/>
    <w:rPr>
      <w:rFonts w:ascii="Arial" w:eastAsia="Times" w:hAnsi="Arial" w:cs="Times New Roman"/>
      <w:b/>
      <w:szCs w:val="20"/>
    </w:rPr>
  </w:style>
  <w:style w:type="paragraph" w:styleId="Salutation">
    <w:name w:val="Salutation"/>
    <w:basedOn w:val="Normal"/>
    <w:next w:val="Normal"/>
    <w:link w:val="SalutationChar"/>
    <w:qFormat/>
    <w:rsid w:val="00951D08"/>
    <w:pPr>
      <w:keepNext/>
      <w:spacing w:line="280" w:lineRule="exact"/>
    </w:pPr>
    <w:rPr>
      <w:szCs w:val="24"/>
    </w:rPr>
  </w:style>
  <w:style w:type="character" w:customStyle="1" w:styleId="SalutationChar">
    <w:name w:val="Salutation Char"/>
    <w:basedOn w:val="DefaultParagraphFont"/>
    <w:link w:val="Salutation"/>
    <w:rsid w:val="00951D08"/>
    <w:rPr>
      <w:rFonts w:ascii="Times New Roman" w:eastAsia="Times" w:hAnsi="Times New Roman" w:cs="Times New Roman"/>
    </w:rPr>
  </w:style>
  <w:style w:type="table" w:styleId="TableGrid">
    <w:name w:val="Table Grid"/>
    <w:basedOn w:val="TableNormal"/>
    <w:uiPriority w:val="59"/>
    <w:rsid w:val="00951D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enter">
    <w:name w:val="Center"/>
    <w:aliases w:val="Project,or Division Name"/>
    <w:qFormat/>
    <w:rsid w:val="00951D08"/>
    <w:pPr>
      <w:keepNext/>
      <w:spacing w:before="60"/>
    </w:pPr>
    <w:rPr>
      <w:rFonts w:ascii="Times New Roman" w:eastAsia="Times" w:hAnsi="Times New Roman" w:cs="Times New Roman"/>
      <w:b/>
      <w:i/>
    </w:rPr>
  </w:style>
  <w:style w:type="paragraph" w:customStyle="1" w:styleId="Organization">
    <w:name w:val="Organization"/>
    <w:qFormat/>
    <w:rsid w:val="0014776B"/>
    <w:pPr>
      <w:keepNext/>
    </w:pPr>
    <w:rPr>
      <w:rFonts w:ascii="Times New Roman" w:eastAsia="Times" w:hAnsi="Times New Roman" w:cs="Times New Roman"/>
      <w:b/>
      <w:i/>
    </w:rPr>
  </w:style>
  <w:style w:type="paragraph" w:customStyle="1" w:styleId="Address">
    <w:name w:val="Address"/>
    <w:aliases w:val="Mail Stop"/>
    <w:qFormat/>
    <w:rsid w:val="00951D08"/>
    <w:pPr>
      <w:keepNext/>
      <w:autoSpaceDE w:val="0"/>
      <w:autoSpaceDN w:val="0"/>
      <w:adjustRightInd w:val="0"/>
      <w:spacing w:before="60"/>
    </w:pPr>
    <w:rPr>
      <w:rFonts w:ascii="Times New Roman" w:eastAsia="Times New Roman" w:hAnsi="Times New Roman" w:cs="Times New Roman"/>
    </w:rPr>
  </w:style>
  <w:style w:type="paragraph" w:customStyle="1" w:styleId="DateandSymbollines">
    <w:name w:val="Date and Symbol lines"/>
    <w:qFormat/>
    <w:rsid w:val="00951D08"/>
    <w:pPr>
      <w:widowControl w:val="0"/>
      <w:tabs>
        <w:tab w:val="left" w:pos="5130"/>
        <w:tab w:val="left" w:pos="6030"/>
      </w:tabs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customStyle="1" w:styleId="SentTo-linesandspacing">
    <w:name w:val="Sent To - lines and spacing"/>
    <w:qFormat/>
    <w:rsid w:val="00951D08"/>
    <w:rPr>
      <w:rFonts w:ascii="Times New Roman" w:eastAsia="Times" w:hAnsi="Times New Roman" w:cs="Times New Roman"/>
    </w:rPr>
  </w:style>
  <w:style w:type="paragraph" w:styleId="BodyText">
    <w:name w:val="Body Text"/>
    <w:basedOn w:val="Normal"/>
    <w:link w:val="BodyTextChar"/>
    <w:qFormat/>
    <w:rsid w:val="00951D08"/>
    <w:pPr>
      <w:spacing w:line="280" w:lineRule="exact"/>
    </w:pPr>
    <w:rPr>
      <w:color w:val="000000"/>
      <w:szCs w:val="24"/>
    </w:rPr>
  </w:style>
  <w:style w:type="character" w:customStyle="1" w:styleId="BodyTextChar">
    <w:name w:val="Body Text Char"/>
    <w:basedOn w:val="DefaultParagraphFont"/>
    <w:link w:val="BodyText"/>
    <w:rsid w:val="00951D08"/>
    <w:rPr>
      <w:rFonts w:ascii="Times New Roman" w:eastAsia="Times" w:hAnsi="Times New Roman" w:cs="Times New Roman"/>
      <w:color w:val="000000"/>
    </w:rPr>
  </w:style>
  <w:style w:type="paragraph" w:styleId="Closing">
    <w:name w:val="Closing"/>
    <w:basedOn w:val="BodyText"/>
    <w:link w:val="ClosingChar"/>
    <w:qFormat/>
    <w:rsid w:val="0014776B"/>
  </w:style>
  <w:style w:type="character" w:customStyle="1" w:styleId="ClosingChar">
    <w:name w:val="Closing Char"/>
    <w:basedOn w:val="DefaultParagraphFont"/>
    <w:link w:val="Closing"/>
    <w:rsid w:val="0014776B"/>
    <w:rPr>
      <w:rFonts w:ascii="Times New Roman" w:eastAsia="Times" w:hAnsi="Times New Roman"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19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9A8"/>
    <w:rPr>
      <w:rFonts w:ascii="Tahoma" w:eastAsia="Time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0" w:defQFormat="0" w:count="276">
    <w:lsdException w:name="Normal" w:semiHidden="0" w:uiPriority="0"/>
    <w:lsdException w:name="heading 1" w:semiHidden="0" w:uiPriority="69"/>
    <w:lsdException w:name="heading 2" w:uiPriority="69" w:unhideWhenUsed="1"/>
    <w:lsdException w:name="heading 3" w:uiPriority="69" w:unhideWhenUsed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0" w:unhideWhenUsed="1" w:qFormat="1"/>
    <w:lsdException w:name="footer" w:uiPriority="0" w:unhideWhenUsed="1"/>
    <w:lsdException w:name="caption" w:qFormat="1"/>
    <w:lsdException w:name="table of figures" w:unhideWhenUsed="1"/>
    <w:lsdException w:name="table of authorities" w:unhideWhenUsed="1"/>
    <w:lsdException w:name="toa heading" w:unhideWhenUsed="1"/>
    <w:lsdException w:name="Title" w:qFormat="1"/>
    <w:lsdException w:name="Closing" w:semiHidden="0" w:uiPriority="0" w:qFormat="1"/>
    <w:lsdException w:name="Default Paragraph Font" w:uiPriority="1" w:unhideWhenUsed="1"/>
    <w:lsdException w:name="Body Text" w:semiHidden="0" w:uiPriority="0" w:qFormat="1"/>
    <w:lsdException w:name="Body Text Indent" w:uiPriority="0"/>
    <w:lsdException w:name="Salutation" w:uiPriority="0" w:unhideWhenUsed="1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Intense Emphasis" w:qFormat="1"/>
    <w:lsdException w:name="Intense Reference" w:qFormat="1"/>
    <w:lsdException w:name="Book Title" w:qFormat="1"/>
    <w:lsdException w:name="TOC Heading" w:qFormat="1"/>
  </w:latentStyles>
  <w:style w:type="paragraph" w:default="1" w:styleId="Normal">
    <w:name w:val="Normal"/>
    <w:semiHidden/>
    <w:rsid w:val="00C15227"/>
    <w:rPr>
      <w:rFonts w:ascii="Times New Roman" w:eastAsia="Times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69"/>
    <w:semiHidden/>
    <w:rsid w:val="00951D08"/>
    <w:pPr>
      <w:keepNext/>
      <w:widowControl w:val="0"/>
      <w:autoSpaceDE w:val="0"/>
      <w:autoSpaceDN w:val="0"/>
      <w:adjustRightInd w:val="0"/>
      <w:spacing w:after="60" w:line="320" w:lineRule="atLeast"/>
      <w:outlineLvl w:val="0"/>
    </w:pPr>
    <w:rPr>
      <w:rFonts w:eastAsia="Times New Roman"/>
      <w:b/>
      <w:color w:val="000000"/>
    </w:rPr>
  </w:style>
  <w:style w:type="paragraph" w:styleId="Heading2">
    <w:name w:val="heading 2"/>
    <w:basedOn w:val="Normal"/>
    <w:next w:val="Normal"/>
    <w:link w:val="Heading2Char"/>
    <w:uiPriority w:val="69"/>
    <w:semiHidden/>
    <w:rsid w:val="00951D08"/>
    <w:pPr>
      <w:keepNext/>
      <w:outlineLvl w:val="1"/>
    </w:pPr>
    <w:rPr>
      <w:i/>
      <w:sz w:val="20"/>
    </w:rPr>
  </w:style>
  <w:style w:type="paragraph" w:styleId="Heading3">
    <w:name w:val="heading 3"/>
    <w:basedOn w:val="Normal"/>
    <w:next w:val="Normal"/>
    <w:link w:val="Heading3Char"/>
    <w:uiPriority w:val="69"/>
    <w:semiHidden/>
    <w:rsid w:val="00951D08"/>
    <w:pPr>
      <w:keepNext/>
      <w:widowControl w:val="0"/>
      <w:tabs>
        <w:tab w:val="right" w:pos="7200"/>
      </w:tabs>
      <w:autoSpaceDE w:val="0"/>
      <w:autoSpaceDN w:val="0"/>
      <w:adjustRightInd w:val="0"/>
      <w:outlineLvl w:val="2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qFormat/>
    <w:rsid w:val="00951D08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  <w:szCs w:val="24"/>
    </w:rPr>
  </w:style>
  <w:style w:type="character" w:customStyle="1" w:styleId="HeaderChar">
    <w:name w:val="Header Char"/>
    <w:basedOn w:val="DefaultParagraphFont"/>
    <w:link w:val="Header"/>
    <w:rsid w:val="00951D08"/>
  </w:style>
  <w:style w:type="paragraph" w:styleId="Footer">
    <w:name w:val="footer"/>
    <w:basedOn w:val="Normal"/>
    <w:link w:val="FooterChar"/>
    <w:semiHidden/>
    <w:rsid w:val="00951D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semiHidden/>
    <w:rsid w:val="0014776B"/>
    <w:rPr>
      <w:rFonts w:ascii="Times New Roman" w:eastAsia="Times" w:hAnsi="Times New Roman" w:cs="Times New Roman"/>
      <w:szCs w:val="20"/>
    </w:rPr>
  </w:style>
  <w:style w:type="character" w:customStyle="1" w:styleId="Heading1Char">
    <w:name w:val="Heading 1 Char"/>
    <w:basedOn w:val="DefaultParagraphFont"/>
    <w:link w:val="Heading1"/>
    <w:uiPriority w:val="69"/>
    <w:semiHidden/>
    <w:rsid w:val="0014776B"/>
    <w:rPr>
      <w:rFonts w:ascii="Times" w:eastAsia="Times New Roman" w:hAnsi="Times" w:cs="Times New Roman"/>
      <w:b/>
      <w:color w:val="000000"/>
      <w:szCs w:val="20"/>
    </w:rPr>
  </w:style>
  <w:style w:type="character" w:customStyle="1" w:styleId="Heading2Char">
    <w:name w:val="Heading 2 Char"/>
    <w:basedOn w:val="DefaultParagraphFont"/>
    <w:link w:val="Heading2"/>
    <w:uiPriority w:val="69"/>
    <w:semiHidden/>
    <w:rsid w:val="0014776B"/>
    <w:rPr>
      <w:rFonts w:ascii="Times" w:eastAsia="Times" w:hAnsi="Times" w:cs="Times New Roman"/>
      <w:i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69"/>
    <w:semiHidden/>
    <w:rsid w:val="0014776B"/>
    <w:rPr>
      <w:rFonts w:ascii="Arial" w:eastAsia="Times" w:hAnsi="Arial" w:cs="Times New Roman"/>
      <w:b/>
      <w:szCs w:val="20"/>
    </w:rPr>
  </w:style>
  <w:style w:type="paragraph" w:styleId="Salutation">
    <w:name w:val="Salutation"/>
    <w:basedOn w:val="Normal"/>
    <w:next w:val="Normal"/>
    <w:link w:val="SalutationChar"/>
    <w:qFormat/>
    <w:rsid w:val="00951D08"/>
    <w:pPr>
      <w:keepNext/>
      <w:spacing w:line="280" w:lineRule="exact"/>
    </w:pPr>
    <w:rPr>
      <w:szCs w:val="24"/>
    </w:rPr>
  </w:style>
  <w:style w:type="character" w:customStyle="1" w:styleId="SalutationChar">
    <w:name w:val="Salutation Char"/>
    <w:basedOn w:val="DefaultParagraphFont"/>
    <w:link w:val="Salutation"/>
    <w:rsid w:val="00951D08"/>
    <w:rPr>
      <w:rFonts w:ascii="Times New Roman" w:eastAsia="Times" w:hAnsi="Times New Roman" w:cs="Times New Roman"/>
    </w:rPr>
  </w:style>
  <w:style w:type="table" w:styleId="TableGrid">
    <w:name w:val="Table Grid"/>
    <w:basedOn w:val="TableNormal"/>
    <w:uiPriority w:val="59"/>
    <w:rsid w:val="00951D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enter">
    <w:name w:val="Center"/>
    <w:aliases w:val="Project,or Division Name"/>
    <w:qFormat/>
    <w:rsid w:val="00951D08"/>
    <w:pPr>
      <w:keepNext/>
      <w:spacing w:before="60"/>
    </w:pPr>
    <w:rPr>
      <w:rFonts w:ascii="Times New Roman" w:eastAsia="Times" w:hAnsi="Times New Roman" w:cs="Times New Roman"/>
      <w:b/>
      <w:i/>
    </w:rPr>
  </w:style>
  <w:style w:type="paragraph" w:customStyle="1" w:styleId="Organization">
    <w:name w:val="Organization"/>
    <w:qFormat/>
    <w:rsid w:val="0014776B"/>
    <w:pPr>
      <w:keepNext/>
    </w:pPr>
    <w:rPr>
      <w:rFonts w:ascii="Times New Roman" w:eastAsia="Times" w:hAnsi="Times New Roman" w:cs="Times New Roman"/>
      <w:b/>
      <w:i/>
    </w:rPr>
  </w:style>
  <w:style w:type="paragraph" w:customStyle="1" w:styleId="Address">
    <w:name w:val="Address"/>
    <w:aliases w:val="Mail Stop"/>
    <w:qFormat/>
    <w:rsid w:val="00951D08"/>
    <w:pPr>
      <w:keepNext/>
      <w:autoSpaceDE w:val="0"/>
      <w:autoSpaceDN w:val="0"/>
      <w:adjustRightInd w:val="0"/>
      <w:spacing w:before="60"/>
    </w:pPr>
    <w:rPr>
      <w:rFonts w:ascii="Times New Roman" w:eastAsia="Times New Roman" w:hAnsi="Times New Roman" w:cs="Times New Roman"/>
    </w:rPr>
  </w:style>
  <w:style w:type="paragraph" w:customStyle="1" w:styleId="DateandSymbollines">
    <w:name w:val="Date and Symbol lines"/>
    <w:qFormat/>
    <w:rsid w:val="00951D08"/>
    <w:pPr>
      <w:widowControl w:val="0"/>
      <w:tabs>
        <w:tab w:val="left" w:pos="5130"/>
        <w:tab w:val="left" w:pos="6030"/>
      </w:tabs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customStyle="1" w:styleId="SentTo-linesandspacing">
    <w:name w:val="Sent To - lines and spacing"/>
    <w:qFormat/>
    <w:rsid w:val="00951D08"/>
    <w:rPr>
      <w:rFonts w:ascii="Times New Roman" w:eastAsia="Times" w:hAnsi="Times New Roman" w:cs="Times New Roman"/>
    </w:rPr>
  </w:style>
  <w:style w:type="paragraph" w:styleId="BodyText">
    <w:name w:val="Body Text"/>
    <w:basedOn w:val="Normal"/>
    <w:link w:val="BodyTextChar"/>
    <w:qFormat/>
    <w:rsid w:val="00951D08"/>
    <w:pPr>
      <w:spacing w:line="280" w:lineRule="exact"/>
    </w:pPr>
    <w:rPr>
      <w:color w:val="000000"/>
      <w:szCs w:val="24"/>
    </w:rPr>
  </w:style>
  <w:style w:type="character" w:customStyle="1" w:styleId="BodyTextChar">
    <w:name w:val="Body Text Char"/>
    <w:basedOn w:val="DefaultParagraphFont"/>
    <w:link w:val="BodyText"/>
    <w:rsid w:val="00951D08"/>
    <w:rPr>
      <w:rFonts w:ascii="Times New Roman" w:eastAsia="Times" w:hAnsi="Times New Roman" w:cs="Times New Roman"/>
      <w:color w:val="000000"/>
    </w:rPr>
  </w:style>
  <w:style w:type="paragraph" w:styleId="Closing">
    <w:name w:val="Closing"/>
    <w:basedOn w:val="BodyText"/>
    <w:link w:val="ClosingChar"/>
    <w:qFormat/>
    <w:rsid w:val="0014776B"/>
  </w:style>
  <w:style w:type="character" w:customStyle="1" w:styleId="ClosingChar">
    <w:name w:val="Closing Char"/>
    <w:basedOn w:val="DefaultParagraphFont"/>
    <w:link w:val="Closing"/>
    <w:rsid w:val="0014776B"/>
    <w:rPr>
      <w:rFonts w:ascii="Times New Roman" w:eastAsia="Times" w:hAnsi="Times New Roman" w:cs="Times New Roman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19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9A8"/>
    <w:rPr>
      <w:rFonts w:ascii="Tahoma" w:eastAsia="Time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7385\Documents\LANL%20Templates\sent%20for%20posting_011514\letterhead-2014_r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\Users\107385\Documents\LANL Templates\sent for posting_011514\letterhead-2014_r2.dotx</Template>
  <TotalTime>7</TotalTime>
  <Pages>1</Pages>
  <Words>25</Words>
  <Characters>149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LANL</Company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Bingham, Dana A</dc:creator>
  <cp:lastModifiedBy>David Rogers</cp:lastModifiedBy>
  <cp:revision>8</cp:revision>
  <cp:lastPrinted>2015-01-29T17:48:00Z</cp:lastPrinted>
  <dcterms:created xsi:type="dcterms:W3CDTF">2015-01-29T17:49:00Z</dcterms:created>
  <dcterms:modified xsi:type="dcterms:W3CDTF">2015-11-16T12:08:00Z</dcterms:modified>
</cp:coreProperties>
</file>